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48" w:rsidRPr="0015754E" w:rsidRDefault="002C61F7" w:rsidP="000E7F48">
      <w:pPr>
        <w:pStyle w:val="a2"/>
        <w:rPr>
          <w:rtl/>
        </w:rPr>
      </w:pPr>
      <w:r>
        <w:rPr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154379</wp:posOffset>
            </wp:positionH>
            <wp:positionV relativeFrom="paragraph">
              <wp:posOffset>176484</wp:posOffset>
            </wp:positionV>
            <wp:extent cx="1063599" cy="1063599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ast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599" cy="1063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7F48" w:rsidRPr="0015754E">
        <w:rPr>
          <w:rtl/>
        </w:rPr>
        <w:t>الجمه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وري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ة العربيـ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ة الســـورية</w:t>
      </w:r>
    </w:p>
    <w:p w:rsidR="000E7F48" w:rsidRPr="0015754E" w:rsidRDefault="000E7F48" w:rsidP="000E7F48">
      <w:pPr>
        <w:pStyle w:val="a2"/>
        <w:rPr>
          <w:szCs w:val="32"/>
        </w:rPr>
      </w:pPr>
      <w:r w:rsidRPr="0015754E">
        <w:rPr>
          <w:rtl/>
        </w:rPr>
        <w:t>المعهد العالي للعلوم التطبيقية والتكنولوجيا</w:t>
      </w:r>
    </w:p>
    <w:p w:rsidR="000D6D69" w:rsidRPr="0015754E" w:rsidRDefault="000D6D69" w:rsidP="00C00557">
      <w:pPr>
        <w:pStyle w:val="a2"/>
        <w:rPr>
          <w:sz w:val="28"/>
          <w:rtl/>
          <w:lang w:bidi="ar-SY"/>
        </w:rPr>
      </w:pPr>
      <w:r>
        <w:rPr>
          <w:rFonts w:hint="cs"/>
          <w:sz w:val="28"/>
          <w:rtl/>
          <w:lang w:bidi="ar-SY"/>
        </w:rPr>
        <w:t>قسـم</w:t>
      </w:r>
      <w:r w:rsidRPr="0015754E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ا</w:t>
      </w:r>
      <w:r w:rsidR="00C00557">
        <w:rPr>
          <w:rFonts w:hint="cs"/>
          <w:sz w:val="28"/>
          <w:rtl/>
          <w:lang w:bidi="ar-SY"/>
        </w:rPr>
        <w:t>لنظم المعلوماتية</w:t>
      </w:r>
    </w:p>
    <w:p w:rsidR="000E7F48" w:rsidRPr="0015754E" w:rsidRDefault="000E7F48" w:rsidP="00C00557">
      <w:pPr>
        <w:pStyle w:val="a2"/>
        <w:rPr>
          <w:sz w:val="28"/>
          <w:rtl/>
        </w:rPr>
      </w:pPr>
      <w:r w:rsidRPr="0015754E">
        <w:rPr>
          <w:sz w:val="28"/>
          <w:rtl/>
        </w:rPr>
        <w:t>العام الدراسي</w:t>
      </w:r>
      <w:r w:rsidRPr="0015754E">
        <w:rPr>
          <w:rFonts w:hint="cs"/>
          <w:sz w:val="30"/>
          <w:rtl/>
        </w:rPr>
        <w:t xml:space="preserve"> </w:t>
      </w:r>
      <w:r w:rsidRPr="0015754E">
        <w:t xml:space="preserve"> 20</w:t>
      </w:r>
      <w:r w:rsidR="00C00557">
        <w:t>24</w:t>
      </w:r>
      <w:r w:rsidRPr="0015754E">
        <w:t>/20</w:t>
      </w:r>
      <w:r w:rsidR="00C00557">
        <w:t>23</w:t>
      </w:r>
    </w:p>
    <w:p w:rsidR="000E7F48" w:rsidRPr="009C69B2" w:rsidRDefault="000E7F48" w:rsidP="000E7F48">
      <w:pPr>
        <w:rPr>
          <w:rtl/>
        </w:rPr>
      </w:pPr>
    </w:p>
    <w:p w:rsidR="000E7F48" w:rsidRPr="009C69B2" w:rsidRDefault="000E7F48" w:rsidP="000E7F48">
      <w:pPr>
        <w:rPr>
          <w:rtl/>
        </w:rPr>
      </w:pPr>
    </w:p>
    <w:p w:rsidR="000E7F48" w:rsidRPr="009C69B2" w:rsidRDefault="000E7F48" w:rsidP="000E7F48">
      <w:pPr>
        <w:rPr>
          <w:rtl/>
        </w:rPr>
      </w:pPr>
    </w:p>
    <w:p w:rsidR="002C61F7" w:rsidRPr="002C61F7" w:rsidRDefault="00133D09" w:rsidP="002C61F7">
      <w:pPr>
        <w:pStyle w:val="a3"/>
        <w:rPr>
          <w:b/>
          <w:bCs/>
          <w:rtl/>
        </w:rPr>
      </w:pPr>
      <w:r>
        <w:rPr>
          <w:rFonts w:hint="cs"/>
          <w:b/>
          <w:bCs/>
          <w:rtl/>
        </w:rPr>
        <w:t>الدراسة التحليلية</w:t>
      </w:r>
    </w:p>
    <w:p w:rsidR="002C61F7" w:rsidRDefault="00293239" w:rsidP="00293239">
      <w:pPr>
        <w:pStyle w:val="a3"/>
        <w:rPr>
          <w:rtl/>
        </w:rPr>
      </w:pPr>
      <w:r>
        <w:rPr>
          <w:rFonts w:hint="cs"/>
          <w:rtl/>
        </w:rPr>
        <w:t>تحليل متطلبات المشروع</w:t>
      </w:r>
    </w:p>
    <w:p w:rsidR="000E7F48" w:rsidRPr="00C173CE" w:rsidRDefault="000E7F48" w:rsidP="000E7F48">
      <w:pPr>
        <w:pStyle w:val="a3"/>
      </w:pPr>
    </w:p>
    <w:p w:rsidR="000E7F48" w:rsidRPr="00C173CE" w:rsidRDefault="000E7F48" w:rsidP="000E7F48">
      <w:pPr>
        <w:jc w:val="center"/>
        <w:rPr>
          <w:sz w:val="30"/>
        </w:rPr>
      </w:pPr>
    </w:p>
    <w:p w:rsidR="000E7F48" w:rsidRPr="0015754E" w:rsidRDefault="00C00557" w:rsidP="00C00557">
      <w:pPr>
        <w:pStyle w:val="a4"/>
        <w:rPr>
          <w:szCs w:val="44"/>
        </w:rPr>
      </w:pPr>
      <w:r>
        <w:rPr>
          <w:rFonts w:hint="cs"/>
          <w:rtl/>
        </w:rPr>
        <w:t>إدارة حالة مشاريع المعهد العالي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  <w:rtl/>
        </w:rPr>
      </w:pPr>
    </w:p>
    <w:p w:rsidR="000E7F48" w:rsidRPr="00933930" w:rsidRDefault="000E7F48" w:rsidP="000E7F48">
      <w:pPr>
        <w:pStyle w:val="a3"/>
        <w:rPr>
          <w:rtl/>
        </w:rPr>
      </w:pPr>
      <w:r w:rsidRPr="00933930">
        <w:rPr>
          <w:rFonts w:hint="cs"/>
          <w:rtl/>
        </w:rPr>
        <w:t>تقديم</w:t>
      </w:r>
    </w:p>
    <w:p w:rsidR="000E7F48" w:rsidRPr="009B0D8F" w:rsidRDefault="00C00557" w:rsidP="000E7F48">
      <w:pPr>
        <w:pStyle w:val="a5"/>
        <w:rPr>
          <w:rtl/>
          <w:lang w:val="fr-FR"/>
        </w:rPr>
      </w:pPr>
      <w:r>
        <w:rPr>
          <w:rFonts w:hint="cs"/>
          <w:rtl/>
          <w:lang w:val="fr-FR"/>
        </w:rPr>
        <w:t>حسن بهجت خضور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pStyle w:val="a3"/>
        <w:rPr>
          <w:rtl/>
        </w:rPr>
      </w:pPr>
      <w:r w:rsidRPr="00933930">
        <w:rPr>
          <w:rFonts w:hint="cs"/>
          <w:rtl/>
        </w:rPr>
        <w:t>إشراف</w:t>
      </w:r>
    </w:p>
    <w:p w:rsidR="000E7F48" w:rsidRPr="00394AB2" w:rsidRDefault="00C00557" w:rsidP="000E7F48">
      <w:pPr>
        <w:pStyle w:val="a5"/>
      </w:pPr>
      <w:r>
        <w:rPr>
          <w:rFonts w:hint="cs"/>
          <w:rtl/>
        </w:rPr>
        <w:t>د.مصطفى دقاق</w:t>
      </w:r>
      <w:r w:rsidR="006C14AF">
        <w:t xml:space="preserve">      </w:t>
      </w:r>
      <w:r>
        <w:rPr>
          <w:rFonts w:hint="cs"/>
          <w:rtl/>
        </w:rPr>
        <w:t xml:space="preserve"> م. محمود الياس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Default="000E7F48" w:rsidP="000E7F48">
      <w:pPr>
        <w:jc w:val="center"/>
        <w:rPr>
          <w:sz w:val="30"/>
          <w:rtl/>
        </w:rPr>
      </w:pPr>
    </w:p>
    <w:p w:rsidR="000E7F48" w:rsidRPr="00933930" w:rsidRDefault="000E7F48" w:rsidP="000E7F48">
      <w:pPr>
        <w:jc w:val="center"/>
        <w:rPr>
          <w:sz w:val="30"/>
          <w:rtl/>
        </w:rPr>
      </w:pPr>
    </w:p>
    <w:p w:rsidR="00612EA9" w:rsidRDefault="004F5F70" w:rsidP="006C14AF">
      <w:pPr>
        <w:pStyle w:val="a3"/>
        <w:rPr>
          <w:b/>
          <w:bCs/>
          <w:sz w:val="42"/>
          <w:szCs w:val="48"/>
          <w:rtl/>
        </w:rPr>
      </w:pPr>
      <w:r>
        <w:t>13</w:t>
      </w:r>
      <w:r w:rsidR="000E7F48" w:rsidRPr="00933930">
        <w:t>/</w:t>
      </w:r>
      <w:r w:rsidR="006C14AF">
        <w:t>8</w:t>
      </w:r>
      <w:r w:rsidR="000E7F48" w:rsidRPr="00933930">
        <w:t>/20</w:t>
      </w:r>
      <w:r w:rsidR="006C14AF">
        <w:t>24</w:t>
      </w:r>
    </w:p>
    <w:p w:rsidR="006C14AF" w:rsidRDefault="006C14AF" w:rsidP="006C14AF">
      <w:pPr>
        <w:pStyle w:val="a3"/>
        <w:rPr>
          <w:b/>
          <w:bCs/>
          <w:sz w:val="42"/>
          <w:szCs w:val="48"/>
          <w:rtl/>
        </w:rPr>
      </w:pPr>
    </w:p>
    <w:p w:rsidR="006C14AF" w:rsidRDefault="006C14AF" w:rsidP="006C14AF">
      <w:pPr>
        <w:pStyle w:val="a3"/>
        <w:rPr>
          <w:b/>
          <w:bCs/>
          <w:sz w:val="42"/>
          <w:szCs w:val="48"/>
          <w:rtl/>
        </w:rPr>
      </w:pPr>
    </w:p>
    <w:p w:rsidR="0004106A" w:rsidRDefault="0004106A">
      <w:pPr>
        <w:bidi w:val="0"/>
        <w:spacing w:after="200" w:line="276" w:lineRule="auto"/>
        <w:ind w:firstLine="720"/>
        <w:jc w:val="both"/>
        <w:rPr>
          <w:rtl/>
        </w:rPr>
      </w:pPr>
    </w:p>
    <w:p w:rsidR="006C14AF" w:rsidRDefault="006C14AF" w:rsidP="006C14AF">
      <w:pPr>
        <w:bidi w:val="0"/>
        <w:spacing w:after="200" w:line="276" w:lineRule="auto"/>
        <w:ind w:firstLine="720"/>
        <w:jc w:val="both"/>
        <w:sectPr w:rsidR="006C14AF" w:rsidSect="0004106A">
          <w:footerReference w:type="default" r:id="rId9"/>
          <w:pgSz w:w="12240" w:h="15840"/>
          <w:pgMar w:top="1440" w:right="1440" w:bottom="1588" w:left="1440" w:header="720" w:footer="720" w:gutter="0"/>
          <w:pgNumType w:fmt="lowerRoman" w:start="1"/>
          <w:cols w:space="720"/>
          <w:docGrid w:linePitch="360"/>
        </w:sectPr>
      </w:pPr>
    </w:p>
    <w:p w:rsidR="00C64AA7" w:rsidRDefault="00C64AA7" w:rsidP="007C1489">
      <w:pPr>
        <w:pStyle w:val="ad"/>
      </w:pPr>
      <w:bookmarkStart w:id="0" w:name="_Toc242012318"/>
      <w:bookmarkStart w:id="1" w:name="_Toc242697838"/>
      <w:bookmarkStart w:id="2" w:name="_Toc242002639"/>
      <w:r w:rsidRPr="007C1489">
        <w:rPr>
          <w:rFonts w:hint="cs"/>
          <w:rtl/>
        </w:rPr>
        <w:lastRenderedPageBreak/>
        <w:t>الفصل الأول</w:t>
      </w:r>
      <w:bookmarkEnd w:id="0"/>
      <w:bookmarkEnd w:id="1"/>
    </w:p>
    <w:p w:rsidR="00626A5C" w:rsidRPr="0004245F" w:rsidRDefault="00133D09" w:rsidP="00293239">
      <w:pPr>
        <w:pStyle w:val="ae"/>
        <w:rPr>
          <w:rtl/>
        </w:rPr>
      </w:pPr>
      <w:r>
        <w:rPr>
          <w:rFonts w:hint="cs"/>
          <w:rtl/>
        </w:rPr>
        <w:t>حالات الاستخدام</w:t>
      </w:r>
    </w:p>
    <w:p w:rsidR="00035DB3" w:rsidRDefault="00133D09" w:rsidP="00293239">
      <w:pPr>
        <w:pStyle w:val="ac"/>
        <w:rPr>
          <w:rtl/>
        </w:rPr>
      </w:pPr>
      <w:bookmarkStart w:id="3" w:name="_Toc242001586"/>
      <w:bookmarkStart w:id="4" w:name="_Toc242002640"/>
      <w:bookmarkStart w:id="5" w:name="_Toc242436666"/>
      <w:bookmarkStart w:id="6" w:name="_Toc242697091"/>
      <w:bookmarkStart w:id="7" w:name="_Toc242697839"/>
      <w:bookmarkStart w:id="8" w:name="_Toc242697920"/>
      <w:bookmarkStart w:id="9" w:name="_Toc290126538"/>
      <w:bookmarkEnd w:id="2"/>
      <w:r>
        <w:rPr>
          <w:rFonts w:hint="cs"/>
          <w:rtl/>
        </w:rPr>
        <w:t>نورد</w:t>
      </w:r>
      <w:r w:rsidR="00097ABC" w:rsidRPr="001613F7">
        <w:rPr>
          <w:rFonts w:hint="cs"/>
          <w:rtl/>
        </w:rPr>
        <w:t xml:space="preserve"> في هذا الفصل</w:t>
      </w:r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cs"/>
          <w:rtl/>
        </w:rPr>
        <w:t xml:space="preserve"> حالات الاستخدام في النظام والوصف السردي الخاص بها</w:t>
      </w:r>
      <w:r w:rsidR="008039DB">
        <w:rPr>
          <w:rFonts w:hint="cs"/>
          <w:rtl/>
        </w:rPr>
        <w:t>.</w:t>
      </w:r>
      <w:bookmarkStart w:id="10" w:name="_Toc290126539"/>
      <w:bookmarkStart w:id="11" w:name="_Toc242001588"/>
      <w:bookmarkStart w:id="12" w:name="_Toc242002642"/>
    </w:p>
    <w:p w:rsidR="00035DB3" w:rsidRDefault="00035DB3" w:rsidP="00B45D74">
      <w:pPr>
        <w:pStyle w:val="1"/>
        <w:rPr>
          <w:rtl/>
        </w:rPr>
      </w:pPr>
    </w:p>
    <w:p w:rsidR="006C14AF" w:rsidRDefault="006C14AF" w:rsidP="006C14AF">
      <w:pPr>
        <w:pStyle w:val="a9"/>
        <w:rPr>
          <w:rtl/>
        </w:rPr>
      </w:pPr>
    </w:p>
    <w:p w:rsidR="00DF3E33" w:rsidRDefault="00DF3E33" w:rsidP="006C14AF">
      <w:pPr>
        <w:pStyle w:val="a9"/>
        <w:rPr>
          <w:rtl/>
        </w:rPr>
      </w:pPr>
    </w:p>
    <w:p w:rsidR="00DF3E33" w:rsidRDefault="00DF3E33" w:rsidP="006C14AF">
      <w:pPr>
        <w:pStyle w:val="a9"/>
        <w:rPr>
          <w:rtl/>
        </w:rPr>
      </w:pPr>
    </w:p>
    <w:p w:rsidR="006C14AF" w:rsidRDefault="006C14AF" w:rsidP="006C14AF">
      <w:pPr>
        <w:pStyle w:val="a9"/>
        <w:rPr>
          <w:rtl/>
        </w:rPr>
      </w:pPr>
    </w:p>
    <w:p w:rsidR="006C14AF" w:rsidRDefault="006C14AF" w:rsidP="006C14AF">
      <w:pPr>
        <w:pStyle w:val="a9"/>
        <w:rPr>
          <w:rtl/>
        </w:rPr>
      </w:pPr>
    </w:p>
    <w:p w:rsidR="006C14AF" w:rsidRPr="006C14AF" w:rsidRDefault="006C14AF" w:rsidP="006C14AF">
      <w:pPr>
        <w:pStyle w:val="a9"/>
        <w:rPr>
          <w:rtl/>
        </w:rPr>
      </w:pPr>
    </w:p>
    <w:p w:rsidR="00035DB3" w:rsidRDefault="00035DB3" w:rsidP="00B45D74">
      <w:pPr>
        <w:pStyle w:val="1"/>
        <w:rPr>
          <w:b w:val="0"/>
          <w:bCs w:val="0"/>
          <w:sz w:val="24"/>
          <w:szCs w:val="30"/>
          <w:rtl/>
        </w:rPr>
      </w:pPr>
    </w:p>
    <w:p w:rsidR="00DF3E33" w:rsidRPr="00DF3E33" w:rsidRDefault="00DF3E33" w:rsidP="00DF3E33">
      <w:pPr>
        <w:pStyle w:val="a9"/>
        <w:rPr>
          <w:rtl/>
        </w:rPr>
      </w:pPr>
    </w:p>
    <w:p w:rsidR="006C14AF" w:rsidRDefault="006C14AF" w:rsidP="006C14AF">
      <w:pPr>
        <w:pStyle w:val="a9"/>
        <w:rPr>
          <w:rtl/>
        </w:rPr>
      </w:pPr>
    </w:p>
    <w:p w:rsidR="00035DB3" w:rsidRDefault="00035DB3" w:rsidP="00B45D74">
      <w:pPr>
        <w:pStyle w:val="1"/>
        <w:rPr>
          <w:b w:val="0"/>
          <w:bCs w:val="0"/>
          <w:sz w:val="24"/>
          <w:szCs w:val="30"/>
          <w:rtl/>
        </w:rPr>
      </w:pPr>
    </w:p>
    <w:p w:rsidR="00DF3E33" w:rsidRDefault="00DF3E33" w:rsidP="00DF3E33">
      <w:pPr>
        <w:pStyle w:val="a9"/>
        <w:rPr>
          <w:rtl/>
        </w:rPr>
      </w:pPr>
    </w:p>
    <w:p w:rsidR="00DF3E33" w:rsidRDefault="00DF3E33" w:rsidP="00DF3E33">
      <w:pPr>
        <w:pStyle w:val="a9"/>
        <w:rPr>
          <w:rtl/>
        </w:rPr>
      </w:pPr>
    </w:p>
    <w:p w:rsidR="00DF3E33" w:rsidRDefault="00DF3E33" w:rsidP="00DF3E33">
      <w:pPr>
        <w:pStyle w:val="a9"/>
        <w:rPr>
          <w:rtl/>
        </w:rPr>
      </w:pPr>
    </w:p>
    <w:p w:rsidR="00DF3E33" w:rsidRPr="00DF3E33" w:rsidRDefault="00DF3E33" w:rsidP="00DF3E33">
      <w:pPr>
        <w:pStyle w:val="a9"/>
        <w:rPr>
          <w:rtl/>
        </w:rPr>
      </w:pPr>
    </w:p>
    <w:p w:rsidR="00A7309F" w:rsidRPr="002F0BA5" w:rsidRDefault="00B45D74" w:rsidP="00B45D74">
      <w:pPr>
        <w:pStyle w:val="1"/>
        <w:rPr>
          <w:rtl/>
        </w:rPr>
      </w:pPr>
      <w:r>
        <w:lastRenderedPageBreak/>
        <w:t>-1.1</w:t>
      </w:r>
      <w:r>
        <w:rPr>
          <w:rFonts w:hint="cs"/>
          <w:rtl/>
        </w:rPr>
        <w:t xml:space="preserve"> </w:t>
      </w:r>
      <w:r w:rsidR="00A7309F" w:rsidRPr="002F0BA5">
        <w:rPr>
          <w:rFonts w:hint="cs"/>
          <w:rtl/>
        </w:rPr>
        <w:t>مقدمة</w:t>
      </w:r>
      <w:bookmarkEnd w:id="10"/>
    </w:p>
    <w:bookmarkEnd w:id="11"/>
    <w:bookmarkEnd w:id="12"/>
    <w:p w:rsidR="00DF3E33" w:rsidRDefault="00035DB3" w:rsidP="00B07C15">
      <w:pPr>
        <w:pStyle w:val="a9"/>
        <w:rPr>
          <w:rtl/>
        </w:rPr>
      </w:pPr>
      <w:r>
        <w:rPr>
          <w:rFonts w:hint="cs"/>
          <w:rtl/>
        </w:rPr>
        <w:t xml:space="preserve">مقدمة عن </w:t>
      </w:r>
      <w:r w:rsidR="00133D09">
        <w:rPr>
          <w:rFonts w:hint="cs"/>
          <w:rtl/>
        </w:rPr>
        <w:t>حالات الاستخدام</w:t>
      </w:r>
      <w:r>
        <w:rPr>
          <w:rFonts w:hint="cs"/>
          <w:rtl/>
        </w:rPr>
        <w:t>.</w:t>
      </w:r>
    </w:p>
    <w:p w:rsidR="00133D09" w:rsidRDefault="002E4020" w:rsidP="00133D09">
      <w:pPr>
        <w:pStyle w:val="1"/>
        <w:rPr>
          <w:rtl/>
        </w:rPr>
      </w:pPr>
      <w:bookmarkStart w:id="13" w:name="_Toc242002644"/>
      <w:bookmarkStart w:id="14" w:name="_Toc242012321"/>
      <w:bookmarkStart w:id="15" w:name="_Toc242088951"/>
      <w:bookmarkStart w:id="16" w:name="_Toc290126540"/>
      <w:r>
        <w:t>-2.1</w:t>
      </w:r>
      <w:r>
        <w:rPr>
          <w:rFonts w:hint="cs"/>
          <w:rtl/>
        </w:rPr>
        <w:t xml:space="preserve"> </w:t>
      </w:r>
      <w:bookmarkEnd w:id="13"/>
      <w:bookmarkEnd w:id="14"/>
      <w:bookmarkEnd w:id="15"/>
      <w:bookmarkEnd w:id="16"/>
      <w:r w:rsidR="00293239">
        <w:rPr>
          <w:rFonts w:hint="cs"/>
          <w:rtl/>
        </w:rPr>
        <w:t>حالات</w:t>
      </w:r>
      <w:r w:rsidR="00B07C15">
        <w:rPr>
          <w:rFonts w:hint="cs"/>
          <w:rtl/>
        </w:rPr>
        <w:t xml:space="preserve"> الاستخدام</w:t>
      </w:r>
      <w:r w:rsidR="00293239">
        <w:rPr>
          <w:rFonts w:hint="cs"/>
          <w:rtl/>
        </w:rPr>
        <w:t xml:space="preserve"> </w:t>
      </w:r>
      <w:r w:rsidR="00133D09">
        <w:rPr>
          <w:rFonts w:hint="cs"/>
          <w:rtl/>
        </w:rPr>
        <w:t>الخاصة برئيس فريق العمل</w:t>
      </w:r>
    </w:p>
    <w:p w:rsidR="009954A3" w:rsidRDefault="00133D09" w:rsidP="00133D09">
      <w:pPr>
        <w:pStyle w:val="3"/>
        <w:rPr>
          <w:rtl/>
        </w:rPr>
      </w:pPr>
      <w:r>
        <w:t>1.2.1</w:t>
      </w:r>
      <w:r>
        <w:rPr>
          <w:rFonts w:hint="cs"/>
          <w:rtl/>
        </w:rPr>
        <w:t xml:space="preserve"> حالات الاستخدام  </w:t>
      </w:r>
    </w:p>
    <w:p w:rsidR="009954A3" w:rsidRDefault="00DA7360" w:rsidP="009954A3">
      <w:pPr>
        <w:pStyle w:val="1"/>
        <w:rPr>
          <w:rtl/>
          <w:lang w:val="en-US"/>
        </w:rPr>
      </w:pPr>
      <w:r w:rsidRPr="00DA7360">
        <w:rPr>
          <w:noProof/>
          <w:rtl/>
          <w:lang w:val="en-US" w:bidi="ar-SA"/>
        </w:rPr>
        <w:drawing>
          <wp:inline distT="0" distB="0" distL="0" distR="0" wp14:anchorId="15CF371D" wp14:editId="40CEE6FE">
            <wp:extent cx="5943600" cy="378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D84" w:rsidRDefault="00315D84" w:rsidP="00315D84">
      <w:pPr>
        <w:pStyle w:val="a9"/>
        <w:rPr>
          <w:rtl/>
          <w:lang w:val="en-US"/>
        </w:rPr>
      </w:pPr>
    </w:p>
    <w:p w:rsidR="00315D84" w:rsidRDefault="00315D84" w:rsidP="00315D84">
      <w:pPr>
        <w:pStyle w:val="a9"/>
        <w:rPr>
          <w:lang w:val="en-US"/>
        </w:rPr>
      </w:pPr>
    </w:p>
    <w:p w:rsidR="00AF152E" w:rsidRDefault="00AF152E" w:rsidP="00315D84">
      <w:pPr>
        <w:pStyle w:val="a9"/>
        <w:rPr>
          <w:lang w:val="en-US"/>
        </w:rPr>
      </w:pPr>
    </w:p>
    <w:p w:rsidR="00AF152E" w:rsidRDefault="00AF152E" w:rsidP="00315D84">
      <w:pPr>
        <w:pStyle w:val="a9"/>
        <w:rPr>
          <w:lang w:val="en-US"/>
        </w:rPr>
      </w:pPr>
    </w:p>
    <w:p w:rsidR="00AF152E" w:rsidRDefault="00AF152E" w:rsidP="00315D84">
      <w:pPr>
        <w:pStyle w:val="a9"/>
        <w:rPr>
          <w:lang w:val="en-US"/>
        </w:rPr>
      </w:pPr>
    </w:p>
    <w:p w:rsidR="00AF152E" w:rsidRDefault="00AF152E" w:rsidP="00315D84">
      <w:pPr>
        <w:pStyle w:val="a9"/>
        <w:rPr>
          <w:lang w:val="en-US"/>
        </w:rPr>
      </w:pPr>
    </w:p>
    <w:p w:rsidR="00315D84" w:rsidRPr="00315D84" w:rsidRDefault="00315D84" w:rsidP="00315D84">
      <w:pPr>
        <w:pStyle w:val="a9"/>
        <w:rPr>
          <w:rtl/>
          <w:lang w:val="en-US"/>
        </w:rPr>
      </w:pPr>
    </w:p>
    <w:p w:rsidR="009954A3" w:rsidRDefault="00133D09" w:rsidP="00133D09">
      <w:pPr>
        <w:pStyle w:val="3"/>
      </w:pPr>
      <w:r>
        <w:lastRenderedPageBreak/>
        <w:t>2.2.1</w:t>
      </w:r>
      <w:r>
        <w:rPr>
          <w:rFonts w:hint="cs"/>
          <w:rtl/>
        </w:rPr>
        <w:t xml:space="preserve"> الوصف السردي لحالات الاستخدام</w:t>
      </w:r>
    </w:p>
    <w:p w:rsidR="000669BC" w:rsidRDefault="000669BC" w:rsidP="00DA7360">
      <w:pPr>
        <w:pStyle w:val="4"/>
        <w:rPr>
          <w:rtl/>
        </w:rPr>
      </w:pPr>
      <w:r w:rsidRPr="000669BC">
        <w:rPr>
          <w:rFonts w:hint="cs"/>
          <w:rtl/>
        </w:rPr>
        <w:t xml:space="preserve">حالة الاستخدام متابعة مشروع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AF152E" w:rsidTr="00AF152E">
        <w:tc>
          <w:tcPr>
            <w:tcW w:w="9350" w:type="dxa"/>
            <w:gridSpan w:val="2"/>
            <w:shd w:val="clear" w:color="auto" w:fill="B2A1C7" w:themeFill="accent4" w:themeFillTint="99"/>
          </w:tcPr>
          <w:p w:rsidR="00AF152E" w:rsidRPr="00AF152E" w:rsidRDefault="00AF152E" w:rsidP="00F00948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 w:rsidRPr="00AF152E">
              <w:rPr>
                <w:rFonts w:hint="cs"/>
                <w:sz w:val="28"/>
                <w:szCs w:val="28"/>
                <w:rtl/>
              </w:rPr>
              <w:t>اسم حالة الاستخدام : متابعة مشروع</w:t>
            </w:r>
          </w:p>
        </w:tc>
      </w:tr>
      <w:tr w:rsidR="00854907" w:rsidTr="00F00948">
        <w:tc>
          <w:tcPr>
            <w:tcW w:w="2963" w:type="dxa"/>
            <w:shd w:val="clear" w:color="auto" w:fill="CCC0D9" w:themeFill="accent4" w:themeFillTint="66"/>
          </w:tcPr>
          <w:p w:rsidR="00854907" w:rsidRDefault="00F00948" w:rsidP="00F00948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الفاعلون الأوليون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854907" w:rsidRDefault="00F00948" w:rsidP="00854907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رئيس فريق العمل </w:t>
            </w:r>
          </w:p>
        </w:tc>
      </w:tr>
      <w:tr w:rsidR="00854907" w:rsidTr="00F00948">
        <w:tc>
          <w:tcPr>
            <w:tcW w:w="2963" w:type="dxa"/>
            <w:shd w:val="clear" w:color="auto" w:fill="CCC0D9" w:themeFill="accent4" w:themeFillTint="66"/>
          </w:tcPr>
          <w:p w:rsidR="00854907" w:rsidRDefault="00F00948" w:rsidP="00854907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الشروط المسبقة 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F00948" w:rsidRPr="00F00948" w:rsidRDefault="00F00948" w:rsidP="00F00948">
            <w:pPr>
              <w:pStyle w:val="a"/>
              <w:rPr>
                <w:rtl/>
              </w:rPr>
            </w:pPr>
            <w:r w:rsidRPr="00F00948">
              <w:rPr>
                <w:rFonts w:hint="cs"/>
                <w:rtl/>
              </w:rPr>
              <w:t>المشروع معروف ومسجل لدى النظام.</w:t>
            </w:r>
          </w:p>
          <w:p w:rsidR="00F00948" w:rsidRPr="00F00948" w:rsidRDefault="00F00948" w:rsidP="00F00948">
            <w:pPr>
              <w:pStyle w:val="a"/>
            </w:pPr>
            <w:r w:rsidRPr="00F00948">
              <w:rPr>
                <w:rFonts w:hint="cs"/>
                <w:rtl/>
              </w:rPr>
              <w:t xml:space="preserve"> المشروع في طور التنفيذ.</w:t>
            </w:r>
          </w:p>
          <w:p w:rsidR="00F00948" w:rsidRPr="00F00948" w:rsidRDefault="00F00948" w:rsidP="00F00948">
            <w:pPr>
              <w:pStyle w:val="a"/>
              <w:rPr>
                <w:rtl/>
              </w:rPr>
            </w:pPr>
            <w:r w:rsidRPr="00F00948">
              <w:rPr>
                <w:rFonts w:hint="cs"/>
                <w:rtl/>
              </w:rPr>
              <w:t>رئيس فريق العمل مسجل في النظام.</w:t>
            </w:r>
          </w:p>
        </w:tc>
      </w:tr>
      <w:tr w:rsidR="00AF152E" w:rsidTr="00F00948">
        <w:tc>
          <w:tcPr>
            <w:tcW w:w="2963" w:type="dxa"/>
            <w:shd w:val="clear" w:color="auto" w:fill="CCC0D9" w:themeFill="accent4" w:themeFillTint="66"/>
          </w:tcPr>
          <w:p w:rsidR="00AF152E" w:rsidRDefault="00F00948" w:rsidP="00854907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ال</w:t>
            </w:r>
            <w:r w:rsidR="004250CD">
              <w:rPr>
                <w:rFonts w:hint="cs"/>
                <w:rtl/>
              </w:rPr>
              <w:t>ش</w:t>
            </w:r>
            <w:r>
              <w:rPr>
                <w:rFonts w:hint="cs"/>
                <w:rtl/>
              </w:rPr>
              <w:t>روط اللاحقة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AF152E" w:rsidRPr="00F00948" w:rsidRDefault="00F00948" w:rsidP="00F70BBE">
            <w:pPr>
              <w:pStyle w:val="a"/>
              <w:numPr>
                <w:ilvl w:val="0"/>
                <w:numId w:val="26"/>
              </w:numPr>
              <w:rPr>
                <w:rtl/>
              </w:rPr>
            </w:pPr>
            <w:r w:rsidRPr="00F00948">
              <w:rPr>
                <w:rFonts w:hint="cs"/>
                <w:rtl/>
              </w:rPr>
              <w:t>عملية المتابعة اكملت وسجلت لدى النظام.</w:t>
            </w:r>
          </w:p>
          <w:p w:rsidR="00F00948" w:rsidRPr="00F00948" w:rsidRDefault="00F00948" w:rsidP="00F00948">
            <w:pPr>
              <w:pStyle w:val="a"/>
              <w:rPr>
                <w:rtl/>
              </w:rPr>
            </w:pPr>
            <w:r w:rsidRPr="00F00948">
              <w:rPr>
                <w:rFonts w:hint="cs"/>
                <w:rtl/>
              </w:rPr>
              <w:t>تقرير المتابعة أرسل للوكيل العلمي.</w:t>
            </w:r>
          </w:p>
          <w:p w:rsidR="00F00948" w:rsidRDefault="00F00948" w:rsidP="00F00948">
            <w:pPr>
              <w:pStyle w:val="a"/>
              <w:rPr>
                <w:rtl/>
              </w:rPr>
            </w:pPr>
            <w:r w:rsidRPr="00F00948">
              <w:rPr>
                <w:rFonts w:hint="cs"/>
                <w:rtl/>
              </w:rPr>
              <w:t>انشغالية العاملين أسندت و</w:t>
            </w:r>
            <w:r w:rsidR="0015081C">
              <w:rPr>
                <w:rFonts w:hint="cs"/>
                <w:rtl/>
              </w:rPr>
              <w:t xml:space="preserve"> وتقرير الانشغالية </w:t>
            </w:r>
            <w:r w:rsidRPr="00F00948">
              <w:rPr>
                <w:rFonts w:hint="cs"/>
                <w:rtl/>
              </w:rPr>
              <w:t>تم رفعه.</w:t>
            </w:r>
          </w:p>
        </w:tc>
      </w:tr>
      <w:tr w:rsidR="00AF152E" w:rsidTr="00F00948">
        <w:tc>
          <w:tcPr>
            <w:tcW w:w="2963" w:type="dxa"/>
            <w:shd w:val="clear" w:color="auto" w:fill="CCC0D9" w:themeFill="accent4" w:themeFillTint="66"/>
          </w:tcPr>
          <w:p w:rsidR="00AF152E" w:rsidRDefault="00F00948" w:rsidP="00854907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الوصف 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AF152E" w:rsidRDefault="00F00948" w:rsidP="00854907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يقوم رئيس فريق العمل بمتابعة المشروع حيث يسند نسب الانشغالية للعاملين.ويسند نسب الانجاز في المراحل.</w:t>
            </w:r>
          </w:p>
        </w:tc>
      </w:tr>
    </w:tbl>
    <w:p w:rsidR="00854907" w:rsidRDefault="00854907" w:rsidP="00854907">
      <w:pPr>
        <w:pStyle w:val="a9"/>
        <w:rPr>
          <w:rtl/>
        </w:rPr>
      </w:pPr>
    </w:p>
    <w:p w:rsidR="0015081C" w:rsidRPr="0015081C" w:rsidRDefault="0015081C" w:rsidP="0015081C">
      <w:pPr>
        <w:pStyle w:val="af4"/>
        <w:rPr>
          <w:u w:val="single"/>
          <w:rtl/>
        </w:rPr>
      </w:pPr>
      <w:r w:rsidRPr="0015081C">
        <w:rPr>
          <w:rFonts w:hint="cs"/>
          <w:u w:val="single"/>
          <w:rtl/>
        </w:rPr>
        <w:t>سير الأحاث</w:t>
      </w:r>
    </w:p>
    <w:p w:rsidR="0015081C" w:rsidRDefault="0015081C" w:rsidP="0015081C">
      <w:pPr>
        <w:pStyle w:val="af4"/>
        <w:rPr>
          <w:lang w:val="en-US"/>
        </w:rPr>
      </w:pPr>
      <w:r>
        <w:rPr>
          <w:rFonts w:hint="cs"/>
          <w:rtl/>
        </w:rPr>
        <w:t xml:space="preserve">السيناريو الرئيسي الناجح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081C" w:rsidRPr="00AF152E" w:rsidTr="00703E3D">
        <w:tc>
          <w:tcPr>
            <w:tcW w:w="4675" w:type="dxa"/>
            <w:shd w:val="clear" w:color="auto" w:fill="B2A1C7" w:themeFill="accent4" w:themeFillTint="99"/>
          </w:tcPr>
          <w:p w:rsidR="0015081C" w:rsidRPr="00AF152E" w:rsidRDefault="0015081C" w:rsidP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shd w:val="clear" w:color="auto" w:fill="B2A1C7" w:themeFill="accent4" w:themeFillTint="99"/>
          </w:tcPr>
          <w:p w:rsidR="0015081C" w:rsidRPr="00AF152E" w:rsidRDefault="0015081C" w:rsidP="00703E3D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15081C" w:rsidTr="00CB0E93">
        <w:tc>
          <w:tcPr>
            <w:tcW w:w="4674" w:type="dxa"/>
            <w:shd w:val="clear" w:color="auto" w:fill="E5DFEC" w:themeFill="accent4" w:themeFillTint="33"/>
          </w:tcPr>
          <w:p w:rsidR="0015081C" w:rsidRDefault="0015081C" w:rsidP="00703E3D">
            <w:pPr>
              <w:pStyle w:val="a9"/>
              <w:rPr>
                <w:rtl/>
              </w:rPr>
            </w:pPr>
          </w:p>
        </w:tc>
        <w:tc>
          <w:tcPr>
            <w:tcW w:w="4676" w:type="dxa"/>
            <w:shd w:val="clear" w:color="auto" w:fill="E5DFEC" w:themeFill="accent4" w:themeFillTint="33"/>
          </w:tcPr>
          <w:p w:rsidR="0015081C" w:rsidRDefault="0015081C" w:rsidP="0015081C">
            <w:pPr>
              <w:pStyle w:val="a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يقوم رئيس فريق العمل ببدء عملية متابعة جديدة</w:t>
            </w:r>
          </w:p>
        </w:tc>
      </w:tr>
      <w:tr w:rsidR="0015081C" w:rsidRPr="00F00948" w:rsidTr="00CB0E93">
        <w:tc>
          <w:tcPr>
            <w:tcW w:w="4674" w:type="dxa"/>
            <w:shd w:val="clear" w:color="auto" w:fill="CCC0D9" w:themeFill="accent4" w:themeFillTint="66"/>
          </w:tcPr>
          <w:p w:rsidR="0015081C" w:rsidRDefault="0015081C" w:rsidP="0015081C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يرسل النظام قائمة بالمراحل التي هي قيد الانجاز.</w:t>
            </w:r>
          </w:p>
        </w:tc>
        <w:tc>
          <w:tcPr>
            <w:tcW w:w="4676" w:type="dxa"/>
            <w:shd w:val="clear" w:color="auto" w:fill="CCC0D9" w:themeFill="accent4" w:themeFillTint="66"/>
          </w:tcPr>
          <w:p w:rsidR="0015081C" w:rsidRPr="00F00948" w:rsidRDefault="00CB0E93" w:rsidP="0015081C">
            <w:pPr>
              <w:pStyle w:val="a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يقوم</w:t>
            </w:r>
            <w:r w:rsidR="0015081C">
              <w:rPr>
                <w:rFonts w:hint="cs"/>
                <w:rtl/>
              </w:rPr>
              <w:t xml:space="preserve"> رئيس فريق العمل</w:t>
            </w:r>
            <w:r>
              <w:rPr>
                <w:rFonts w:hint="cs"/>
                <w:rtl/>
              </w:rPr>
              <w:t xml:space="preserve"> من أجل كل </w:t>
            </w:r>
            <w:r w:rsidR="0015081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رحلة بإ</w:t>
            </w:r>
            <w:r w:rsidR="0015081C">
              <w:rPr>
                <w:rFonts w:hint="cs"/>
                <w:rtl/>
              </w:rPr>
              <w:t>دخ</w:t>
            </w:r>
            <w:r>
              <w:rPr>
                <w:rFonts w:hint="cs"/>
                <w:rtl/>
              </w:rPr>
              <w:t>ا</w:t>
            </w:r>
            <w:r w:rsidR="0015081C">
              <w:rPr>
                <w:rFonts w:hint="cs"/>
                <w:rtl/>
              </w:rPr>
              <w:t>ل معلومات المتابعة ( نسبة الانجاز , الملاحظات , وضع المرحلة)</w:t>
            </w:r>
            <w:r>
              <w:rPr>
                <w:rFonts w:hint="cs"/>
                <w:rtl/>
              </w:rPr>
              <w:t>.</w:t>
            </w:r>
          </w:p>
        </w:tc>
      </w:tr>
      <w:tr w:rsidR="0015081C" w:rsidTr="00CB0E93">
        <w:tc>
          <w:tcPr>
            <w:tcW w:w="4674" w:type="dxa"/>
            <w:shd w:val="clear" w:color="auto" w:fill="E5DFEC" w:themeFill="accent4" w:themeFillTint="33"/>
          </w:tcPr>
          <w:p w:rsidR="0015081C" w:rsidRDefault="0015081C" w:rsidP="00703E3D">
            <w:pPr>
              <w:pStyle w:val="a9"/>
              <w:rPr>
                <w:rtl/>
              </w:rPr>
            </w:pPr>
          </w:p>
        </w:tc>
        <w:tc>
          <w:tcPr>
            <w:tcW w:w="4676" w:type="dxa"/>
            <w:shd w:val="clear" w:color="auto" w:fill="E5DFEC" w:themeFill="accent4" w:themeFillTint="33"/>
          </w:tcPr>
          <w:p w:rsidR="0015081C" w:rsidRDefault="0015081C" w:rsidP="00CB0E93">
            <w:pPr>
              <w:pStyle w:val="a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</w:t>
            </w:r>
            <w:r w:rsidR="00CB0E93">
              <w:rPr>
                <w:rFonts w:hint="cs"/>
                <w:rtl/>
              </w:rPr>
              <w:t>يطلب تأكيد</w:t>
            </w:r>
            <w:r>
              <w:rPr>
                <w:rFonts w:hint="cs"/>
                <w:rtl/>
              </w:rPr>
              <w:t xml:space="preserve"> </w:t>
            </w:r>
            <w:r w:rsidR="00CB0E93">
              <w:rPr>
                <w:rFonts w:hint="cs"/>
                <w:rtl/>
              </w:rPr>
              <w:t>معلومات متابعة المراحل.</w:t>
            </w:r>
          </w:p>
        </w:tc>
      </w:tr>
      <w:tr w:rsidR="0015081C" w:rsidTr="00CB0E93">
        <w:tc>
          <w:tcPr>
            <w:tcW w:w="4674" w:type="dxa"/>
            <w:shd w:val="clear" w:color="auto" w:fill="CCC0D9" w:themeFill="accent4" w:themeFillTint="66"/>
          </w:tcPr>
          <w:p w:rsidR="00CB0E93" w:rsidRDefault="0015081C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يسج</w:t>
            </w:r>
            <w:r w:rsidR="00CB0E93">
              <w:rPr>
                <w:rFonts w:hint="cs"/>
                <w:rtl/>
              </w:rPr>
              <w:t>ل النظام معلومات متابعة المراحل.</w:t>
            </w:r>
          </w:p>
        </w:tc>
        <w:tc>
          <w:tcPr>
            <w:tcW w:w="4676" w:type="dxa"/>
            <w:shd w:val="clear" w:color="auto" w:fill="CCC0D9" w:themeFill="accent4" w:themeFillTint="66"/>
          </w:tcPr>
          <w:p w:rsidR="0015081C" w:rsidRDefault="0015081C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.</w:t>
            </w:r>
          </w:p>
        </w:tc>
      </w:tr>
      <w:tr w:rsidR="00CB0E93" w:rsidTr="00CB0E93">
        <w:tc>
          <w:tcPr>
            <w:tcW w:w="4674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يرسل النظام قائمة بالمشاركين في المشروع.</w:t>
            </w:r>
          </w:p>
        </w:tc>
        <w:tc>
          <w:tcPr>
            <w:tcW w:w="4676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يختار رئيس فريق العمل المشاركين في هذه المتابعة ويدخل لكل منهم نسبة الانشغالية الخاصة به.</w:t>
            </w:r>
          </w:p>
        </w:tc>
      </w:tr>
      <w:tr w:rsidR="00CB0E93" w:rsidTr="00CB0E93">
        <w:tc>
          <w:tcPr>
            <w:tcW w:w="4674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6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يطلب تأكيد معلومات متابعة المشاركين.</w:t>
            </w:r>
          </w:p>
        </w:tc>
      </w:tr>
      <w:tr w:rsidR="00CB0E93" w:rsidTr="00CB0E93">
        <w:tc>
          <w:tcPr>
            <w:tcW w:w="4674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يسجل معلومات المشاركين</w:t>
            </w:r>
          </w:p>
        </w:tc>
        <w:tc>
          <w:tcPr>
            <w:tcW w:w="4676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ind w:left="720"/>
              <w:rPr>
                <w:rtl/>
              </w:rPr>
            </w:pPr>
          </w:p>
        </w:tc>
      </w:tr>
      <w:tr w:rsidR="00CB0E93" w:rsidTr="00CB0E93">
        <w:tc>
          <w:tcPr>
            <w:tcW w:w="4674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rPr>
                <w:rtl/>
              </w:rPr>
            </w:pPr>
          </w:p>
        </w:tc>
        <w:tc>
          <w:tcPr>
            <w:tcW w:w="4676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يطلب تأكيد عملية المتابعة</w:t>
            </w:r>
          </w:p>
        </w:tc>
      </w:tr>
      <w:tr w:rsidR="00CB0E93" w:rsidTr="00CB0E93">
        <w:tc>
          <w:tcPr>
            <w:tcW w:w="4674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 w:rsidRPr="00CB0E93">
              <w:rPr>
                <w:rFonts w:hint="cs"/>
                <w:shd w:val="clear" w:color="auto" w:fill="E5DFEC" w:themeFill="accent4" w:themeFillTint="33"/>
                <w:rtl/>
              </w:rPr>
              <w:t>يسجل عملية المتابعة , ويرسل</w:t>
            </w:r>
            <w:r>
              <w:rPr>
                <w:rFonts w:hint="cs"/>
                <w:rtl/>
              </w:rPr>
              <w:t xml:space="preserve"> تقرير المتابعة إلى الوكيل العلمي</w:t>
            </w:r>
          </w:p>
        </w:tc>
        <w:tc>
          <w:tcPr>
            <w:tcW w:w="4676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ind w:left="720"/>
              <w:rPr>
                <w:rtl/>
              </w:rPr>
            </w:pPr>
          </w:p>
        </w:tc>
      </w:tr>
      <w:tr w:rsidR="00CB0E93" w:rsidTr="00CB0E93">
        <w:tc>
          <w:tcPr>
            <w:tcW w:w="4674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يرسل تقرير الانشغالية للمشاركين.</w:t>
            </w:r>
          </w:p>
        </w:tc>
        <w:tc>
          <w:tcPr>
            <w:tcW w:w="4676" w:type="dxa"/>
            <w:shd w:val="clear" w:color="auto" w:fill="CCC0D9" w:themeFill="accent4" w:themeFillTint="66"/>
          </w:tcPr>
          <w:p w:rsidR="00CB0E93" w:rsidRDefault="00CB0E93" w:rsidP="00CB0E93">
            <w:pPr>
              <w:pStyle w:val="a9"/>
              <w:ind w:left="720"/>
              <w:rPr>
                <w:rtl/>
              </w:rPr>
            </w:pPr>
          </w:p>
        </w:tc>
      </w:tr>
      <w:tr w:rsidR="00CB0E93" w:rsidTr="00CB0E93">
        <w:tc>
          <w:tcPr>
            <w:tcW w:w="4674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numPr>
                <w:ilvl w:val="0"/>
                <w:numId w:val="22"/>
              </w:numPr>
              <w:rPr>
                <w:rtl/>
              </w:rPr>
            </w:pPr>
            <w:r>
              <w:rPr>
                <w:rFonts w:hint="cs"/>
                <w:rtl/>
              </w:rPr>
              <w:t>يعلم رئيس فريق العمل بنجاح العملية.</w:t>
            </w:r>
          </w:p>
        </w:tc>
        <w:tc>
          <w:tcPr>
            <w:tcW w:w="4676" w:type="dxa"/>
            <w:shd w:val="clear" w:color="auto" w:fill="E5DFEC" w:themeFill="accent4" w:themeFillTint="33"/>
          </w:tcPr>
          <w:p w:rsidR="00CB0E93" w:rsidRDefault="00CB0E93" w:rsidP="00CB0E93">
            <w:pPr>
              <w:pStyle w:val="a9"/>
              <w:ind w:left="360"/>
              <w:rPr>
                <w:rtl/>
              </w:rPr>
            </w:pPr>
          </w:p>
        </w:tc>
      </w:tr>
    </w:tbl>
    <w:p w:rsidR="0015081C" w:rsidRDefault="0015081C" w:rsidP="0015081C">
      <w:pPr>
        <w:pStyle w:val="a9"/>
        <w:rPr>
          <w:rtl/>
          <w:lang w:val="en-US"/>
        </w:rPr>
      </w:pPr>
    </w:p>
    <w:p w:rsidR="00CB0E93" w:rsidRDefault="00CB0E93" w:rsidP="00CB0E93">
      <w:pPr>
        <w:pStyle w:val="af4"/>
        <w:rPr>
          <w:rtl/>
        </w:rPr>
      </w:pPr>
      <w:r>
        <w:rPr>
          <w:rFonts w:hint="cs"/>
          <w:rtl/>
        </w:rPr>
        <w:t>المسارات البديلة</w:t>
      </w:r>
    </w:p>
    <w:p w:rsidR="00CB0E93" w:rsidRDefault="00CB0E93" w:rsidP="004250CD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Fonts w:hint="cs"/>
          <w:rtl/>
          <w:lang w:val="en-US"/>
        </w:rPr>
        <w:t xml:space="preserve">: في المرحلة رقم </w:t>
      </w:r>
      <w:r w:rsidR="004250CD">
        <w:rPr>
          <w:rFonts w:hint="cs"/>
          <w:rtl/>
          <w:lang w:val="en-US"/>
        </w:rPr>
        <w:t xml:space="preserve">5 إذا كانت معلومات المرحلة غير صحيحة, يطلب النظام من رئيس فريق العمل إعادة إدخال المعلومة ويتابع من المرحلة رقم 4. </w:t>
      </w:r>
    </w:p>
    <w:p w:rsidR="004250CD" w:rsidRDefault="004250CD" w:rsidP="004250CD">
      <w:pPr>
        <w:pStyle w:val="a9"/>
        <w:rPr>
          <w:rtl/>
          <w:lang w:val="en-US"/>
        </w:rPr>
      </w:pPr>
      <w:r>
        <w:rPr>
          <w:lang w:val="en-US"/>
        </w:rPr>
        <w:t>A2</w:t>
      </w:r>
      <w:r>
        <w:rPr>
          <w:rFonts w:hint="cs"/>
          <w:rtl/>
          <w:lang w:val="en-US"/>
        </w:rPr>
        <w:t>: في المرحلة رقم 9 إذا كانت نسبة انشغالية العامل لا تتوافق مع نسبة تفرغه للعمل يطلب النظام من رئيس فريق العمل إعادة الإددخال ويتابع من المرحلة رقم 8</w:t>
      </w:r>
    </w:p>
    <w:p w:rsidR="004250CD" w:rsidRDefault="004250CD" w:rsidP="004250CD">
      <w:pPr>
        <w:pStyle w:val="a9"/>
        <w:rPr>
          <w:rtl/>
          <w:lang w:val="en-US"/>
        </w:rPr>
      </w:pPr>
      <w:r>
        <w:rPr>
          <w:lang w:val="en-US"/>
        </w:rPr>
        <w:t>A2</w:t>
      </w:r>
      <w:r>
        <w:rPr>
          <w:rFonts w:hint="cs"/>
          <w:rtl/>
          <w:lang w:val="en-US"/>
        </w:rPr>
        <w:t>: في المرحلة رقم 10 إذا أراد رئيس فريق العمل إرفاق مستندات, يقوم رئيس فريق العمل بإرفاق المستندات المطلوبة ويتابع من المرحلة رقم 10.</w:t>
      </w:r>
    </w:p>
    <w:p w:rsidR="004250CD" w:rsidRDefault="004250CD" w:rsidP="004250CD">
      <w:pPr>
        <w:pStyle w:val="af4"/>
        <w:rPr>
          <w:rtl/>
        </w:rPr>
      </w:pPr>
      <w:r>
        <w:rPr>
          <w:rFonts w:hint="cs"/>
          <w:rtl/>
        </w:rPr>
        <w:t>المسارات الخاطئة</w:t>
      </w:r>
    </w:p>
    <w:p w:rsidR="004250CD" w:rsidRDefault="004250CD" w:rsidP="004250CD">
      <w:pPr>
        <w:pStyle w:val="a9"/>
        <w:rPr>
          <w:rtl/>
        </w:rPr>
      </w:pPr>
      <w:r>
        <w:rPr>
          <w:rFonts w:hint="cs"/>
          <w:rtl/>
        </w:rPr>
        <w:t>لايوجد.</w:t>
      </w:r>
    </w:p>
    <w:p w:rsidR="004250CD" w:rsidRDefault="004250CD" w:rsidP="004250CD">
      <w:pPr>
        <w:pStyle w:val="a9"/>
        <w:rPr>
          <w:rtl/>
        </w:rPr>
      </w:pPr>
    </w:p>
    <w:p w:rsidR="004250CD" w:rsidRDefault="004250CD" w:rsidP="004250CD">
      <w:pPr>
        <w:pStyle w:val="a9"/>
        <w:rPr>
          <w:rtl/>
        </w:rPr>
      </w:pPr>
    </w:p>
    <w:p w:rsidR="004250CD" w:rsidRDefault="004250CD" w:rsidP="004250CD">
      <w:pPr>
        <w:pStyle w:val="a9"/>
        <w:rPr>
          <w:rtl/>
        </w:rPr>
      </w:pPr>
    </w:p>
    <w:p w:rsidR="004250CD" w:rsidRPr="004250CD" w:rsidRDefault="004250CD" w:rsidP="004250CD">
      <w:pPr>
        <w:pStyle w:val="a9"/>
        <w:rPr>
          <w:rtl/>
        </w:rPr>
      </w:pPr>
    </w:p>
    <w:p w:rsidR="00DA7360" w:rsidRDefault="000669BC" w:rsidP="00DA7360">
      <w:pPr>
        <w:pStyle w:val="4"/>
        <w:rPr>
          <w:rtl/>
        </w:rPr>
      </w:pPr>
      <w:r w:rsidRPr="000669BC">
        <w:rPr>
          <w:rFonts w:hint="cs"/>
          <w:rtl/>
        </w:rPr>
        <w:lastRenderedPageBreak/>
        <w:t xml:space="preserve">حالة الاستخدام </w:t>
      </w:r>
      <w:r w:rsidR="00DA7360">
        <w:rPr>
          <w:rFonts w:hint="cs"/>
          <w:rtl/>
        </w:rPr>
        <w:t>تخطيط مشروع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4250CD" w:rsidTr="00703E3D">
        <w:tc>
          <w:tcPr>
            <w:tcW w:w="9350" w:type="dxa"/>
            <w:gridSpan w:val="2"/>
            <w:shd w:val="clear" w:color="auto" w:fill="B2A1C7" w:themeFill="accent4" w:themeFillTint="99"/>
          </w:tcPr>
          <w:p w:rsidR="004250CD" w:rsidRPr="00AF152E" w:rsidRDefault="004250CD" w:rsidP="004250C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 w:rsidRPr="00AF152E">
              <w:rPr>
                <w:rFonts w:hint="cs"/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تخطيط</w:t>
            </w:r>
            <w:r w:rsidRPr="00AF152E">
              <w:rPr>
                <w:rFonts w:hint="cs"/>
                <w:sz w:val="28"/>
                <w:szCs w:val="28"/>
                <w:rtl/>
              </w:rPr>
              <w:t xml:space="preserve"> مشروع</w:t>
            </w:r>
          </w:p>
        </w:tc>
      </w:tr>
      <w:tr w:rsidR="004250CD" w:rsidTr="00703E3D">
        <w:tc>
          <w:tcPr>
            <w:tcW w:w="2963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الفاعلون الأوليون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4250CD" w:rsidRDefault="004250CD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رئيس فريق العمل </w:t>
            </w:r>
          </w:p>
        </w:tc>
      </w:tr>
      <w:tr w:rsidR="004250CD" w:rsidTr="00703E3D">
        <w:tc>
          <w:tcPr>
            <w:tcW w:w="2963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الشروط المسبقة 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4250CD" w:rsidRPr="00F00948" w:rsidRDefault="004250CD" w:rsidP="00B07C15">
            <w:pPr>
              <w:pStyle w:val="a"/>
              <w:numPr>
                <w:ilvl w:val="0"/>
                <w:numId w:val="37"/>
              </w:numPr>
              <w:rPr>
                <w:rtl/>
              </w:rPr>
            </w:pPr>
            <w:r w:rsidRPr="00F00948">
              <w:rPr>
                <w:rFonts w:hint="cs"/>
                <w:rtl/>
              </w:rPr>
              <w:t>المشروع معروف ومسجل لدى النظام.</w:t>
            </w:r>
          </w:p>
          <w:p w:rsidR="004250CD" w:rsidRPr="00F00948" w:rsidRDefault="004250CD" w:rsidP="004250CD">
            <w:pPr>
              <w:pStyle w:val="a"/>
            </w:pPr>
            <w:r w:rsidRPr="00F00948">
              <w:rPr>
                <w:rFonts w:hint="cs"/>
                <w:rtl/>
              </w:rPr>
              <w:t xml:space="preserve"> المشروع في طور </w:t>
            </w:r>
            <w:r>
              <w:rPr>
                <w:rFonts w:hint="cs"/>
                <w:rtl/>
              </w:rPr>
              <w:t>التخطيط</w:t>
            </w:r>
            <w:r w:rsidRPr="00F00948">
              <w:rPr>
                <w:rFonts w:hint="cs"/>
                <w:rtl/>
              </w:rPr>
              <w:t>.</w:t>
            </w:r>
          </w:p>
          <w:p w:rsidR="00B07C15" w:rsidRPr="00F00948" w:rsidRDefault="004250CD" w:rsidP="00B07C15">
            <w:pPr>
              <w:pStyle w:val="a"/>
              <w:rPr>
                <w:rtl/>
              </w:rPr>
            </w:pPr>
            <w:r w:rsidRPr="00F00948">
              <w:rPr>
                <w:rFonts w:hint="cs"/>
                <w:rtl/>
              </w:rPr>
              <w:t>رئيس فريق العمل مسجل في النظام.</w:t>
            </w:r>
          </w:p>
        </w:tc>
      </w:tr>
      <w:tr w:rsidR="004250CD" w:rsidTr="00703E3D">
        <w:tc>
          <w:tcPr>
            <w:tcW w:w="2963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الشروط اللاحقة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4250CD" w:rsidRPr="00F00948" w:rsidRDefault="004250CD" w:rsidP="00B07C15">
            <w:pPr>
              <w:pStyle w:val="a"/>
              <w:numPr>
                <w:ilvl w:val="0"/>
                <w:numId w:val="36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مراحل المشروع </w:t>
            </w:r>
            <w:r w:rsidRPr="00F00948">
              <w:rPr>
                <w:rFonts w:hint="cs"/>
                <w:rtl/>
              </w:rPr>
              <w:t>سجلت لدى النظام.</w:t>
            </w:r>
          </w:p>
          <w:p w:rsidR="004250CD" w:rsidRPr="00F00948" w:rsidRDefault="004250CD" w:rsidP="00703E3D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>المشاركون في المشروع سجلوا لدى النظام</w:t>
            </w:r>
            <w:r w:rsidRPr="00F00948">
              <w:rPr>
                <w:rFonts w:hint="cs"/>
                <w:rtl/>
              </w:rPr>
              <w:t>.</w:t>
            </w:r>
          </w:p>
          <w:p w:rsidR="004250CD" w:rsidRDefault="004250CD" w:rsidP="004250CD">
            <w:pPr>
              <w:pStyle w:val="a"/>
            </w:pPr>
            <w:r>
              <w:rPr>
                <w:rFonts w:hint="cs"/>
                <w:rtl/>
              </w:rPr>
              <w:t>تفرغ العاملين للمشروع سجل لدى النظام.</w:t>
            </w:r>
          </w:p>
          <w:p w:rsidR="00B07C15" w:rsidRDefault="00B07C15" w:rsidP="004250CD">
            <w:pPr>
              <w:pStyle w:val="a"/>
              <w:rPr>
                <w:rtl/>
              </w:rPr>
            </w:pPr>
            <w:r>
              <w:rPr>
                <w:rFonts w:hint="cs"/>
                <w:rtl/>
              </w:rPr>
              <w:t>المشروع يصبح في حالة التنفيذ.</w:t>
            </w:r>
          </w:p>
        </w:tc>
      </w:tr>
      <w:tr w:rsidR="004250CD" w:rsidTr="00703E3D">
        <w:tc>
          <w:tcPr>
            <w:tcW w:w="2963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الوصف </w:t>
            </w:r>
          </w:p>
        </w:tc>
        <w:tc>
          <w:tcPr>
            <w:tcW w:w="6387" w:type="dxa"/>
            <w:shd w:val="clear" w:color="auto" w:fill="E5DFEC" w:themeFill="accent4" w:themeFillTint="33"/>
          </w:tcPr>
          <w:p w:rsidR="004250CD" w:rsidRDefault="004250CD" w:rsidP="004250C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>يقوم رئيس فريق العمل بإضافة مراحل المشروع والمشاركين بالمشروع.</w:t>
            </w:r>
          </w:p>
        </w:tc>
      </w:tr>
    </w:tbl>
    <w:p w:rsidR="004250CD" w:rsidRDefault="004250CD" w:rsidP="004250CD">
      <w:pPr>
        <w:pStyle w:val="a9"/>
        <w:rPr>
          <w:rtl/>
        </w:rPr>
      </w:pPr>
    </w:p>
    <w:p w:rsidR="00B07C15" w:rsidRPr="00723AC6" w:rsidRDefault="004250CD" w:rsidP="00723AC6">
      <w:pPr>
        <w:pStyle w:val="af4"/>
        <w:rPr>
          <w:u w:val="single"/>
          <w:rtl/>
        </w:rPr>
      </w:pPr>
      <w:r w:rsidRPr="0015081C">
        <w:rPr>
          <w:rFonts w:hint="cs"/>
          <w:u w:val="single"/>
          <w:rtl/>
        </w:rPr>
        <w:t>سير الأحاث</w:t>
      </w:r>
    </w:p>
    <w:p w:rsidR="004250CD" w:rsidRDefault="004250CD" w:rsidP="004250CD">
      <w:pPr>
        <w:pStyle w:val="af4"/>
        <w:rPr>
          <w:lang w:val="en-US"/>
        </w:rPr>
      </w:pPr>
      <w:r>
        <w:rPr>
          <w:rFonts w:hint="cs"/>
          <w:rtl/>
        </w:rPr>
        <w:t xml:space="preserve">السيناريو الرئيسي الناجح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250CD" w:rsidRPr="00AF152E" w:rsidTr="00703E3D">
        <w:tc>
          <w:tcPr>
            <w:tcW w:w="4675" w:type="dxa"/>
            <w:shd w:val="clear" w:color="auto" w:fill="B2A1C7" w:themeFill="accent4" w:themeFillTint="99"/>
          </w:tcPr>
          <w:p w:rsidR="004250CD" w:rsidRPr="00AF152E" w:rsidRDefault="004250CD" w:rsidP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shd w:val="clear" w:color="auto" w:fill="B2A1C7" w:themeFill="accent4" w:themeFillTint="99"/>
          </w:tcPr>
          <w:p w:rsidR="004250CD" w:rsidRPr="00AF152E" w:rsidRDefault="004250CD" w:rsidP="00703E3D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031DFB">
            <w:pPr>
              <w:pStyle w:val="a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يقوم رئيس فريق العمل ببدء عملية </w:t>
            </w:r>
            <w:r w:rsidR="00031DFB">
              <w:rPr>
                <w:rFonts w:hint="cs"/>
                <w:rtl/>
              </w:rPr>
              <w:t>تخطيط للمشروع</w:t>
            </w:r>
          </w:p>
        </w:tc>
      </w:tr>
      <w:tr w:rsidR="004250CD" w:rsidRPr="00F00948" w:rsidTr="00031DFB">
        <w:tc>
          <w:tcPr>
            <w:tcW w:w="4675" w:type="dxa"/>
            <w:shd w:val="clear" w:color="auto" w:fill="CCC0D9" w:themeFill="accent4" w:themeFillTint="66"/>
          </w:tcPr>
          <w:p w:rsidR="004250CD" w:rsidRDefault="004250CD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ير</w:t>
            </w:r>
            <w:r w:rsidR="00031DFB">
              <w:rPr>
                <w:rFonts w:hint="cs"/>
                <w:rtl/>
              </w:rPr>
              <w:t xml:space="preserve">سل </w:t>
            </w:r>
            <w:r>
              <w:rPr>
                <w:rFonts w:hint="cs"/>
                <w:rtl/>
              </w:rPr>
              <w:t>النظام</w:t>
            </w:r>
            <w:r w:rsidR="00031DFB">
              <w:rPr>
                <w:rFonts w:hint="cs"/>
                <w:rtl/>
              </w:rPr>
              <w:t xml:space="preserve"> معلومات المشروع وتوصيفه وعدد العمال المطلوب له.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4250CD" w:rsidRPr="00F00948" w:rsidRDefault="00031DFB" w:rsidP="00031DFB">
            <w:pPr>
              <w:pStyle w:val="a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يبدأ رئيس فريق العمل عملية إضافة المراحل</w:t>
            </w: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031DFB" w:rsidP="00031DFB">
            <w:pPr>
              <w:pStyle w:val="a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يضيف رئيس فريق العمل من أجل كل مرحلة جديدة بإدخال معلوماتها حيث يحدد تاريخ بدئها ووزنها ومدة تنفيذها</w:t>
            </w:r>
          </w:p>
        </w:tc>
      </w:tr>
      <w:tr w:rsidR="004250CD" w:rsidTr="00031DFB">
        <w:tc>
          <w:tcPr>
            <w:tcW w:w="4675" w:type="dxa"/>
            <w:shd w:val="clear" w:color="auto" w:fill="CCC0D9" w:themeFill="accent4" w:themeFillTint="66"/>
          </w:tcPr>
          <w:p w:rsidR="004250CD" w:rsidRDefault="004250CD" w:rsidP="00031DFB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CCC0D9" w:themeFill="accent4" w:themeFillTint="66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يطلب رئيس فريق العمل تأكيد عملية إضافة المراحل</w:t>
            </w:r>
            <w:r w:rsidR="004250CD">
              <w:rPr>
                <w:rFonts w:hint="cs"/>
                <w:rtl/>
              </w:rPr>
              <w:t>.</w:t>
            </w: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يسجل النظام مراحل المشروع.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031DFB">
            <w:pPr>
              <w:pStyle w:val="a9"/>
              <w:ind w:left="720"/>
              <w:rPr>
                <w:rtl/>
              </w:rPr>
            </w:pPr>
          </w:p>
        </w:tc>
      </w:tr>
      <w:tr w:rsidR="004250CD" w:rsidTr="00031DFB">
        <w:tc>
          <w:tcPr>
            <w:tcW w:w="4675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5" w:type="dxa"/>
            <w:shd w:val="clear" w:color="auto" w:fill="CCC0D9" w:themeFill="accent4" w:themeFillTint="66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يبدأ رئيس فريق العمل عملية إضافة المشاركين.</w:t>
            </w: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يرسل النظام قائمة بالموظفين المتاحين.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703E3D">
            <w:pPr>
              <w:pStyle w:val="a9"/>
              <w:ind w:left="720"/>
              <w:rPr>
                <w:rtl/>
              </w:rPr>
            </w:pPr>
          </w:p>
        </w:tc>
      </w:tr>
      <w:tr w:rsidR="004250CD" w:rsidTr="00031DFB">
        <w:tc>
          <w:tcPr>
            <w:tcW w:w="4675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CCC0D9" w:themeFill="accent4" w:themeFillTint="66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يختار رئيس فريق العمل المشاركين ويسند لكل منهم نسبة تفرغ.</w:t>
            </w: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031DFB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يطلب تأكيد عملية إضافة المشاركين.</w:t>
            </w:r>
          </w:p>
        </w:tc>
      </w:tr>
      <w:tr w:rsidR="004250CD" w:rsidTr="00031DFB">
        <w:tc>
          <w:tcPr>
            <w:tcW w:w="4675" w:type="dxa"/>
            <w:shd w:val="clear" w:color="auto" w:fill="CCC0D9" w:themeFill="accent4" w:themeFillTint="66"/>
          </w:tcPr>
          <w:p w:rsidR="004250CD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يسجل المشاركين في المشروع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4250CD" w:rsidRDefault="004250CD" w:rsidP="00703E3D">
            <w:pPr>
              <w:pStyle w:val="a9"/>
              <w:ind w:left="720"/>
              <w:rPr>
                <w:rtl/>
              </w:rPr>
            </w:pPr>
          </w:p>
        </w:tc>
      </w:tr>
      <w:tr w:rsidR="00031DFB" w:rsidTr="00031DFB">
        <w:tc>
          <w:tcPr>
            <w:tcW w:w="4675" w:type="dxa"/>
            <w:shd w:val="clear" w:color="auto" w:fill="E5DFEC" w:themeFill="accent4" w:themeFillTint="33"/>
          </w:tcPr>
          <w:p w:rsidR="00031DFB" w:rsidRDefault="00031DFB" w:rsidP="00031DFB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031DFB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يطلب إنهاء عملية التخطيط.</w:t>
            </w:r>
          </w:p>
        </w:tc>
      </w:tr>
      <w:tr w:rsidR="00031DFB" w:rsidTr="00031DFB">
        <w:tc>
          <w:tcPr>
            <w:tcW w:w="4675" w:type="dxa"/>
            <w:shd w:val="clear" w:color="auto" w:fill="CCC0D9" w:themeFill="accent4" w:themeFillTint="66"/>
          </w:tcPr>
          <w:p w:rsidR="00031DFB" w:rsidRDefault="00031DFB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يعلم كل مشارك باختياره ضمن المشروع.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031DFB" w:rsidRDefault="00031DFB" w:rsidP="00031DFB">
            <w:pPr>
              <w:pStyle w:val="a9"/>
              <w:ind w:left="360"/>
              <w:rPr>
                <w:rtl/>
              </w:rPr>
            </w:pPr>
          </w:p>
        </w:tc>
      </w:tr>
      <w:tr w:rsidR="004250CD" w:rsidTr="00031DFB"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031DFB">
            <w:pPr>
              <w:pStyle w:val="a9"/>
              <w:numPr>
                <w:ilvl w:val="0"/>
                <w:numId w:val="23"/>
              </w:numPr>
              <w:rPr>
                <w:rtl/>
              </w:rPr>
            </w:pPr>
            <w:r>
              <w:rPr>
                <w:rFonts w:hint="cs"/>
                <w:rtl/>
              </w:rPr>
              <w:t>يعلم رئيس فريق العمل بنجاح العملية.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4250CD" w:rsidRDefault="004250CD" w:rsidP="00703E3D">
            <w:pPr>
              <w:pStyle w:val="a9"/>
              <w:ind w:left="360"/>
              <w:rPr>
                <w:rtl/>
              </w:rPr>
            </w:pPr>
          </w:p>
        </w:tc>
      </w:tr>
    </w:tbl>
    <w:p w:rsidR="004250CD" w:rsidRDefault="004250CD" w:rsidP="004250CD">
      <w:pPr>
        <w:pStyle w:val="a9"/>
        <w:rPr>
          <w:rtl/>
          <w:lang w:val="en-US"/>
        </w:rPr>
      </w:pPr>
    </w:p>
    <w:p w:rsidR="004250CD" w:rsidRDefault="004250CD" w:rsidP="004250CD">
      <w:pPr>
        <w:pStyle w:val="af4"/>
        <w:rPr>
          <w:rtl/>
        </w:rPr>
      </w:pPr>
      <w:r>
        <w:rPr>
          <w:rFonts w:hint="cs"/>
          <w:rtl/>
        </w:rPr>
        <w:t>المسارات البديلة</w:t>
      </w:r>
    </w:p>
    <w:p w:rsidR="004250CD" w:rsidRDefault="004250CD" w:rsidP="00031DFB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Fonts w:hint="cs"/>
          <w:rtl/>
          <w:lang w:val="en-US"/>
        </w:rPr>
        <w:t xml:space="preserve">: في المرحلة رقم 5 إذا كانت معلومات </w:t>
      </w:r>
      <w:r w:rsidR="00031DFB">
        <w:rPr>
          <w:rFonts w:hint="cs"/>
          <w:rtl/>
          <w:lang w:val="en-US"/>
        </w:rPr>
        <w:t>أوزان المراحل غير متوافقة</w:t>
      </w:r>
      <w:r>
        <w:rPr>
          <w:rFonts w:hint="cs"/>
          <w:rtl/>
          <w:lang w:val="en-US"/>
        </w:rPr>
        <w:t xml:space="preserve">, يطلب النظام من رئيس فريق العمل إعادة إدخال المعلومة ويتابع من المرحلة رقم 4. </w:t>
      </w:r>
    </w:p>
    <w:p w:rsidR="004250CD" w:rsidRDefault="004250CD" w:rsidP="00031DFB">
      <w:pPr>
        <w:pStyle w:val="a9"/>
        <w:rPr>
          <w:rtl/>
          <w:lang w:val="en-US"/>
        </w:rPr>
      </w:pPr>
      <w:r>
        <w:rPr>
          <w:lang w:val="en-US"/>
        </w:rPr>
        <w:t>A2</w:t>
      </w:r>
      <w:r>
        <w:rPr>
          <w:rFonts w:hint="cs"/>
          <w:rtl/>
          <w:lang w:val="en-US"/>
        </w:rPr>
        <w:t xml:space="preserve">: في المرحلة رقم 9 إذا كانت نسبة </w:t>
      </w:r>
      <w:r w:rsidR="00031DFB">
        <w:rPr>
          <w:rFonts w:hint="cs"/>
          <w:rtl/>
          <w:lang w:val="en-US"/>
        </w:rPr>
        <w:t>التفرغ</w:t>
      </w:r>
      <w:r>
        <w:rPr>
          <w:rFonts w:hint="cs"/>
          <w:rtl/>
          <w:lang w:val="en-US"/>
        </w:rPr>
        <w:t xml:space="preserve"> العامل لا تتوافق مع نسبة تفرغه </w:t>
      </w:r>
      <w:r w:rsidR="00031DFB">
        <w:rPr>
          <w:rFonts w:hint="cs"/>
          <w:rtl/>
          <w:lang w:val="en-US"/>
        </w:rPr>
        <w:t xml:space="preserve">العظمى </w:t>
      </w:r>
      <w:r>
        <w:rPr>
          <w:rFonts w:hint="cs"/>
          <w:rtl/>
          <w:lang w:val="en-US"/>
        </w:rPr>
        <w:t xml:space="preserve">للعمل يطلب النظام من </w:t>
      </w:r>
      <w:r w:rsidR="00031DFB">
        <w:rPr>
          <w:rFonts w:hint="cs"/>
          <w:rtl/>
          <w:lang w:val="en-US"/>
        </w:rPr>
        <w:t>رئيس فريق العمل إعادة الإ</w:t>
      </w:r>
      <w:r>
        <w:rPr>
          <w:rFonts w:hint="cs"/>
          <w:rtl/>
          <w:lang w:val="en-US"/>
        </w:rPr>
        <w:t>دخال ويتابع من المرحلة رقم 8</w:t>
      </w:r>
    </w:p>
    <w:p w:rsidR="004250CD" w:rsidRDefault="004250CD" w:rsidP="004250CD">
      <w:pPr>
        <w:pStyle w:val="a9"/>
        <w:rPr>
          <w:rtl/>
          <w:lang w:val="en-US"/>
        </w:rPr>
      </w:pPr>
      <w:r>
        <w:rPr>
          <w:lang w:val="en-US"/>
        </w:rPr>
        <w:t>A2</w:t>
      </w:r>
      <w:r>
        <w:rPr>
          <w:rFonts w:hint="cs"/>
          <w:rtl/>
          <w:lang w:val="en-US"/>
        </w:rPr>
        <w:t>: في المرحلة رقم 10 إذا أراد رئيس فريق العمل إرفاق مستندات, يقوم رئيس فريق العمل بإرفاق المستندات المطلوبة ويتابع من المرحلة رقم 10.</w:t>
      </w:r>
    </w:p>
    <w:p w:rsidR="004250CD" w:rsidRDefault="004250CD" w:rsidP="004250CD">
      <w:pPr>
        <w:pStyle w:val="af4"/>
        <w:rPr>
          <w:rtl/>
        </w:rPr>
      </w:pPr>
      <w:r>
        <w:rPr>
          <w:rFonts w:hint="cs"/>
          <w:rtl/>
        </w:rPr>
        <w:t>المسارات الخاطئة</w:t>
      </w:r>
    </w:p>
    <w:p w:rsidR="004250CD" w:rsidRPr="004250CD" w:rsidRDefault="004250CD" w:rsidP="004250CD">
      <w:pPr>
        <w:pStyle w:val="a9"/>
        <w:rPr>
          <w:rtl/>
        </w:rPr>
      </w:pPr>
      <w:r>
        <w:rPr>
          <w:rFonts w:hint="cs"/>
          <w:rtl/>
        </w:rPr>
        <w:t>لايوجد.</w:t>
      </w:r>
    </w:p>
    <w:p w:rsidR="00F70BBE" w:rsidRDefault="00F70BBE" w:rsidP="00F70BBE">
      <w:pPr>
        <w:pStyle w:val="a9"/>
        <w:rPr>
          <w:rtl/>
        </w:rPr>
      </w:pPr>
    </w:p>
    <w:p w:rsidR="00723AC6" w:rsidRDefault="00723AC6" w:rsidP="00F70BBE">
      <w:pPr>
        <w:pStyle w:val="a9"/>
        <w:rPr>
          <w:rtl/>
        </w:rPr>
      </w:pPr>
    </w:p>
    <w:p w:rsidR="00723AC6" w:rsidRPr="00F70BBE" w:rsidRDefault="00723AC6" w:rsidP="00F70BBE">
      <w:pPr>
        <w:pStyle w:val="a9"/>
      </w:pPr>
    </w:p>
    <w:p w:rsidR="00F70BBE" w:rsidRDefault="00DA7360" w:rsidP="00723AC6">
      <w:pPr>
        <w:pStyle w:val="4"/>
        <w:rPr>
          <w:rtl/>
        </w:rPr>
      </w:pPr>
      <w:r>
        <w:rPr>
          <w:rFonts w:hint="cs"/>
          <w:rtl/>
        </w:rPr>
        <w:lastRenderedPageBreak/>
        <w:t>حالة الاستخدام إصدار تقرير</w:t>
      </w:r>
    </w:p>
    <w:p w:rsidR="00723AC6" w:rsidRPr="00723AC6" w:rsidRDefault="00723AC6" w:rsidP="00723AC6">
      <w:pPr>
        <w:pStyle w:val="a9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031DFB" w:rsidTr="00031DFB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31DFB" w:rsidRDefault="00031DFB" w:rsidP="00031DFB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إصدار تقرير</w:t>
            </w:r>
          </w:p>
        </w:tc>
      </w:tr>
      <w:tr w:rsidR="00031DFB" w:rsidTr="00031DFB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31DFB" w:rsidRDefault="00031DFB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031DFB" w:rsidRDefault="00031DFB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رئيس فريق العمل </w:t>
            </w:r>
            <w:r w:rsidR="00F70BBE">
              <w:rPr>
                <w:rFonts w:hint="cs"/>
                <w:rtl/>
              </w:rPr>
              <w:t xml:space="preserve">, مدير المشروع </w:t>
            </w:r>
          </w:p>
        </w:tc>
      </w:tr>
      <w:tr w:rsidR="00031DFB" w:rsidTr="00031DFB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31DFB" w:rsidRDefault="00031DFB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031DFB" w:rsidRDefault="00031DFB" w:rsidP="00F70BBE">
            <w:pPr>
              <w:pStyle w:val="a"/>
              <w:numPr>
                <w:ilvl w:val="0"/>
                <w:numId w:val="25"/>
              </w:numPr>
              <w:rPr>
                <w:rtl/>
              </w:rPr>
            </w:pPr>
            <w:r>
              <w:rPr>
                <w:rtl/>
              </w:rPr>
              <w:t>المشروع معروف ومسجل لدى النظام.</w:t>
            </w:r>
          </w:p>
          <w:p w:rsidR="00031DFB" w:rsidRDefault="00F70BBE" w:rsidP="00031DFB">
            <w:pPr>
              <w:pStyle w:val="a"/>
            </w:pPr>
            <w:r>
              <w:rPr>
                <w:rFonts w:hint="cs"/>
                <w:rtl/>
              </w:rPr>
              <w:t>طالب الخدمة (رئيس فريق العمل, مدير المشروع)</w:t>
            </w:r>
            <w:r w:rsidR="00031DFB">
              <w:rPr>
                <w:rtl/>
              </w:rPr>
              <w:t xml:space="preserve"> مسجل في النظام.</w:t>
            </w:r>
          </w:p>
        </w:tc>
      </w:tr>
      <w:tr w:rsidR="00031DFB" w:rsidTr="00031DFB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31DFB" w:rsidRDefault="00031DFB">
            <w:pPr>
              <w:pStyle w:val="a9"/>
              <w:rPr>
                <w:rtl/>
              </w:rPr>
            </w:pPr>
            <w:r>
              <w:rPr>
                <w:rtl/>
              </w:rPr>
              <w:t>ال</w:t>
            </w:r>
            <w:r w:rsidR="00F70BBE">
              <w:rPr>
                <w:rFonts w:hint="cs"/>
                <w:rtl/>
              </w:rPr>
              <w:t>ش</w:t>
            </w:r>
            <w:r>
              <w:rPr>
                <w:rtl/>
              </w:rPr>
              <w:t>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031DFB" w:rsidRDefault="00F70BBE" w:rsidP="00F70BBE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لايوجد</w:t>
            </w:r>
            <w:r w:rsidR="00031DFB">
              <w:rPr>
                <w:rtl/>
              </w:rPr>
              <w:t>.</w:t>
            </w:r>
          </w:p>
        </w:tc>
      </w:tr>
      <w:tr w:rsidR="00031DFB" w:rsidTr="00031DFB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31DFB" w:rsidRDefault="00031DFB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031DFB" w:rsidRDefault="00031DFB" w:rsidP="00F70BBE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رئيس فريق العمل </w:t>
            </w:r>
            <w:r w:rsidR="00F70BBE">
              <w:rPr>
                <w:rFonts w:hint="cs"/>
                <w:rtl/>
              </w:rPr>
              <w:t xml:space="preserve">بإصدار تقرير من التقارير المتوفرة عن </w:t>
            </w:r>
            <w:r w:rsidR="00F70BBE">
              <w:rPr>
                <w:rtl/>
              </w:rPr>
              <w:t>المشروع</w:t>
            </w:r>
            <w:r w:rsidR="00F70BBE">
              <w:rPr>
                <w:rFonts w:hint="cs"/>
                <w:rtl/>
              </w:rPr>
              <w:t>.</w:t>
            </w:r>
          </w:p>
        </w:tc>
      </w:tr>
    </w:tbl>
    <w:p w:rsidR="00723AC6" w:rsidRDefault="00723AC6" w:rsidP="00F70BBE">
      <w:pPr>
        <w:pStyle w:val="af4"/>
        <w:rPr>
          <w:u w:val="single"/>
          <w:rtl/>
        </w:rPr>
      </w:pPr>
    </w:p>
    <w:p w:rsidR="00F70BBE" w:rsidRPr="0015081C" w:rsidRDefault="00F70BBE" w:rsidP="00F70BBE">
      <w:pPr>
        <w:pStyle w:val="af4"/>
        <w:rPr>
          <w:u w:val="single"/>
          <w:rtl/>
        </w:rPr>
      </w:pPr>
      <w:r w:rsidRPr="0015081C">
        <w:rPr>
          <w:rFonts w:hint="cs"/>
          <w:u w:val="single"/>
          <w:rtl/>
        </w:rPr>
        <w:t>سير الأحاث</w:t>
      </w:r>
    </w:p>
    <w:p w:rsidR="00F70BBE" w:rsidRPr="00F70BBE" w:rsidRDefault="00F70BBE" w:rsidP="00723AC6">
      <w:pPr>
        <w:pStyle w:val="af4"/>
        <w:rPr>
          <w:lang w:val="en-US"/>
        </w:rPr>
      </w:pPr>
      <w:r>
        <w:rPr>
          <w:rFonts w:hint="cs"/>
          <w:rtl/>
        </w:rPr>
        <w:t xml:space="preserve">السيناريو الرئيسي الناجح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0BBE" w:rsidRPr="00AF152E" w:rsidTr="00703E3D">
        <w:tc>
          <w:tcPr>
            <w:tcW w:w="4675" w:type="dxa"/>
            <w:shd w:val="clear" w:color="auto" w:fill="B2A1C7" w:themeFill="accent4" w:themeFillTint="99"/>
          </w:tcPr>
          <w:p w:rsidR="00F70BBE" w:rsidRPr="00AF152E" w:rsidRDefault="00F70BBE" w:rsidP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shd w:val="clear" w:color="auto" w:fill="B2A1C7" w:themeFill="accent4" w:themeFillTint="99"/>
          </w:tcPr>
          <w:p w:rsidR="00F70BBE" w:rsidRPr="00AF152E" w:rsidRDefault="00F70BBE" w:rsidP="00703E3D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F70BBE" w:rsidTr="00703E3D"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F70BBE">
            <w:pPr>
              <w:pStyle w:val="a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يقوم ببدء عملية صدار تقرير للمشروع</w:t>
            </w:r>
          </w:p>
        </w:tc>
      </w:tr>
      <w:tr w:rsidR="00F70BBE" w:rsidRPr="00F00948" w:rsidTr="00703E3D">
        <w:tc>
          <w:tcPr>
            <w:tcW w:w="4675" w:type="dxa"/>
            <w:shd w:val="clear" w:color="auto" w:fill="CCC0D9" w:themeFill="accent4" w:themeFillTint="66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يرسل النظام قائمة بأنواع التقارير المتوفرة.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F70BBE" w:rsidRPr="00F00948" w:rsidRDefault="00F70BBE" w:rsidP="00F70BBE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F70BBE" w:rsidTr="00703E3D"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F70BBE">
            <w:pPr>
              <w:pStyle w:val="a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يختار التقرير المطلوب</w:t>
            </w:r>
          </w:p>
        </w:tc>
      </w:tr>
      <w:tr w:rsidR="00F70BBE" w:rsidTr="00703E3D">
        <w:tc>
          <w:tcPr>
            <w:tcW w:w="4675" w:type="dxa"/>
            <w:shd w:val="clear" w:color="auto" w:fill="CCC0D9" w:themeFill="accent4" w:themeFillTint="66"/>
          </w:tcPr>
          <w:p w:rsidR="00F70BBE" w:rsidRDefault="00F70BBE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CCC0D9" w:themeFill="accent4" w:themeFillTint="66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يطلب تأكيد عملية الإصدار</w:t>
            </w:r>
          </w:p>
        </w:tc>
      </w:tr>
      <w:tr w:rsidR="00F70BBE" w:rsidTr="00703E3D"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يسجل النظام معلومات عملية الإصدار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703E3D">
            <w:pPr>
              <w:pStyle w:val="a9"/>
              <w:ind w:left="720"/>
              <w:rPr>
                <w:rtl/>
              </w:rPr>
            </w:pPr>
          </w:p>
        </w:tc>
      </w:tr>
      <w:tr w:rsidR="00F70BBE" w:rsidTr="00703E3D">
        <w:tc>
          <w:tcPr>
            <w:tcW w:w="4675" w:type="dxa"/>
            <w:shd w:val="clear" w:color="auto" w:fill="CCC0D9" w:themeFill="accent4" w:themeFillTint="66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يرسل التقرير المطلوب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F70BBE" w:rsidRDefault="00F70BBE" w:rsidP="00F70BBE">
            <w:pPr>
              <w:pStyle w:val="a9"/>
              <w:ind w:left="720"/>
              <w:rPr>
                <w:rtl/>
              </w:rPr>
            </w:pPr>
          </w:p>
        </w:tc>
      </w:tr>
      <w:tr w:rsidR="00F70BBE" w:rsidTr="00703E3D"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703E3D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يطلب إنهاء عملية الإصدار.</w:t>
            </w:r>
          </w:p>
        </w:tc>
      </w:tr>
      <w:tr w:rsidR="00F70BBE" w:rsidTr="00703E3D"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F70BBE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يعلم رئيس فريق العمل بنجاح العملية.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F70BBE" w:rsidRDefault="00F70BBE" w:rsidP="00703E3D">
            <w:pPr>
              <w:pStyle w:val="a9"/>
              <w:ind w:left="360"/>
              <w:rPr>
                <w:rtl/>
              </w:rPr>
            </w:pPr>
          </w:p>
        </w:tc>
      </w:tr>
    </w:tbl>
    <w:p w:rsidR="00F70BBE" w:rsidRDefault="00F70BBE" w:rsidP="00F70BBE">
      <w:pPr>
        <w:pStyle w:val="a9"/>
        <w:rPr>
          <w:rtl/>
          <w:lang w:val="en-US"/>
        </w:rPr>
      </w:pPr>
    </w:p>
    <w:p w:rsidR="00723AC6" w:rsidRDefault="00723AC6" w:rsidP="00F70BBE">
      <w:pPr>
        <w:pStyle w:val="af4"/>
        <w:rPr>
          <w:rtl/>
        </w:rPr>
      </w:pPr>
    </w:p>
    <w:p w:rsidR="00F70BBE" w:rsidRDefault="00F70BBE" w:rsidP="00F70BBE">
      <w:pPr>
        <w:pStyle w:val="af4"/>
        <w:rPr>
          <w:rtl/>
        </w:rPr>
      </w:pPr>
      <w:r>
        <w:rPr>
          <w:rFonts w:hint="cs"/>
          <w:rtl/>
        </w:rPr>
        <w:lastRenderedPageBreak/>
        <w:t>المسارات البديلة</w:t>
      </w:r>
    </w:p>
    <w:p w:rsidR="00F70BBE" w:rsidRDefault="00F70BBE" w:rsidP="00F70BBE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Fonts w:hint="cs"/>
          <w:rtl/>
          <w:lang w:val="en-US"/>
        </w:rPr>
        <w:t xml:space="preserve">: في المرحلة رقم 7 إذا أراد إصدار تقرير آخر, فإنه يتابع من المرحلة رقم 3. </w:t>
      </w:r>
    </w:p>
    <w:p w:rsidR="00F70BBE" w:rsidRDefault="00F70BBE" w:rsidP="00F70BBE">
      <w:pPr>
        <w:pStyle w:val="af4"/>
        <w:rPr>
          <w:rtl/>
        </w:rPr>
      </w:pPr>
      <w:r>
        <w:rPr>
          <w:rFonts w:hint="cs"/>
          <w:rtl/>
        </w:rPr>
        <w:t>المسارات الخاطئة</w:t>
      </w:r>
    </w:p>
    <w:p w:rsidR="00F70BBE" w:rsidRPr="00B07C15" w:rsidRDefault="00F70BBE" w:rsidP="00B07C15">
      <w:pPr>
        <w:pStyle w:val="a9"/>
        <w:rPr>
          <w:rtl/>
        </w:rPr>
      </w:pPr>
      <w:r>
        <w:rPr>
          <w:rFonts w:hint="cs"/>
          <w:rtl/>
        </w:rPr>
        <w:t>لايوجد.</w:t>
      </w:r>
    </w:p>
    <w:p w:rsidR="00911ECB" w:rsidRPr="000669BC" w:rsidRDefault="00911ECB" w:rsidP="000669BC">
      <w:pPr>
        <w:pStyle w:val="a9"/>
        <w:rPr>
          <w:rtl/>
        </w:rPr>
      </w:pPr>
    </w:p>
    <w:p w:rsidR="00133D09" w:rsidRDefault="00133D09" w:rsidP="00133D09">
      <w:pPr>
        <w:pStyle w:val="1"/>
        <w:rPr>
          <w:rtl/>
        </w:rPr>
      </w:pPr>
      <w:r>
        <w:t>-2.1</w:t>
      </w:r>
      <w:r>
        <w:rPr>
          <w:rFonts w:hint="cs"/>
          <w:rtl/>
        </w:rPr>
        <w:t xml:space="preserve"> حالات الخاصة بمدير المشروع</w:t>
      </w:r>
    </w:p>
    <w:p w:rsidR="00991DFD" w:rsidRDefault="00991DFD" w:rsidP="00133D09">
      <w:pPr>
        <w:pStyle w:val="2"/>
        <w:rPr>
          <w:rtl/>
        </w:rPr>
      </w:pPr>
    </w:p>
    <w:p w:rsidR="00133D09" w:rsidRDefault="00133D09" w:rsidP="00133D09">
      <w:pPr>
        <w:pStyle w:val="2"/>
        <w:rPr>
          <w:rtl/>
        </w:rPr>
      </w:pPr>
      <w:r>
        <w:t>1.2.1</w:t>
      </w:r>
      <w:r>
        <w:rPr>
          <w:rtl/>
        </w:rPr>
        <w:t xml:space="preserve"> حالات الاستخدام</w:t>
      </w:r>
    </w:p>
    <w:p w:rsidR="00991DFD" w:rsidRPr="00991DFD" w:rsidRDefault="00991DFD" w:rsidP="00991DFD">
      <w:pPr>
        <w:pStyle w:val="a9"/>
        <w:rPr>
          <w:rtl/>
          <w:lang w:val="en-US"/>
        </w:rPr>
      </w:pPr>
    </w:p>
    <w:p w:rsidR="00133D09" w:rsidRPr="00133D09" w:rsidRDefault="00133D09" w:rsidP="00133D09">
      <w:pPr>
        <w:pStyle w:val="a9"/>
        <w:rPr>
          <w:rtl/>
        </w:rPr>
      </w:pPr>
      <w:r>
        <w:rPr>
          <w:noProof/>
          <w:rtl/>
          <w:lang w:val="en-US" w:bidi="ar-SA"/>
        </w:rPr>
        <w:drawing>
          <wp:inline distT="0" distB="0" distL="0" distR="0">
            <wp:extent cx="5829866" cy="2545128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4-08-07 22414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866" cy="254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DFD" w:rsidRDefault="00991DFD" w:rsidP="00133D09">
      <w:pPr>
        <w:pStyle w:val="3"/>
        <w:rPr>
          <w:rtl/>
        </w:rPr>
      </w:pPr>
    </w:p>
    <w:p w:rsidR="00991DFD" w:rsidRDefault="00991DFD" w:rsidP="00133D09">
      <w:pPr>
        <w:pStyle w:val="3"/>
        <w:rPr>
          <w:rtl/>
        </w:rPr>
      </w:pPr>
    </w:p>
    <w:p w:rsidR="00991DFD" w:rsidRPr="00991DFD" w:rsidRDefault="00991DFD" w:rsidP="00991DFD">
      <w:pPr>
        <w:pStyle w:val="a9"/>
        <w:rPr>
          <w:rtl/>
        </w:rPr>
      </w:pPr>
    </w:p>
    <w:p w:rsidR="00991DFD" w:rsidRPr="00991DFD" w:rsidRDefault="00991DFD" w:rsidP="00991DFD">
      <w:pPr>
        <w:pStyle w:val="a9"/>
        <w:rPr>
          <w:rtl/>
        </w:rPr>
      </w:pPr>
    </w:p>
    <w:p w:rsidR="00133D09" w:rsidRDefault="00133D09" w:rsidP="00133D09">
      <w:pPr>
        <w:pStyle w:val="3"/>
      </w:pPr>
      <w:r>
        <w:lastRenderedPageBreak/>
        <w:t>2.2.1</w:t>
      </w:r>
      <w:r>
        <w:rPr>
          <w:rFonts w:hint="cs"/>
          <w:rtl/>
        </w:rPr>
        <w:t xml:space="preserve"> الوصف السردي لحالات الاستخدام</w:t>
      </w:r>
    </w:p>
    <w:p w:rsidR="00620AF9" w:rsidRDefault="00620AF9" w:rsidP="00911ECB">
      <w:pPr>
        <w:pStyle w:val="4"/>
        <w:numPr>
          <w:ilvl w:val="0"/>
          <w:numId w:val="15"/>
        </w:numPr>
        <w:rPr>
          <w:rtl/>
        </w:rPr>
      </w:pPr>
      <w:r w:rsidRPr="000669BC">
        <w:rPr>
          <w:rFonts w:hint="cs"/>
          <w:rtl/>
        </w:rPr>
        <w:t xml:space="preserve">حالة الاستخدام </w:t>
      </w:r>
      <w:r w:rsidR="00911ECB">
        <w:rPr>
          <w:rFonts w:hint="cs"/>
          <w:rtl/>
        </w:rPr>
        <w:t>إضافة</w:t>
      </w:r>
      <w:r>
        <w:rPr>
          <w:rFonts w:hint="cs"/>
          <w:rtl/>
        </w:rPr>
        <w:t xml:space="preserve"> خطة الإنفاق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911ECB" w:rsidTr="00703E3D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911ECB" w:rsidRDefault="00911ECB" w:rsidP="00911ECB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إضافة خطة إنفاق</w:t>
            </w:r>
          </w:p>
        </w:tc>
      </w:tr>
      <w:tr w:rsidR="00911ECB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11ECB" w:rsidRDefault="00911ECB" w:rsidP="00703E3D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11ECB" w:rsidRDefault="00911ECB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مدير المشروع </w:t>
            </w:r>
          </w:p>
        </w:tc>
      </w:tr>
      <w:tr w:rsidR="00911ECB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11ECB" w:rsidRDefault="00911ECB" w:rsidP="00703E3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11ECB" w:rsidRDefault="00911ECB" w:rsidP="00911ECB">
            <w:pPr>
              <w:pStyle w:val="a"/>
              <w:numPr>
                <w:ilvl w:val="0"/>
                <w:numId w:val="27"/>
              </w:numPr>
            </w:pPr>
            <w:r>
              <w:rPr>
                <w:rtl/>
              </w:rPr>
              <w:t>المشروع معروف ومسجل لدى النظام.</w:t>
            </w:r>
          </w:p>
          <w:p w:rsidR="008D7778" w:rsidRDefault="008D7778" w:rsidP="00911ECB">
            <w:pPr>
              <w:pStyle w:val="a"/>
              <w:numPr>
                <w:ilvl w:val="0"/>
                <w:numId w:val="27"/>
              </w:numPr>
              <w:rPr>
                <w:rtl/>
              </w:rPr>
            </w:pPr>
            <w:r>
              <w:rPr>
                <w:rFonts w:hint="cs"/>
                <w:rtl/>
              </w:rPr>
              <w:t>المشروع في طور التخطيط.</w:t>
            </w:r>
          </w:p>
          <w:p w:rsidR="00911ECB" w:rsidRDefault="00911ECB" w:rsidP="00911ECB">
            <w:pPr>
              <w:pStyle w:val="a"/>
              <w:numPr>
                <w:ilvl w:val="0"/>
                <w:numId w:val="2"/>
              </w:numPr>
            </w:pPr>
            <w:r>
              <w:rPr>
                <w:rFonts w:hint="cs"/>
                <w:rtl/>
              </w:rPr>
              <w:t xml:space="preserve">مدير المشروع </w:t>
            </w:r>
            <w:r>
              <w:rPr>
                <w:rtl/>
              </w:rPr>
              <w:t>مسجل في النظام.</w:t>
            </w:r>
          </w:p>
        </w:tc>
      </w:tr>
      <w:tr w:rsidR="00911ECB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11ECB" w:rsidRDefault="00911ECB" w:rsidP="00703E3D">
            <w:pPr>
              <w:pStyle w:val="a9"/>
              <w:rPr>
                <w:rtl/>
              </w:rPr>
            </w:pPr>
            <w:r>
              <w:rPr>
                <w:rtl/>
              </w:rPr>
              <w:t>ال</w:t>
            </w:r>
            <w:r>
              <w:rPr>
                <w:rFonts w:hint="cs"/>
                <w:rtl/>
              </w:rPr>
              <w:t>ش</w:t>
            </w:r>
            <w:r>
              <w:rPr>
                <w:rtl/>
              </w:rPr>
              <w:t>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11ECB" w:rsidRDefault="00911ECB" w:rsidP="00911ECB">
            <w:pPr>
              <w:pStyle w:val="a"/>
              <w:numPr>
                <w:ilvl w:val="0"/>
                <w:numId w:val="28"/>
              </w:numPr>
              <w:rPr>
                <w:rtl/>
              </w:rPr>
            </w:pPr>
            <w:r>
              <w:rPr>
                <w:rFonts w:hint="cs"/>
                <w:rtl/>
              </w:rPr>
              <w:t>خطة الانفاق أضيفت للمشروع.</w:t>
            </w:r>
          </w:p>
        </w:tc>
      </w:tr>
      <w:tr w:rsidR="00911ECB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11ECB" w:rsidRDefault="00911ECB" w:rsidP="00703E3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11ECB" w:rsidRDefault="00911ECB" w:rsidP="00911ECB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</w:t>
            </w:r>
            <w:r>
              <w:rPr>
                <w:rFonts w:hint="cs"/>
                <w:rtl/>
              </w:rPr>
              <w:t>مدير المشروع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بإضافة قائمة بالإنفاقات المتوقعة ضمن المشروع.</w:t>
            </w:r>
          </w:p>
        </w:tc>
      </w:tr>
    </w:tbl>
    <w:p w:rsidR="00911ECB" w:rsidRDefault="00911ECB" w:rsidP="00911ECB">
      <w:pPr>
        <w:pStyle w:val="af4"/>
        <w:rPr>
          <w:b w:val="0"/>
          <w:bCs w:val="0"/>
          <w:rtl/>
        </w:rPr>
      </w:pPr>
    </w:p>
    <w:p w:rsidR="00911ECB" w:rsidRPr="0015081C" w:rsidRDefault="00911ECB" w:rsidP="00911ECB">
      <w:pPr>
        <w:pStyle w:val="af4"/>
        <w:rPr>
          <w:u w:val="single"/>
          <w:rtl/>
        </w:rPr>
      </w:pPr>
      <w:r w:rsidRPr="0015081C">
        <w:rPr>
          <w:rFonts w:hint="cs"/>
          <w:u w:val="single"/>
          <w:rtl/>
        </w:rPr>
        <w:t>سير الأحاث</w:t>
      </w:r>
    </w:p>
    <w:p w:rsidR="00911ECB" w:rsidRDefault="00911ECB" w:rsidP="00911ECB">
      <w:pPr>
        <w:pStyle w:val="af4"/>
        <w:rPr>
          <w:rtl/>
          <w:lang w:val="en-US"/>
        </w:rPr>
      </w:pPr>
      <w:r>
        <w:rPr>
          <w:rFonts w:hint="cs"/>
          <w:rtl/>
        </w:rPr>
        <w:t xml:space="preserve">السيناريو الرئيسي الناجح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>
        <w:rPr>
          <w:lang w:val="en-US"/>
        </w:rPr>
        <w:t>Main Success scenario</w:t>
      </w:r>
    </w:p>
    <w:p w:rsidR="00911ECB" w:rsidRPr="00F70BBE" w:rsidRDefault="00911ECB" w:rsidP="00911ECB">
      <w:pPr>
        <w:pStyle w:val="a9"/>
        <w:rPr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1ECB" w:rsidRPr="00AF152E" w:rsidTr="00703E3D">
        <w:tc>
          <w:tcPr>
            <w:tcW w:w="4675" w:type="dxa"/>
            <w:shd w:val="clear" w:color="auto" w:fill="B2A1C7" w:themeFill="accent4" w:themeFillTint="99"/>
          </w:tcPr>
          <w:p w:rsidR="00911ECB" w:rsidRPr="00AF152E" w:rsidRDefault="00911ECB" w:rsidP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shd w:val="clear" w:color="auto" w:fill="B2A1C7" w:themeFill="accent4" w:themeFillTint="99"/>
          </w:tcPr>
          <w:p w:rsidR="00911ECB" w:rsidRPr="00AF152E" w:rsidRDefault="00911ECB" w:rsidP="00703E3D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مدير المشروع</w:t>
            </w:r>
          </w:p>
        </w:tc>
      </w:tr>
      <w:tr w:rsidR="00911ECB" w:rsidTr="00703E3D">
        <w:tc>
          <w:tcPr>
            <w:tcW w:w="4675" w:type="dxa"/>
            <w:shd w:val="clear" w:color="auto" w:fill="E5DFEC" w:themeFill="accent4" w:themeFillTint="33"/>
          </w:tcPr>
          <w:p w:rsidR="00911ECB" w:rsidRDefault="00911ECB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911ECB" w:rsidRDefault="00911ECB" w:rsidP="00911ECB">
            <w:pPr>
              <w:pStyle w:val="a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يقوم ببدء عملية إضافة خطة إنفاق</w:t>
            </w:r>
          </w:p>
        </w:tc>
      </w:tr>
      <w:tr w:rsidR="00911ECB" w:rsidRPr="00F00948" w:rsidTr="00703E3D">
        <w:tc>
          <w:tcPr>
            <w:tcW w:w="4675" w:type="dxa"/>
            <w:shd w:val="clear" w:color="auto" w:fill="CCC0D9" w:themeFill="accent4" w:themeFillTint="66"/>
          </w:tcPr>
          <w:p w:rsidR="00911ECB" w:rsidRDefault="00911ECB" w:rsidP="00911ECB">
            <w:pPr>
              <w:pStyle w:val="a9"/>
              <w:numPr>
                <w:ilvl w:val="0"/>
                <w:numId w:val="24"/>
              </w:num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يرسل معلومات المشروع ( ميزانية المشروع وتوصيفه ).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911ECB" w:rsidRPr="00F00948" w:rsidRDefault="00911ECB" w:rsidP="00703E3D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911ECB" w:rsidTr="00703E3D">
        <w:tc>
          <w:tcPr>
            <w:tcW w:w="4675" w:type="dxa"/>
            <w:shd w:val="clear" w:color="auto" w:fill="E5DFEC" w:themeFill="accent4" w:themeFillTint="33"/>
          </w:tcPr>
          <w:p w:rsidR="00911ECB" w:rsidRDefault="00911ECB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E5DFEC" w:themeFill="accent4" w:themeFillTint="33"/>
          </w:tcPr>
          <w:p w:rsidR="00911ECB" w:rsidRDefault="00991DFD" w:rsidP="00911ECB">
            <w:pPr>
              <w:pStyle w:val="a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يدخ</w:t>
            </w:r>
            <w:r w:rsidR="00911ECB">
              <w:rPr>
                <w:rFonts w:hint="cs"/>
                <w:rtl/>
              </w:rPr>
              <w:t>ل مدير المشروع قائمة لمعلومات الإنفاق ( نوع الكلفة , البيان,الشراء المحلي والخارجي, التاريخ المتوقع لإنفاق)</w:t>
            </w:r>
          </w:p>
        </w:tc>
      </w:tr>
      <w:tr w:rsidR="00911ECB" w:rsidTr="00703E3D">
        <w:tc>
          <w:tcPr>
            <w:tcW w:w="4675" w:type="dxa"/>
            <w:shd w:val="clear" w:color="auto" w:fill="CCC0D9" w:themeFill="accent4" w:themeFillTint="66"/>
          </w:tcPr>
          <w:p w:rsidR="00911ECB" w:rsidRDefault="00911ECB" w:rsidP="00703E3D">
            <w:pPr>
              <w:pStyle w:val="a9"/>
              <w:rPr>
                <w:rtl/>
              </w:rPr>
            </w:pPr>
          </w:p>
        </w:tc>
        <w:tc>
          <w:tcPr>
            <w:tcW w:w="4675" w:type="dxa"/>
            <w:shd w:val="clear" w:color="auto" w:fill="CCC0D9" w:themeFill="accent4" w:themeFillTint="66"/>
          </w:tcPr>
          <w:p w:rsidR="00911ECB" w:rsidRDefault="00911ECB" w:rsidP="00911ECB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يطلب تأكيد عملية الإضافة</w:t>
            </w:r>
          </w:p>
        </w:tc>
      </w:tr>
      <w:tr w:rsidR="00911ECB" w:rsidTr="00703E3D">
        <w:tc>
          <w:tcPr>
            <w:tcW w:w="4675" w:type="dxa"/>
            <w:shd w:val="clear" w:color="auto" w:fill="E5DFEC" w:themeFill="accent4" w:themeFillTint="33"/>
          </w:tcPr>
          <w:p w:rsidR="00911ECB" w:rsidRDefault="00911ECB" w:rsidP="00911ECB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يسجل النظام معلومات عملية الإنفاق</w:t>
            </w:r>
          </w:p>
        </w:tc>
        <w:tc>
          <w:tcPr>
            <w:tcW w:w="4675" w:type="dxa"/>
            <w:shd w:val="clear" w:color="auto" w:fill="E5DFEC" w:themeFill="accent4" w:themeFillTint="33"/>
          </w:tcPr>
          <w:p w:rsidR="00911ECB" w:rsidRDefault="00911ECB" w:rsidP="00703E3D">
            <w:pPr>
              <w:pStyle w:val="a9"/>
              <w:ind w:left="720"/>
              <w:rPr>
                <w:rtl/>
              </w:rPr>
            </w:pPr>
          </w:p>
        </w:tc>
      </w:tr>
      <w:tr w:rsidR="00911ECB" w:rsidTr="00703E3D">
        <w:tc>
          <w:tcPr>
            <w:tcW w:w="4675" w:type="dxa"/>
            <w:shd w:val="clear" w:color="auto" w:fill="CCC0D9" w:themeFill="accent4" w:themeFillTint="66"/>
          </w:tcPr>
          <w:p w:rsidR="00911ECB" w:rsidRDefault="00911ECB" w:rsidP="00911ECB">
            <w:pPr>
              <w:pStyle w:val="a9"/>
              <w:numPr>
                <w:ilvl w:val="0"/>
                <w:numId w:val="24"/>
              </w:numPr>
              <w:rPr>
                <w:rtl/>
              </w:rPr>
            </w:pPr>
            <w:r>
              <w:rPr>
                <w:rFonts w:hint="cs"/>
                <w:rtl/>
              </w:rPr>
              <w:t>يعلم رئيس فريق العمل بنجاح العملية.</w:t>
            </w:r>
          </w:p>
        </w:tc>
        <w:tc>
          <w:tcPr>
            <w:tcW w:w="4675" w:type="dxa"/>
            <w:shd w:val="clear" w:color="auto" w:fill="CCC0D9" w:themeFill="accent4" w:themeFillTint="66"/>
          </w:tcPr>
          <w:p w:rsidR="00911ECB" w:rsidRDefault="00911ECB" w:rsidP="00703E3D">
            <w:pPr>
              <w:pStyle w:val="a9"/>
              <w:ind w:left="720"/>
              <w:rPr>
                <w:rtl/>
              </w:rPr>
            </w:pPr>
          </w:p>
        </w:tc>
      </w:tr>
    </w:tbl>
    <w:p w:rsidR="00911ECB" w:rsidRDefault="00911ECB" w:rsidP="00911ECB">
      <w:pPr>
        <w:pStyle w:val="a9"/>
        <w:rPr>
          <w:rtl/>
          <w:lang w:val="en-US"/>
        </w:rPr>
      </w:pPr>
    </w:p>
    <w:p w:rsidR="00911ECB" w:rsidRDefault="00911ECB" w:rsidP="00911ECB">
      <w:pPr>
        <w:pStyle w:val="af4"/>
        <w:rPr>
          <w:rtl/>
        </w:rPr>
      </w:pPr>
      <w:r>
        <w:rPr>
          <w:rFonts w:hint="cs"/>
          <w:rtl/>
        </w:rPr>
        <w:t>المسارات البديلة</w:t>
      </w:r>
    </w:p>
    <w:p w:rsidR="00911ECB" w:rsidRDefault="00911ECB" w:rsidP="00911ECB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Fonts w:hint="cs"/>
          <w:rtl/>
          <w:lang w:val="en-US"/>
        </w:rPr>
        <w:t>: في المرحلة رقم 13 إذا كانت كلفة خطة الانفاق أعلى من ميز</w:t>
      </w:r>
      <w:r w:rsidR="00991DFD">
        <w:rPr>
          <w:rFonts w:hint="cs"/>
          <w:rtl/>
          <w:lang w:val="en-US"/>
        </w:rPr>
        <w:t>انية المشروع يطلب منه إعادة الإدخال أي يتابع من المرحلة رقم 11.</w:t>
      </w:r>
    </w:p>
    <w:p w:rsidR="00911ECB" w:rsidRDefault="00911ECB" w:rsidP="00911ECB">
      <w:pPr>
        <w:pStyle w:val="af4"/>
        <w:rPr>
          <w:rtl/>
        </w:rPr>
      </w:pPr>
      <w:r>
        <w:rPr>
          <w:rFonts w:hint="cs"/>
          <w:rtl/>
        </w:rPr>
        <w:t>المسارات الخاطئة</w:t>
      </w:r>
    </w:p>
    <w:p w:rsidR="00911ECB" w:rsidRPr="004250CD" w:rsidRDefault="00911ECB" w:rsidP="00911ECB">
      <w:pPr>
        <w:pStyle w:val="a9"/>
        <w:rPr>
          <w:rtl/>
        </w:rPr>
      </w:pPr>
      <w:r>
        <w:rPr>
          <w:rFonts w:hint="cs"/>
          <w:rtl/>
        </w:rPr>
        <w:t>لايوجد.</w:t>
      </w:r>
    </w:p>
    <w:p w:rsidR="00911ECB" w:rsidRPr="00911ECB" w:rsidRDefault="00911ECB" w:rsidP="00911ECB">
      <w:pPr>
        <w:pStyle w:val="a9"/>
      </w:pPr>
    </w:p>
    <w:p w:rsidR="00620AF9" w:rsidRDefault="00620AF9" w:rsidP="00620AF9">
      <w:pPr>
        <w:pStyle w:val="4"/>
      </w:pPr>
      <w:r>
        <w:rPr>
          <w:rFonts w:hint="cs"/>
          <w:rtl/>
        </w:rPr>
        <w:t xml:space="preserve">حالة </w:t>
      </w:r>
      <w:r w:rsidR="00911ECB">
        <w:rPr>
          <w:rFonts w:hint="cs"/>
          <w:rtl/>
        </w:rPr>
        <w:t xml:space="preserve">الاستخدام </w:t>
      </w:r>
      <w:r>
        <w:rPr>
          <w:rFonts w:hint="cs"/>
          <w:rtl/>
        </w:rPr>
        <w:t>إدارة معلومات المشروع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B07C15" w:rsidTr="00B07C15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B07C15" w:rsidRDefault="00B07C15" w:rsidP="00B07C15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إضافة معلومات المشروع</w:t>
            </w:r>
          </w:p>
        </w:tc>
      </w:tr>
      <w:tr w:rsidR="00B07C15" w:rsidTr="00B07C15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>
            <w:pPr>
              <w:pStyle w:val="a9"/>
            </w:pPr>
            <w:r>
              <w:rPr>
                <w:rtl/>
              </w:rPr>
              <w:t xml:space="preserve"> مدير المشروع </w:t>
            </w:r>
          </w:p>
        </w:tc>
      </w:tr>
      <w:tr w:rsidR="00B07C15" w:rsidTr="00B07C15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"/>
              <w:numPr>
                <w:ilvl w:val="0"/>
                <w:numId w:val="39"/>
              </w:num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المشروع معروف ومسجل لدى النظام.</w:t>
            </w:r>
          </w:p>
          <w:p w:rsidR="008D7778" w:rsidRDefault="008D7778" w:rsidP="00B07C15">
            <w:pPr>
              <w:pStyle w:val="a"/>
              <w:numPr>
                <w:ilvl w:val="0"/>
                <w:numId w:val="39"/>
              </w:numPr>
              <w:rPr>
                <w:rtl/>
              </w:rPr>
            </w:pPr>
            <w:r>
              <w:rPr>
                <w:rFonts w:hint="cs"/>
                <w:rtl/>
              </w:rPr>
              <w:t>المشروع في طور التخطيط.</w:t>
            </w:r>
          </w:p>
          <w:p w:rsidR="00B07C15" w:rsidRDefault="00B07C15" w:rsidP="00B07C15">
            <w:pPr>
              <w:pStyle w:val="a"/>
              <w:numPr>
                <w:ilvl w:val="0"/>
                <w:numId w:val="39"/>
              </w:numPr>
              <w:rPr>
                <w:rtl/>
              </w:rPr>
            </w:pPr>
            <w:r>
              <w:rPr>
                <w:rtl/>
              </w:rPr>
              <w:t>مدير المشروع مسجل في النظام.</w:t>
            </w:r>
          </w:p>
        </w:tc>
      </w:tr>
      <w:tr w:rsidR="00B07C15" w:rsidTr="00B07C15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>
            <w:pPr>
              <w:pStyle w:val="a9"/>
            </w:pPr>
            <w:r>
              <w:rPr>
                <w:rtl/>
              </w:rPr>
              <w:t>الشروط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ملعومات المشروع سجلت لدى الظام.</w:t>
            </w:r>
          </w:p>
        </w:tc>
      </w:tr>
      <w:tr w:rsidR="00B07C15" w:rsidTr="00B07C15">
        <w:trPr>
          <w:trHeight w:val="656"/>
        </w:trPr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</w:t>
            </w:r>
            <w:r>
              <w:rPr>
                <w:rFonts w:hint="cs"/>
                <w:rtl/>
              </w:rPr>
              <w:t>مدير المشروع بإضافة معلومات المشروع .</w:t>
            </w:r>
          </w:p>
        </w:tc>
      </w:tr>
    </w:tbl>
    <w:p w:rsidR="00B07C15" w:rsidRDefault="00B07C15" w:rsidP="00B07C15">
      <w:pPr>
        <w:pStyle w:val="af4"/>
        <w:rPr>
          <w:b w:val="0"/>
          <w:bCs w:val="0"/>
          <w:rtl/>
        </w:rPr>
      </w:pPr>
    </w:p>
    <w:p w:rsidR="00B07C15" w:rsidRDefault="00B07C15" w:rsidP="00B07C15">
      <w:pPr>
        <w:pStyle w:val="af4"/>
        <w:rPr>
          <w:u w:val="single"/>
          <w:rtl/>
        </w:rPr>
      </w:pPr>
      <w:r>
        <w:rPr>
          <w:u w:val="single"/>
          <w:rtl/>
        </w:rPr>
        <w:t>سير الأحاث</w:t>
      </w:r>
    </w:p>
    <w:p w:rsidR="00B07C15" w:rsidRDefault="00B07C15" w:rsidP="00B07C15">
      <w:pPr>
        <w:pStyle w:val="af4"/>
        <w:rPr>
          <w:rtl/>
          <w:lang w:val="en-US"/>
        </w:rPr>
      </w:pPr>
      <w:r>
        <w:rPr>
          <w:rtl/>
        </w:rPr>
        <w:t xml:space="preserve">السيناريو الرئيسي الناجح – </w:t>
      </w:r>
      <w:r>
        <w:rPr>
          <w:lang w:val="en-US"/>
        </w:rPr>
        <w:t>Main Success scenario</w:t>
      </w:r>
    </w:p>
    <w:p w:rsidR="00B07C15" w:rsidRDefault="00B07C15" w:rsidP="00B07C15">
      <w:pPr>
        <w:pStyle w:val="a9"/>
        <w:rPr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B07C15" w:rsidRDefault="00B07C15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B07C15" w:rsidRDefault="00B07C15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مدير المشروع</w:t>
            </w: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B07C15" w:rsidRDefault="00B07C15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يقوم ببدء عملية </w:t>
            </w:r>
            <w:r>
              <w:rPr>
                <w:rFonts w:hint="cs"/>
                <w:rtl/>
              </w:rPr>
              <w:t xml:space="preserve">إضافة معلومات </w:t>
            </w:r>
            <w:r>
              <w:rPr>
                <w:rtl/>
              </w:rPr>
              <w:t>للمشروع</w:t>
            </w: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lastRenderedPageBreak/>
              <w:t xml:space="preserve">يرسل النظام </w:t>
            </w:r>
            <w:r>
              <w:rPr>
                <w:rFonts w:hint="cs"/>
                <w:rtl/>
              </w:rPr>
              <w:t>الاستمارات الواجب ملؤها ( استمارة التصنيف , استمارة النوع, استمارة الجدوى)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07C15" w:rsidRDefault="00B07C15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B07C15" w:rsidRDefault="00B07C15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يقوم مدير المشروع بملئ كل من الاستمارات </w:t>
            </w: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07C15" w:rsidRDefault="00B07C15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يطلب تأكيد عملية </w:t>
            </w:r>
            <w:r>
              <w:rPr>
                <w:rFonts w:hint="cs"/>
                <w:rtl/>
              </w:rPr>
              <w:t>الإضافة</w:t>
            </w: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يسجل النظام معلومات </w:t>
            </w:r>
            <w:r>
              <w:rPr>
                <w:rFonts w:hint="cs"/>
                <w:rtl/>
              </w:rPr>
              <w:t>المشروع المضافة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B07C15" w:rsidRDefault="00B07C15">
            <w:pPr>
              <w:pStyle w:val="a9"/>
              <w:ind w:left="720" w:firstLine="720"/>
              <w:rPr>
                <w:rtl/>
              </w:rPr>
            </w:pP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يعلمه بنجاح عملية الاضافة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07C15" w:rsidRDefault="00B07C15">
            <w:pPr>
              <w:pStyle w:val="a9"/>
              <w:ind w:left="720" w:firstLine="720"/>
              <w:rPr>
                <w:rtl/>
              </w:rPr>
            </w:pP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B07C15" w:rsidRDefault="00B07C15">
            <w:pPr>
              <w:pStyle w:val="a9"/>
              <w:ind w:left="720"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يطلب إنهاء عملية </w:t>
            </w:r>
            <w:r>
              <w:rPr>
                <w:rFonts w:hint="cs"/>
                <w:rtl/>
              </w:rPr>
              <w:t>الإضافة</w:t>
            </w:r>
            <w:r>
              <w:rPr>
                <w:rtl/>
              </w:rPr>
              <w:t>.</w:t>
            </w:r>
          </w:p>
        </w:tc>
      </w:tr>
      <w:tr w:rsidR="00B07C15" w:rsidTr="00B07C15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B07C15" w:rsidRDefault="00B07C15" w:rsidP="00B07C15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>يعلم</w:t>
            </w:r>
            <w:r>
              <w:rPr>
                <w:rFonts w:hint="cs"/>
                <w:rtl/>
              </w:rPr>
              <w:t xml:space="preserve">ه </w:t>
            </w:r>
            <w:r>
              <w:rPr>
                <w:rtl/>
              </w:rPr>
              <w:t>بنجاح العملية.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B07C15" w:rsidRDefault="00B07C15">
            <w:pPr>
              <w:pStyle w:val="a9"/>
              <w:ind w:left="360" w:firstLine="720"/>
              <w:rPr>
                <w:rtl/>
              </w:rPr>
            </w:pPr>
          </w:p>
        </w:tc>
      </w:tr>
    </w:tbl>
    <w:p w:rsidR="00B07C15" w:rsidRDefault="00B07C15" w:rsidP="00B07C15">
      <w:pPr>
        <w:pStyle w:val="a9"/>
        <w:rPr>
          <w:rtl/>
          <w:lang w:val="en-US"/>
        </w:rPr>
      </w:pPr>
    </w:p>
    <w:p w:rsidR="00B07C15" w:rsidRDefault="00B07C15" w:rsidP="00B07C15">
      <w:pPr>
        <w:pStyle w:val="af4"/>
        <w:rPr>
          <w:rtl/>
        </w:rPr>
      </w:pPr>
      <w:r>
        <w:rPr>
          <w:rtl/>
        </w:rPr>
        <w:t>المسارات البديلة</w:t>
      </w:r>
    </w:p>
    <w:p w:rsidR="00B07C15" w:rsidRDefault="00AD38C9" w:rsidP="00AD38C9">
      <w:pPr>
        <w:pStyle w:val="a9"/>
        <w:rPr>
          <w:rtl/>
          <w:lang w:val="en-US"/>
        </w:rPr>
      </w:pPr>
      <w:r>
        <w:rPr>
          <w:rFonts w:hint="cs"/>
          <w:rtl/>
          <w:lang w:val="en-US"/>
        </w:rPr>
        <w:t>لايوجد.</w:t>
      </w:r>
    </w:p>
    <w:p w:rsidR="00B07C15" w:rsidRDefault="00B07C15" w:rsidP="00B07C15">
      <w:pPr>
        <w:pStyle w:val="af4"/>
        <w:rPr>
          <w:rtl/>
        </w:rPr>
      </w:pPr>
      <w:r>
        <w:rPr>
          <w:rtl/>
        </w:rPr>
        <w:t>المسارات الخاطئة</w:t>
      </w:r>
    </w:p>
    <w:p w:rsidR="00620AF9" w:rsidRPr="00620AF9" w:rsidRDefault="00B07C15" w:rsidP="00723AC6">
      <w:pPr>
        <w:pStyle w:val="a9"/>
        <w:rPr>
          <w:rtl/>
        </w:rPr>
      </w:pPr>
      <w:r>
        <w:rPr>
          <w:rtl/>
        </w:rPr>
        <w:t>لايوجد.</w:t>
      </w:r>
    </w:p>
    <w:p w:rsidR="00133D09" w:rsidRDefault="00133D09" w:rsidP="00133D09">
      <w:pPr>
        <w:pStyle w:val="1"/>
        <w:rPr>
          <w:rtl/>
        </w:rPr>
      </w:pPr>
      <w:r>
        <w:lastRenderedPageBreak/>
        <w:t>-2.1</w:t>
      </w:r>
      <w:r>
        <w:rPr>
          <w:rtl/>
        </w:rPr>
        <w:t xml:space="preserve"> حالات </w:t>
      </w:r>
      <w:r w:rsidR="00620AF9">
        <w:rPr>
          <w:rFonts w:hint="cs"/>
          <w:rtl/>
        </w:rPr>
        <w:t xml:space="preserve">الاستخدام </w:t>
      </w:r>
      <w:r>
        <w:rPr>
          <w:rtl/>
        </w:rPr>
        <w:t xml:space="preserve">الخاصة </w:t>
      </w:r>
      <w:r>
        <w:rPr>
          <w:rFonts w:hint="cs"/>
          <w:rtl/>
        </w:rPr>
        <w:t>بالوكيل العلمي</w:t>
      </w:r>
    </w:p>
    <w:p w:rsidR="00133D09" w:rsidRPr="00133D09" w:rsidRDefault="00133D09" w:rsidP="00133D09">
      <w:pPr>
        <w:pStyle w:val="3"/>
      </w:pPr>
      <w:r>
        <w:t>1.2.1</w:t>
      </w:r>
      <w:r>
        <w:rPr>
          <w:rtl/>
        </w:rPr>
        <w:t xml:space="preserve"> حالات الاستخدام</w:t>
      </w:r>
    </w:p>
    <w:p w:rsidR="00703E3D" w:rsidRDefault="00703E3D" w:rsidP="00133D09">
      <w:pPr>
        <w:pStyle w:val="2"/>
        <w:rPr>
          <w:rtl/>
          <w:lang w:val="fr-FR"/>
        </w:rPr>
      </w:pPr>
    </w:p>
    <w:p w:rsidR="00A57F40" w:rsidRPr="00133D09" w:rsidRDefault="00854907" w:rsidP="00133D09">
      <w:pPr>
        <w:pStyle w:val="2"/>
        <w:rPr>
          <w:lang w:val="fr-FR"/>
        </w:rPr>
      </w:pPr>
      <w:r w:rsidRPr="00854907">
        <w:rPr>
          <w:noProof/>
          <w:rtl/>
          <w:lang w:bidi="ar-SA"/>
        </w:rPr>
        <w:drawing>
          <wp:inline distT="0" distB="0" distL="0" distR="0" wp14:anchorId="79C4F579" wp14:editId="15A6BAF7">
            <wp:extent cx="5943600" cy="3328035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D09" w:rsidRDefault="00133D09" w:rsidP="00133D09">
      <w:pPr>
        <w:pStyle w:val="3"/>
        <w:rPr>
          <w:rtl/>
        </w:rPr>
      </w:pPr>
      <w:r>
        <w:t>2.2.1</w:t>
      </w:r>
      <w:r>
        <w:rPr>
          <w:rtl/>
        </w:rPr>
        <w:t xml:space="preserve"> الوصف السردي لحالات الاستخدام</w:t>
      </w:r>
    </w:p>
    <w:p w:rsidR="00620AF9" w:rsidRDefault="00620AF9" w:rsidP="00620AF9">
      <w:pPr>
        <w:pStyle w:val="4"/>
        <w:numPr>
          <w:ilvl w:val="0"/>
          <w:numId w:val="17"/>
        </w:numPr>
        <w:rPr>
          <w:rtl/>
        </w:rPr>
      </w:pPr>
      <w:r w:rsidRPr="000669BC">
        <w:rPr>
          <w:rFonts w:hint="cs"/>
          <w:rtl/>
        </w:rPr>
        <w:t xml:space="preserve">حالة الاستخدام </w:t>
      </w:r>
      <w:r>
        <w:rPr>
          <w:rFonts w:hint="cs"/>
          <w:rtl/>
        </w:rPr>
        <w:t>طرح مشروع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703E3D" w:rsidTr="00703E3D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703E3D" w:rsidRDefault="00703E3D" w:rsidP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طرح مشروع</w:t>
            </w:r>
          </w:p>
        </w:tc>
      </w:tr>
      <w:tr w:rsidR="00703E3D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A41572">
            <w:pPr>
              <w:pStyle w:val="a9"/>
            </w:pPr>
            <w:r>
              <w:rPr>
                <w:rFonts w:hint="cs"/>
                <w:rtl/>
              </w:rPr>
              <w:t xml:space="preserve">   </w:t>
            </w:r>
            <w:r w:rsidR="00703E3D">
              <w:rPr>
                <w:rFonts w:hint="cs"/>
                <w:rtl/>
              </w:rPr>
              <w:t>الوكيل العلمي</w:t>
            </w:r>
          </w:p>
        </w:tc>
      </w:tr>
      <w:tr w:rsidR="00703E3D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A41572" w:rsidP="008D7778">
            <w:pPr>
              <w:pStyle w:val="a"/>
              <w:numPr>
                <w:ilvl w:val="0"/>
                <w:numId w:val="40"/>
              </w:numPr>
              <w:jc w:val="left"/>
              <w:rPr>
                <w:rtl/>
              </w:rPr>
            </w:pPr>
            <w:r>
              <w:rPr>
                <w:rFonts w:hint="cs"/>
                <w:rtl/>
              </w:rPr>
              <w:t>ط</w:t>
            </w:r>
            <w:r w:rsidR="00703E3D">
              <w:rPr>
                <w:rtl/>
              </w:rPr>
              <w:t>الب الخدمة</w:t>
            </w:r>
            <w:r w:rsidR="00703E3D">
              <w:rPr>
                <w:rFonts w:hint="cs"/>
                <w:rtl/>
              </w:rPr>
              <w:t xml:space="preserve"> </w:t>
            </w:r>
            <w:r w:rsidR="00703E3D">
              <w:rPr>
                <w:rtl/>
              </w:rPr>
              <w:t>مسجل في النظام.</w:t>
            </w:r>
          </w:p>
          <w:p w:rsidR="008D7778" w:rsidRDefault="008D7778" w:rsidP="008D7778">
            <w:pPr>
              <w:pStyle w:val="a"/>
              <w:numPr>
                <w:ilvl w:val="0"/>
                <w:numId w:val="40"/>
              </w:numPr>
              <w:jc w:val="left"/>
              <w:rPr>
                <w:rtl/>
              </w:rPr>
            </w:pPr>
            <w:r>
              <w:rPr>
                <w:rFonts w:hint="cs"/>
                <w:rtl/>
              </w:rPr>
              <w:t>المشروع في طور الطرح.</w:t>
            </w:r>
          </w:p>
        </w:tc>
      </w:tr>
      <w:tr w:rsidR="00703E3D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>
            <w:pPr>
              <w:pStyle w:val="a9"/>
            </w:pPr>
            <w:r>
              <w:rPr>
                <w:rtl/>
              </w:rPr>
              <w:t>الشروط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703E3D" w:rsidP="00A41572">
            <w:pPr>
              <w:pStyle w:val="a"/>
              <w:numPr>
                <w:ilvl w:val="0"/>
                <w:numId w:val="0"/>
              </w:numPr>
              <w:ind w:left="540" w:hanging="360"/>
              <w:jc w:val="left"/>
              <w:rPr>
                <w:rtl/>
              </w:rPr>
            </w:pPr>
            <w:r>
              <w:rPr>
                <w:rFonts w:hint="cs"/>
                <w:rtl/>
              </w:rPr>
              <w:t>المشروع سجل لدى النظام.</w:t>
            </w:r>
            <w:r w:rsidR="00A41572">
              <w:rPr>
                <w:rFonts w:hint="cs"/>
                <w:rtl/>
              </w:rPr>
              <w:t xml:space="preserve"> ر</w:t>
            </w:r>
            <w:r>
              <w:rPr>
                <w:rFonts w:hint="cs"/>
                <w:rtl/>
              </w:rPr>
              <w:t>ئيس فريق العمل ومدير المشروع أعلم باختياره ضمن المشروع.</w:t>
            </w:r>
          </w:p>
        </w:tc>
      </w:tr>
      <w:tr w:rsidR="00703E3D" w:rsidTr="00703E3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>
            <w:pPr>
              <w:pStyle w:val="a9"/>
              <w:rPr>
                <w:rtl/>
              </w:rPr>
            </w:pPr>
            <w:r>
              <w:rPr>
                <w:rtl/>
              </w:rPr>
              <w:lastRenderedPageBreak/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A41572" w:rsidP="00703E3D">
            <w:pPr>
              <w:pStyle w:val="a9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703E3D">
              <w:rPr>
                <w:rFonts w:hint="cs"/>
                <w:rtl/>
              </w:rPr>
              <w:t>يقوم الوكيل العلمي بإضافة مشروع جديد ويسند مهمة الإدارة لمدير المشروع ويختار رئيس فريق العمل.</w:t>
            </w:r>
          </w:p>
        </w:tc>
      </w:tr>
    </w:tbl>
    <w:p w:rsidR="00703E3D" w:rsidRDefault="00703E3D" w:rsidP="00703E3D">
      <w:pPr>
        <w:pStyle w:val="af4"/>
        <w:rPr>
          <w:b w:val="0"/>
          <w:bCs w:val="0"/>
          <w:rtl/>
        </w:rPr>
      </w:pPr>
    </w:p>
    <w:p w:rsidR="00703E3D" w:rsidRDefault="00703E3D" w:rsidP="00703E3D">
      <w:pPr>
        <w:pStyle w:val="af4"/>
        <w:rPr>
          <w:u w:val="single"/>
          <w:rtl/>
        </w:rPr>
      </w:pPr>
      <w:r>
        <w:rPr>
          <w:u w:val="single"/>
          <w:rtl/>
        </w:rPr>
        <w:t>سير الأحاث</w:t>
      </w:r>
    </w:p>
    <w:p w:rsidR="00703E3D" w:rsidRDefault="00703E3D" w:rsidP="00703E3D">
      <w:pPr>
        <w:pStyle w:val="af4"/>
        <w:rPr>
          <w:rtl/>
          <w:lang w:val="en-US"/>
        </w:rPr>
      </w:pPr>
      <w:r>
        <w:rPr>
          <w:rtl/>
        </w:rPr>
        <w:t xml:space="preserve">السيناريو الرئيسي الناجح – </w:t>
      </w:r>
      <w:r>
        <w:rPr>
          <w:lang w:val="en-US"/>
        </w:rPr>
        <w:t>Main Success scenario</w:t>
      </w:r>
    </w:p>
    <w:p w:rsidR="00703E3D" w:rsidRDefault="00703E3D" w:rsidP="00703E3D">
      <w:pPr>
        <w:pStyle w:val="a9"/>
        <w:rPr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703E3D" w:rsidRDefault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703E3D" w:rsidRDefault="00703E3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703E3D" w:rsidP="00703E3D">
            <w:pPr>
              <w:pStyle w:val="a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يقوم ببدء عملية </w:t>
            </w:r>
            <w:r>
              <w:rPr>
                <w:rFonts w:hint="cs"/>
                <w:rtl/>
              </w:rPr>
              <w:t>طرح مشروع</w:t>
            </w: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يرسل النظام قائمة بأنواع </w:t>
            </w:r>
            <w:r>
              <w:rPr>
                <w:rFonts w:hint="cs"/>
                <w:rtl/>
              </w:rPr>
              <w:t>المشاريع المتوفرة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 w:rsidP="00703E3D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 w:rsidP="00703E3D">
            <w:pPr>
              <w:pStyle w:val="a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يختار نوع المشروع.</w:t>
            </w: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يرسل قائمة بالموظفين المتاحين 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703E3D" w:rsidRDefault="00703E3D" w:rsidP="00703E3D">
            <w:pPr>
              <w:pStyle w:val="a"/>
              <w:numPr>
                <w:ilvl w:val="0"/>
                <w:numId w:val="29"/>
              </w:numPr>
              <w:rPr>
                <w:rtl/>
              </w:rPr>
            </w:pPr>
            <w:r>
              <w:rPr>
                <w:rtl/>
              </w:rPr>
              <w:t xml:space="preserve">يختار </w:t>
            </w:r>
            <w:r>
              <w:rPr>
                <w:rFonts w:hint="cs"/>
                <w:rtl/>
              </w:rPr>
              <w:t>رئيس فريق العمل ومدير المشروع</w:t>
            </w: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يحدد بيانات المشروع المطروح (الجهة الطارحة,معلومات التمويل ,...)</w:t>
            </w:r>
          </w:p>
        </w:tc>
      </w:tr>
      <w:tr w:rsidR="00703E3D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A41572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يطلب إ</w:t>
            </w:r>
            <w:r w:rsidR="00703E3D">
              <w:rPr>
                <w:rFonts w:hint="cs"/>
                <w:rtl/>
              </w:rPr>
              <w:t>تمام عملية الطرح</w:t>
            </w: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يعلم رئيس فريق لعمل ومدير المشروع بإختيارهم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 w:rsidP="00703E3D">
            <w:pPr>
              <w:pStyle w:val="a9"/>
              <w:ind w:left="360"/>
              <w:rPr>
                <w:rtl/>
              </w:rPr>
            </w:pPr>
          </w:p>
        </w:tc>
      </w:tr>
      <w:tr w:rsidR="00703E3D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يسجل معلومات المشروع.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703E3D" w:rsidRDefault="00703E3D" w:rsidP="00703E3D">
            <w:pPr>
              <w:pStyle w:val="a9"/>
              <w:ind w:left="720"/>
              <w:rPr>
                <w:rtl/>
              </w:rPr>
            </w:pPr>
          </w:p>
        </w:tc>
      </w:tr>
      <w:tr w:rsidR="00703E3D" w:rsidTr="00703E3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 w:rsidP="00703E3D">
            <w:pPr>
              <w:pStyle w:val="a9"/>
              <w:numPr>
                <w:ilvl w:val="0"/>
                <w:numId w:val="29"/>
              </w:numPr>
              <w:rPr>
                <w:rtl/>
              </w:rPr>
            </w:pPr>
            <w:r>
              <w:rPr>
                <w:rFonts w:hint="cs"/>
                <w:rtl/>
              </w:rPr>
              <w:t>يعلم الوكيل بنجاح العملية.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703E3D" w:rsidRDefault="00703E3D" w:rsidP="00703E3D">
            <w:pPr>
              <w:pStyle w:val="a9"/>
              <w:ind w:left="720"/>
              <w:rPr>
                <w:rtl/>
              </w:rPr>
            </w:pPr>
          </w:p>
        </w:tc>
      </w:tr>
    </w:tbl>
    <w:p w:rsidR="00703E3D" w:rsidRDefault="00703E3D" w:rsidP="00703E3D">
      <w:pPr>
        <w:pStyle w:val="af4"/>
        <w:rPr>
          <w:rtl/>
        </w:rPr>
      </w:pPr>
      <w:r>
        <w:rPr>
          <w:rtl/>
        </w:rPr>
        <w:t>المسارات البديلة</w:t>
      </w:r>
    </w:p>
    <w:p w:rsidR="00703E3D" w:rsidRDefault="00703E3D" w:rsidP="00A41572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tl/>
          <w:lang w:val="en-US"/>
        </w:rPr>
        <w:t xml:space="preserve">: في المرحلة رقم </w:t>
      </w:r>
      <w:r w:rsidR="00A41572">
        <w:rPr>
          <w:rFonts w:hint="cs"/>
          <w:rtl/>
          <w:lang w:val="en-US"/>
        </w:rPr>
        <w:t>6</w:t>
      </w:r>
      <w:r>
        <w:rPr>
          <w:rtl/>
          <w:lang w:val="en-US"/>
        </w:rPr>
        <w:t xml:space="preserve"> إذا أراد </w:t>
      </w:r>
      <w:r w:rsidR="00A41572">
        <w:rPr>
          <w:rFonts w:hint="cs"/>
          <w:rtl/>
          <w:lang w:val="en-US"/>
        </w:rPr>
        <w:t>الوكيل إضافة مرفقات, فيختار المرفقات ويتابع من المرحلة رقم 7.</w:t>
      </w:r>
    </w:p>
    <w:p w:rsidR="00703E3D" w:rsidRDefault="00703E3D" w:rsidP="00703E3D">
      <w:pPr>
        <w:pStyle w:val="af4"/>
        <w:rPr>
          <w:rtl/>
        </w:rPr>
      </w:pPr>
      <w:r>
        <w:rPr>
          <w:rtl/>
        </w:rPr>
        <w:t>المسارات الخاطئة</w:t>
      </w:r>
    </w:p>
    <w:p w:rsidR="00703E3D" w:rsidRDefault="00703E3D" w:rsidP="00703E3D">
      <w:pPr>
        <w:pStyle w:val="a9"/>
        <w:rPr>
          <w:rtl/>
        </w:rPr>
      </w:pPr>
      <w:r>
        <w:rPr>
          <w:rtl/>
        </w:rPr>
        <w:t>لايوجد.</w:t>
      </w:r>
    </w:p>
    <w:p w:rsidR="00703E3D" w:rsidRPr="00703E3D" w:rsidRDefault="00703E3D" w:rsidP="00703E3D">
      <w:pPr>
        <w:pStyle w:val="a9"/>
      </w:pPr>
    </w:p>
    <w:p w:rsidR="00620AF9" w:rsidRDefault="00620AF9" w:rsidP="00620AF9">
      <w:pPr>
        <w:pStyle w:val="4"/>
        <w:ind w:left="431" w:hanging="425"/>
      </w:pPr>
      <w:r>
        <w:rPr>
          <w:rFonts w:hint="cs"/>
          <w:rtl/>
        </w:rPr>
        <w:t xml:space="preserve">    حالة الاستخدام استعراض التقارير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A41572" w:rsidTr="00A41572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A41572" w:rsidRDefault="00A41572" w:rsidP="00A41572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 xml:space="preserve">استعراض التقارير </w:t>
            </w:r>
          </w:p>
        </w:tc>
      </w:tr>
      <w:tr w:rsidR="00A41572" w:rsidTr="00A41572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>
            <w:pPr>
              <w:pStyle w:val="a9"/>
            </w:pPr>
            <w:r>
              <w:rPr>
                <w:rFonts w:hint="cs"/>
                <w:rtl/>
              </w:rPr>
              <w:t>الوكيل العلمي</w:t>
            </w:r>
            <w:r>
              <w:rPr>
                <w:rtl/>
              </w:rPr>
              <w:t xml:space="preserve"> </w:t>
            </w:r>
          </w:p>
        </w:tc>
      </w:tr>
      <w:tr w:rsidR="00A41572" w:rsidTr="00A41572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"/>
              <w:numPr>
                <w:ilvl w:val="0"/>
                <w:numId w:val="34"/>
              </w:numPr>
              <w:rPr>
                <w:rtl/>
              </w:rPr>
            </w:pPr>
            <w:r>
              <w:rPr>
                <w:rtl/>
              </w:rPr>
              <w:t>طالب الخدمة مسجل في النظام.</w:t>
            </w:r>
          </w:p>
        </w:tc>
      </w:tr>
      <w:tr w:rsidR="00A41572" w:rsidTr="00A41572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>
            <w:pPr>
              <w:pStyle w:val="a9"/>
            </w:pPr>
            <w:r>
              <w:rPr>
                <w:rtl/>
              </w:rPr>
              <w:t>الشروط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A41572" w:rsidTr="00A41572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</w:t>
            </w:r>
            <w:r>
              <w:rPr>
                <w:rFonts w:hint="cs"/>
                <w:rtl/>
              </w:rPr>
              <w:t>الوكيل العلمي بالاطلاع على تقارير المشاريع.</w:t>
            </w:r>
          </w:p>
        </w:tc>
      </w:tr>
    </w:tbl>
    <w:p w:rsidR="00A41572" w:rsidRDefault="00A41572" w:rsidP="00A41572">
      <w:pPr>
        <w:pStyle w:val="af4"/>
        <w:rPr>
          <w:u w:val="single"/>
          <w:rtl/>
        </w:rPr>
      </w:pPr>
      <w:r>
        <w:rPr>
          <w:u w:val="single"/>
          <w:rtl/>
        </w:rPr>
        <w:t>سير الأحاث</w:t>
      </w:r>
    </w:p>
    <w:p w:rsidR="00A41572" w:rsidRPr="00A41572" w:rsidRDefault="00A41572" w:rsidP="00A41572">
      <w:pPr>
        <w:pStyle w:val="a9"/>
        <w:rPr>
          <w:sz w:val="10"/>
          <w:szCs w:val="14"/>
          <w:rtl/>
        </w:rPr>
      </w:pPr>
    </w:p>
    <w:p w:rsidR="00A41572" w:rsidRDefault="00A41572" w:rsidP="00A41572">
      <w:pPr>
        <w:pStyle w:val="af4"/>
        <w:rPr>
          <w:rtl/>
          <w:lang w:val="en-US"/>
        </w:rPr>
      </w:pPr>
      <w:r>
        <w:rPr>
          <w:rtl/>
        </w:rPr>
        <w:t xml:space="preserve">السيناريو الرئيسي الناجح –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A41572" w:rsidRDefault="00A41572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A41572" w:rsidRDefault="00A41572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A41572" w:rsidRDefault="00A41572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 xml:space="preserve">يقوم ببدء عملية </w:t>
            </w:r>
            <w:r>
              <w:rPr>
                <w:rFonts w:hint="cs"/>
                <w:rtl/>
              </w:rPr>
              <w:t>الاطلاع على ال</w:t>
            </w:r>
            <w:r>
              <w:rPr>
                <w:rtl/>
              </w:rPr>
              <w:t>تق</w:t>
            </w: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 xml:space="preserve">رير </w:t>
            </w:r>
            <w:r>
              <w:rPr>
                <w:rFonts w:hint="cs"/>
                <w:rtl/>
              </w:rPr>
              <w:t>.</w:t>
            </w: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 xml:space="preserve">يرسل النظام قائمة </w:t>
            </w:r>
            <w:r>
              <w:rPr>
                <w:rFonts w:hint="cs"/>
                <w:rtl/>
              </w:rPr>
              <w:t>ب</w:t>
            </w:r>
            <w:r>
              <w:rPr>
                <w:rtl/>
              </w:rPr>
              <w:t xml:space="preserve">تقارير </w:t>
            </w:r>
            <w:r>
              <w:rPr>
                <w:rFonts w:hint="cs"/>
                <w:rtl/>
              </w:rPr>
              <w:t xml:space="preserve">المشاريع </w:t>
            </w:r>
            <w:r>
              <w:rPr>
                <w:rtl/>
              </w:rPr>
              <w:t>المتوفرة.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A41572" w:rsidRDefault="00A41572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A41572" w:rsidRDefault="00A41572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>يختار التقرير المطلوب</w:t>
            </w: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A41572" w:rsidRDefault="00A41572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 xml:space="preserve">يطلب تأكيد عملية </w:t>
            </w:r>
            <w:r>
              <w:rPr>
                <w:rFonts w:hint="cs"/>
                <w:rtl/>
              </w:rPr>
              <w:t>الاطلاع</w:t>
            </w: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>يسجل النظام معلومات عملية الإصدار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A41572" w:rsidRDefault="00A41572">
            <w:pPr>
              <w:pStyle w:val="a9"/>
              <w:ind w:left="720" w:firstLine="720"/>
              <w:rPr>
                <w:rtl/>
              </w:rPr>
            </w:pP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>يرسل التقرير المطلوب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A41572" w:rsidRDefault="00A41572">
            <w:pPr>
              <w:pStyle w:val="a9"/>
              <w:ind w:left="720" w:firstLine="720"/>
              <w:rPr>
                <w:rtl/>
              </w:rPr>
            </w:pP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A41572" w:rsidRDefault="00A41572">
            <w:pPr>
              <w:pStyle w:val="a9"/>
              <w:ind w:left="720"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 xml:space="preserve">يطلب إنهاء عملية </w:t>
            </w:r>
            <w:r>
              <w:rPr>
                <w:rFonts w:hint="cs"/>
                <w:rtl/>
              </w:rPr>
              <w:t>الاطلاع</w:t>
            </w:r>
            <w:r>
              <w:rPr>
                <w:rtl/>
              </w:rPr>
              <w:t>.</w:t>
            </w:r>
          </w:p>
        </w:tc>
      </w:tr>
      <w:tr w:rsidR="00A41572" w:rsidTr="00A41572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A41572" w:rsidRDefault="00A41572" w:rsidP="00A41572">
            <w:pPr>
              <w:pStyle w:val="a9"/>
              <w:numPr>
                <w:ilvl w:val="0"/>
                <w:numId w:val="35"/>
              </w:numPr>
              <w:rPr>
                <w:rtl/>
              </w:rPr>
            </w:pPr>
            <w:r>
              <w:rPr>
                <w:rtl/>
              </w:rPr>
              <w:t xml:space="preserve">يعلم </w:t>
            </w:r>
            <w:r>
              <w:rPr>
                <w:rFonts w:hint="cs"/>
                <w:rtl/>
              </w:rPr>
              <w:t>الوكيل</w:t>
            </w:r>
            <w:r>
              <w:rPr>
                <w:rtl/>
              </w:rPr>
              <w:t xml:space="preserve"> بنجاح العملية.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A41572" w:rsidRDefault="00A41572">
            <w:pPr>
              <w:pStyle w:val="a9"/>
              <w:ind w:left="360" w:firstLine="720"/>
              <w:rPr>
                <w:rtl/>
              </w:rPr>
            </w:pPr>
          </w:p>
        </w:tc>
      </w:tr>
    </w:tbl>
    <w:p w:rsidR="00A41572" w:rsidRDefault="00A41572" w:rsidP="00A41572">
      <w:pPr>
        <w:pStyle w:val="af4"/>
        <w:rPr>
          <w:rtl/>
        </w:rPr>
      </w:pPr>
      <w:r>
        <w:rPr>
          <w:rtl/>
        </w:rPr>
        <w:t>المسارات البديلة</w:t>
      </w:r>
    </w:p>
    <w:p w:rsidR="00A41572" w:rsidRDefault="00A41572" w:rsidP="00A41572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tl/>
          <w:lang w:val="en-US"/>
        </w:rPr>
        <w:t xml:space="preserve">: في المرحلة رقم 7 إذا أراد </w:t>
      </w:r>
      <w:r>
        <w:rPr>
          <w:rFonts w:hint="cs"/>
          <w:rtl/>
          <w:lang w:val="en-US"/>
        </w:rPr>
        <w:t>الاطلاع على</w:t>
      </w:r>
      <w:r>
        <w:rPr>
          <w:rtl/>
          <w:lang w:val="en-US"/>
        </w:rPr>
        <w:t xml:space="preserve"> تقرير آخر, فإنه يتابع من المرحلة رقم 3. </w:t>
      </w:r>
    </w:p>
    <w:p w:rsidR="00A41572" w:rsidRDefault="00A41572" w:rsidP="00A41572">
      <w:pPr>
        <w:pStyle w:val="af4"/>
        <w:rPr>
          <w:rtl/>
        </w:rPr>
      </w:pPr>
      <w:r>
        <w:rPr>
          <w:rtl/>
        </w:rPr>
        <w:t>المسارات الخاطئة</w:t>
      </w:r>
    </w:p>
    <w:p w:rsidR="00620AF9" w:rsidRPr="00620AF9" w:rsidRDefault="00A41572" w:rsidP="00A41572">
      <w:pPr>
        <w:pStyle w:val="a9"/>
      </w:pPr>
      <w:r>
        <w:rPr>
          <w:rtl/>
        </w:rPr>
        <w:t>لايوجد.</w:t>
      </w:r>
    </w:p>
    <w:p w:rsidR="00133D09" w:rsidRDefault="00133D09" w:rsidP="00133D09">
      <w:pPr>
        <w:pStyle w:val="1"/>
      </w:pPr>
      <w:r>
        <w:lastRenderedPageBreak/>
        <w:t>-2.1</w:t>
      </w:r>
      <w:r>
        <w:rPr>
          <w:rtl/>
        </w:rPr>
        <w:t xml:space="preserve"> حالات الخاصة </w:t>
      </w:r>
      <w:r>
        <w:rPr>
          <w:rFonts w:hint="cs"/>
          <w:rtl/>
        </w:rPr>
        <w:t>بالموظف</w:t>
      </w:r>
    </w:p>
    <w:p w:rsidR="00133D09" w:rsidRPr="00133D09" w:rsidRDefault="00133D09" w:rsidP="00133D09">
      <w:pPr>
        <w:pStyle w:val="3"/>
        <w:rPr>
          <w:rtl/>
        </w:rPr>
      </w:pPr>
      <w:r>
        <w:t>1.2.1</w:t>
      </w:r>
      <w:r>
        <w:rPr>
          <w:rtl/>
        </w:rPr>
        <w:t xml:space="preserve"> حالات الاستخدام</w:t>
      </w:r>
    </w:p>
    <w:p w:rsidR="00A57F40" w:rsidRDefault="00DA7360" w:rsidP="00C00557">
      <w:pPr>
        <w:pStyle w:val="ad"/>
        <w:rPr>
          <w:rFonts w:asciiTheme="minorHAnsi" w:hAnsiTheme="minorHAnsi"/>
          <w:rtl/>
        </w:rPr>
      </w:pPr>
      <w:r w:rsidRPr="00DA7360">
        <w:rPr>
          <w:rFonts w:asciiTheme="minorHAnsi" w:hAnsiTheme="minorHAnsi"/>
          <w:noProof/>
          <w:rtl/>
          <w:lang w:bidi="ar-SA"/>
        </w:rPr>
        <w:drawing>
          <wp:inline distT="0" distB="0" distL="0" distR="0" wp14:anchorId="0DB6C698" wp14:editId="591D7D37">
            <wp:extent cx="5943600" cy="335343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F40" w:rsidRDefault="00A57F40" w:rsidP="00717487">
      <w:pPr>
        <w:pStyle w:val="ad"/>
        <w:jc w:val="left"/>
        <w:rPr>
          <w:rFonts w:asciiTheme="minorHAnsi" w:hAnsiTheme="minorHAnsi"/>
          <w:rtl/>
        </w:rPr>
      </w:pPr>
    </w:p>
    <w:p w:rsidR="0091349E" w:rsidRDefault="0091349E" w:rsidP="0091349E">
      <w:pPr>
        <w:pStyle w:val="3"/>
        <w:rPr>
          <w:rtl/>
        </w:rPr>
      </w:pPr>
      <w:r>
        <w:t>2.2.1</w:t>
      </w:r>
      <w:r>
        <w:rPr>
          <w:rtl/>
        </w:rPr>
        <w:t xml:space="preserve"> الوصف السردي لحالات الاستخدام</w:t>
      </w:r>
    </w:p>
    <w:p w:rsidR="00620AF9" w:rsidRPr="000669BC" w:rsidRDefault="00620AF9" w:rsidP="00620AF9">
      <w:pPr>
        <w:pStyle w:val="4"/>
        <w:numPr>
          <w:ilvl w:val="0"/>
          <w:numId w:val="18"/>
        </w:numPr>
        <w:rPr>
          <w:rtl/>
        </w:rPr>
      </w:pPr>
      <w:r w:rsidRPr="000669BC">
        <w:rPr>
          <w:rFonts w:hint="cs"/>
          <w:rtl/>
        </w:rPr>
        <w:t xml:space="preserve">حالة الاستخدام </w:t>
      </w:r>
      <w:r>
        <w:rPr>
          <w:rFonts w:hint="cs"/>
          <w:rtl/>
        </w:rPr>
        <w:t>استعراض الانشغالية</w:t>
      </w:r>
      <w:r w:rsidRPr="000669BC"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8D7778" w:rsidTr="00A02426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8D7778" w:rsidRDefault="008D7778" w:rsidP="008D7778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 xml:space="preserve">استعراض الانشغالية </w:t>
            </w:r>
          </w:p>
        </w:tc>
      </w:tr>
      <w:tr w:rsidR="008D7778" w:rsidTr="00A02426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A02426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9"/>
            </w:pPr>
            <w:r>
              <w:rPr>
                <w:rFonts w:hint="cs"/>
                <w:rtl/>
              </w:rPr>
              <w:t>الموظف</w:t>
            </w:r>
          </w:p>
        </w:tc>
      </w:tr>
      <w:tr w:rsidR="008D7778" w:rsidTr="00A02426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A02426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"/>
              <w:numPr>
                <w:ilvl w:val="0"/>
                <w:numId w:val="4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الموظف </w:t>
            </w:r>
            <w:r>
              <w:rPr>
                <w:rtl/>
              </w:rPr>
              <w:t>مسجل في النظام</w:t>
            </w:r>
            <w:r>
              <w:rPr>
                <w:rFonts w:hint="cs"/>
                <w:rtl/>
              </w:rPr>
              <w:t xml:space="preserve"> ومعروف لدى النظام</w:t>
            </w:r>
            <w:r>
              <w:rPr>
                <w:rtl/>
              </w:rPr>
              <w:t>.</w:t>
            </w:r>
          </w:p>
        </w:tc>
      </w:tr>
      <w:tr w:rsidR="008D7778" w:rsidTr="00A02426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A02426">
            <w:pPr>
              <w:pStyle w:val="a9"/>
            </w:pPr>
            <w:r>
              <w:rPr>
                <w:rtl/>
              </w:rPr>
              <w:t>الشروط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A02426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8D7778" w:rsidTr="00A02426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A02426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</w:t>
            </w:r>
            <w:r>
              <w:rPr>
                <w:rFonts w:hint="cs"/>
                <w:rtl/>
              </w:rPr>
              <w:t>الموظف باختيار مشروع   من المشاريع المشارك بها ويتطلع على بيانات انشغاليته ضمن المشروع.</w:t>
            </w:r>
          </w:p>
        </w:tc>
      </w:tr>
    </w:tbl>
    <w:p w:rsidR="008D7778" w:rsidRDefault="008D7778" w:rsidP="008D7778">
      <w:pPr>
        <w:pStyle w:val="af4"/>
        <w:rPr>
          <w:u w:val="single"/>
          <w:rtl/>
        </w:rPr>
      </w:pPr>
      <w:r>
        <w:rPr>
          <w:u w:val="single"/>
          <w:rtl/>
        </w:rPr>
        <w:t>سير الأحاث</w:t>
      </w:r>
    </w:p>
    <w:p w:rsidR="008D7778" w:rsidRPr="00A41572" w:rsidRDefault="008D7778" w:rsidP="008D7778">
      <w:pPr>
        <w:pStyle w:val="a9"/>
        <w:rPr>
          <w:sz w:val="10"/>
          <w:szCs w:val="14"/>
          <w:rtl/>
        </w:rPr>
      </w:pPr>
    </w:p>
    <w:p w:rsidR="008D7778" w:rsidRDefault="008D7778" w:rsidP="008D7778">
      <w:pPr>
        <w:pStyle w:val="af4"/>
        <w:rPr>
          <w:rtl/>
          <w:lang w:val="en-US"/>
        </w:rPr>
      </w:pPr>
      <w:r>
        <w:rPr>
          <w:rtl/>
        </w:rPr>
        <w:t xml:space="preserve">السيناريو الرئيسي الناجح –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D7778" w:rsidTr="00A02426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8D7778" w:rsidRDefault="008D7778" w:rsidP="00A02426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8D7778" w:rsidRDefault="008D7778" w:rsidP="008D7778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الموظف</w:t>
            </w:r>
          </w:p>
        </w:tc>
      </w:tr>
      <w:tr w:rsidR="008D7778" w:rsidTr="00A02426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8D7778" w:rsidRDefault="008D7778" w:rsidP="00A02426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"/>
              <w:numPr>
                <w:ilvl w:val="0"/>
                <w:numId w:val="42"/>
              </w:numPr>
              <w:rPr>
                <w:rtl/>
              </w:rPr>
            </w:pPr>
            <w:r>
              <w:rPr>
                <w:rtl/>
              </w:rPr>
              <w:t xml:space="preserve">يقوم ببدء عملية </w:t>
            </w:r>
            <w:r>
              <w:rPr>
                <w:rFonts w:hint="cs"/>
                <w:rtl/>
              </w:rPr>
              <w:t>الاطلاع على الانشغالية.</w:t>
            </w:r>
          </w:p>
        </w:tc>
      </w:tr>
      <w:tr w:rsidR="008D7778" w:rsidTr="00A02426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8D7778">
            <w:pPr>
              <w:pStyle w:val="a9"/>
              <w:numPr>
                <w:ilvl w:val="0"/>
                <w:numId w:val="42"/>
              </w:numPr>
              <w:rPr>
                <w:rtl/>
              </w:rPr>
            </w:pPr>
            <w:r>
              <w:rPr>
                <w:rtl/>
              </w:rPr>
              <w:t xml:space="preserve">يرسل النظام قائمة </w:t>
            </w:r>
            <w:r>
              <w:rPr>
                <w:rFonts w:hint="cs"/>
                <w:rtl/>
              </w:rPr>
              <w:t xml:space="preserve">بالمشاريع </w:t>
            </w: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التي يشارك بها</w:t>
            </w:r>
            <w:r>
              <w:rPr>
                <w:rtl/>
              </w:rPr>
              <w:t>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8D7778" w:rsidRDefault="008D7778" w:rsidP="00A02426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8D7778" w:rsidTr="00A02426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8D7778" w:rsidRDefault="008D7778" w:rsidP="00A02426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"/>
              <w:numPr>
                <w:ilvl w:val="0"/>
                <w:numId w:val="42"/>
              </w:numPr>
              <w:rPr>
                <w:rtl/>
              </w:rPr>
            </w:pPr>
            <w:r>
              <w:rPr>
                <w:rtl/>
              </w:rPr>
              <w:t xml:space="preserve">يختار </w:t>
            </w:r>
            <w:r>
              <w:rPr>
                <w:rFonts w:hint="cs"/>
                <w:rtl/>
              </w:rPr>
              <w:t>المشروع</w:t>
            </w:r>
            <w:r>
              <w:rPr>
                <w:rtl/>
              </w:rPr>
              <w:t xml:space="preserve"> المطلوب</w:t>
            </w:r>
          </w:p>
        </w:tc>
      </w:tr>
      <w:tr w:rsidR="008D7778" w:rsidTr="00A02426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8D7778" w:rsidRDefault="008D7778" w:rsidP="00A02426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8D7778">
            <w:pPr>
              <w:pStyle w:val="a9"/>
              <w:numPr>
                <w:ilvl w:val="0"/>
                <w:numId w:val="42"/>
              </w:numPr>
              <w:rPr>
                <w:rtl/>
              </w:rPr>
            </w:pPr>
            <w:r>
              <w:rPr>
                <w:rtl/>
              </w:rPr>
              <w:t xml:space="preserve">يطلب تأكيد عملية </w:t>
            </w:r>
            <w:r>
              <w:rPr>
                <w:rFonts w:hint="cs"/>
                <w:rtl/>
              </w:rPr>
              <w:t>الاطلاع</w:t>
            </w:r>
          </w:p>
        </w:tc>
      </w:tr>
      <w:tr w:rsidR="008D7778" w:rsidTr="008D7778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9"/>
              <w:numPr>
                <w:ilvl w:val="0"/>
                <w:numId w:val="42"/>
              </w:numPr>
              <w:rPr>
                <w:rtl/>
              </w:rPr>
            </w:pPr>
            <w:r>
              <w:rPr>
                <w:rFonts w:hint="cs"/>
                <w:rtl/>
              </w:rPr>
              <w:t>يرسل ملعومات الانشغالية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8D7778" w:rsidRDefault="008D7778" w:rsidP="00A02426">
            <w:pPr>
              <w:pStyle w:val="a9"/>
              <w:ind w:left="720" w:firstLine="720"/>
              <w:rPr>
                <w:rtl/>
              </w:rPr>
            </w:pPr>
          </w:p>
        </w:tc>
      </w:tr>
      <w:tr w:rsidR="008D7778" w:rsidTr="008D7778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D7778" w:rsidRDefault="008D7778" w:rsidP="00A02426">
            <w:pPr>
              <w:pStyle w:val="a9"/>
              <w:ind w:left="720"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8D7778" w:rsidRDefault="008D7778" w:rsidP="008D7778">
            <w:pPr>
              <w:pStyle w:val="a9"/>
              <w:numPr>
                <w:ilvl w:val="0"/>
                <w:numId w:val="42"/>
              </w:numPr>
              <w:rPr>
                <w:rtl/>
              </w:rPr>
            </w:pPr>
            <w:r>
              <w:rPr>
                <w:rtl/>
              </w:rPr>
              <w:t xml:space="preserve">يطلب إنهاء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عملية.</w:t>
            </w:r>
          </w:p>
        </w:tc>
      </w:tr>
      <w:tr w:rsidR="008D7778" w:rsidTr="008D7778">
        <w:tc>
          <w:tcPr>
            <w:tcW w:w="4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8D7778" w:rsidRDefault="008D7778" w:rsidP="008D7778">
            <w:pPr>
              <w:pStyle w:val="a9"/>
              <w:ind w:left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8D7778" w:rsidRDefault="008D7778" w:rsidP="00A02426">
            <w:pPr>
              <w:pStyle w:val="a9"/>
              <w:ind w:left="360" w:firstLine="720"/>
              <w:rPr>
                <w:rtl/>
              </w:rPr>
            </w:pPr>
          </w:p>
        </w:tc>
      </w:tr>
    </w:tbl>
    <w:p w:rsidR="008D7778" w:rsidRDefault="008D7778" w:rsidP="008D7778">
      <w:pPr>
        <w:pStyle w:val="af4"/>
        <w:rPr>
          <w:rtl/>
        </w:rPr>
      </w:pPr>
      <w:r>
        <w:rPr>
          <w:rtl/>
        </w:rPr>
        <w:t>المسارات البديلة</w:t>
      </w:r>
    </w:p>
    <w:p w:rsidR="008D7778" w:rsidRDefault="008D7778" w:rsidP="008D7778">
      <w:pPr>
        <w:pStyle w:val="a9"/>
        <w:rPr>
          <w:rtl/>
          <w:lang w:val="en-US"/>
        </w:rPr>
      </w:pPr>
      <w:r>
        <w:rPr>
          <w:lang w:val="en-US"/>
        </w:rPr>
        <w:t>A1</w:t>
      </w:r>
      <w:r>
        <w:rPr>
          <w:rtl/>
          <w:lang w:val="en-US"/>
        </w:rPr>
        <w:t xml:space="preserve">: في المرحلة رقم </w:t>
      </w:r>
      <w:r>
        <w:rPr>
          <w:rFonts w:hint="cs"/>
          <w:rtl/>
          <w:lang w:val="en-US"/>
        </w:rPr>
        <w:t xml:space="preserve">4 </w:t>
      </w:r>
      <w:r>
        <w:rPr>
          <w:rtl/>
          <w:lang w:val="en-US"/>
        </w:rPr>
        <w:t xml:space="preserve">إذا </w:t>
      </w:r>
      <w:r>
        <w:rPr>
          <w:rFonts w:hint="cs"/>
          <w:rtl/>
          <w:lang w:val="en-US"/>
        </w:rPr>
        <w:t>اختار مشروع ليس من المشاريع التي يشارك بها, يعلمه النظام بأن المشروع ليس من المشاريع المشارك بها ويتابع من المرحلة رقم 3</w:t>
      </w:r>
      <w:r>
        <w:rPr>
          <w:rtl/>
          <w:lang w:val="en-US"/>
        </w:rPr>
        <w:t xml:space="preserve">. </w:t>
      </w:r>
    </w:p>
    <w:p w:rsidR="008D7778" w:rsidRDefault="008D7778" w:rsidP="008D7778">
      <w:pPr>
        <w:pStyle w:val="af4"/>
        <w:rPr>
          <w:rtl/>
        </w:rPr>
      </w:pPr>
      <w:r>
        <w:rPr>
          <w:rtl/>
        </w:rPr>
        <w:t>المسارات الخاطئة</w:t>
      </w:r>
    </w:p>
    <w:p w:rsidR="008D7778" w:rsidRPr="00620AF9" w:rsidRDefault="008D7778" w:rsidP="008D7778">
      <w:pPr>
        <w:pStyle w:val="a9"/>
      </w:pPr>
      <w:r>
        <w:rPr>
          <w:rtl/>
        </w:rPr>
        <w:t>لايوجد.</w:t>
      </w:r>
    </w:p>
    <w:p w:rsidR="00620AF9" w:rsidRDefault="00620AF9" w:rsidP="00620AF9">
      <w:pPr>
        <w:pStyle w:val="a9"/>
        <w:rPr>
          <w:rtl/>
        </w:rPr>
      </w:pPr>
    </w:p>
    <w:p w:rsidR="00A41572" w:rsidRDefault="00A41572" w:rsidP="00620AF9">
      <w:pPr>
        <w:pStyle w:val="a9"/>
        <w:rPr>
          <w:rtl/>
        </w:rPr>
      </w:pPr>
    </w:p>
    <w:p w:rsidR="008D7778" w:rsidRDefault="008D7778" w:rsidP="00620AF9">
      <w:pPr>
        <w:pStyle w:val="a9"/>
        <w:rPr>
          <w:rtl/>
        </w:rPr>
      </w:pPr>
    </w:p>
    <w:p w:rsidR="00A41572" w:rsidRPr="00620AF9" w:rsidRDefault="00A41572" w:rsidP="00620AF9">
      <w:pPr>
        <w:pStyle w:val="a9"/>
      </w:pPr>
    </w:p>
    <w:p w:rsidR="0091349E" w:rsidRDefault="0091349E" w:rsidP="0091349E">
      <w:pPr>
        <w:pStyle w:val="1"/>
        <w:rPr>
          <w:rtl/>
        </w:rPr>
      </w:pPr>
      <w:r>
        <w:t>-2.1</w:t>
      </w:r>
      <w:r>
        <w:rPr>
          <w:rtl/>
        </w:rPr>
        <w:t xml:space="preserve"> حالات </w:t>
      </w:r>
      <w:r w:rsidR="00510BDD">
        <w:rPr>
          <w:rFonts w:hint="cs"/>
          <w:rtl/>
        </w:rPr>
        <w:t xml:space="preserve">الاستخدام </w:t>
      </w:r>
      <w:r>
        <w:rPr>
          <w:rtl/>
        </w:rPr>
        <w:t xml:space="preserve">الخاصة </w:t>
      </w:r>
      <w:r>
        <w:rPr>
          <w:rFonts w:hint="cs"/>
          <w:rtl/>
        </w:rPr>
        <w:t>بالمستخدم</w:t>
      </w:r>
    </w:p>
    <w:p w:rsidR="0091349E" w:rsidRPr="0091349E" w:rsidRDefault="0091349E" w:rsidP="0091349E">
      <w:pPr>
        <w:pStyle w:val="3"/>
      </w:pPr>
      <w:r>
        <w:t>1.2.1</w:t>
      </w:r>
      <w:r>
        <w:rPr>
          <w:rtl/>
        </w:rPr>
        <w:t xml:space="preserve"> حالات الاستخدام</w:t>
      </w:r>
    </w:p>
    <w:p w:rsidR="0091349E" w:rsidRDefault="0091349E" w:rsidP="006F7FC2">
      <w:pPr>
        <w:pStyle w:val="af9"/>
        <w:rPr>
          <w:rtl/>
          <w:lang w:val="fr-FR"/>
        </w:rPr>
      </w:pPr>
    </w:p>
    <w:p w:rsidR="006F7FC2" w:rsidRDefault="00DA7360" w:rsidP="0091349E">
      <w:pPr>
        <w:pStyle w:val="af9"/>
        <w:bidi w:val="0"/>
        <w:rPr>
          <w:rtl/>
          <w:lang w:val="fr-FR"/>
        </w:rPr>
      </w:pPr>
      <w:r w:rsidRPr="00DA7360">
        <w:rPr>
          <w:noProof/>
          <w:lang w:bidi="ar-SA"/>
        </w:rPr>
        <w:lastRenderedPageBreak/>
        <w:drawing>
          <wp:inline distT="0" distB="0" distL="0" distR="0" wp14:anchorId="0DFAB769" wp14:editId="5A69C29F">
            <wp:extent cx="5943600" cy="29400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E3D" w:rsidRDefault="00703E3D" w:rsidP="0091349E">
      <w:pPr>
        <w:pStyle w:val="af9"/>
        <w:rPr>
          <w:rtl/>
          <w:lang w:val="fr-FR"/>
        </w:rPr>
      </w:pPr>
    </w:p>
    <w:p w:rsidR="00703E3D" w:rsidRDefault="00703E3D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A41572" w:rsidRDefault="00A41572" w:rsidP="0091349E">
      <w:pPr>
        <w:pStyle w:val="af9"/>
        <w:rPr>
          <w:rtl/>
          <w:lang w:val="fr-FR"/>
        </w:rPr>
      </w:pPr>
    </w:p>
    <w:p w:rsidR="00510BDD" w:rsidRDefault="00510BDD" w:rsidP="00510BDD">
      <w:pPr>
        <w:pStyle w:val="1"/>
      </w:pPr>
      <w:r>
        <w:lastRenderedPageBreak/>
        <w:t>-2.1</w:t>
      </w:r>
      <w:r>
        <w:rPr>
          <w:rtl/>
        </w:rPr>
        <w:t xml:space="preserve"> حالات </w:t>
      </w:r>
      <w:r w:rsidR="00A41572">
        <w:rPr>
          <w:rFonts w:hint="cs"/>
          <w:rtl/>
        </w:rPr>
        <w:t>الاستخدا</w:t>
      </w:r>
      <w:r>
        <w:rPr>
          <w:rFonts w:hint="cs"/>
          <w:rtl/>
        </w:rPr>
        <w:t xml:space="preserve">م </w:t>
      </w:r>
      <w:r>
        <w:rPr>
          <w:rtl/>
        </w:rPr>
        <w:t xml:space="preserve">الخاصة </w:t>
      </w:r>
      <w:r>
        <w:rPr>
          <w:rFonts w:hint="cs"/>
          <w:rtl/>
        </w:rPr>
        <w:t>برئيس الفعالية</w:t>
      </w:r>
    </w:p>
    <w:p w:rsidR="00703E3D" w:rsidRPr="00A41572" w:rsidRDefault="00510BDD" w:rsidP="00A41572">
      <w:pPr>
        <w:pStyle w:val="3"/>
        <w:rPr>
          <w:rtl/>
        </w:rPr>
      </w:pPr>
      <w:r>
        <w:t>1.2.1</w:t>
      </w:r>
      <w:r>
        <w:rPr>
          <w:rtl/>
        </w:rPr>
        <w:t xml:space="preserve"> حالات الاستخدام</w:t>
      </w:r>
    </w:p>
    <w:p w:rsidR="00703E3D" w:rsidRPr="00A41572" w:rsidRDefault="00510BDD" w:rsidP="00A41572">
      <w:pPr>
        <w:pStyle w:val="ad"/>
        <w:rPr>
          <w:rFonts w:asciiTheme="minorHAnsi" w:hAnsiTheme="minorHAnsi"/>
          <w:rtl/>
        </w:rPr>
      </w:pPr>
      <w:r>
        <w:rPr>
          <w:rFonts w:asciiTheme="minorHAnsi" w:hAnsiTheme="minorHAnsi"/>
          <w:noProof/>
          <w:rtl/>
          <w:lang w:bidi="ar-SA"/>
        </w:rPr>
        <w:drawing>
          <wp:inline distT="0" distB="0" distL="0" distR="0" wp14:anchorId="462DC6C1" wp14:editId="652EA291">
            <wp:extent cx="5906522" cy="292963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24-08-07 22392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522" cy="292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E3D" w:rsidRPr="00703E3D" w:rsidRDefault="00703E3D" w:rsidP="00703E3D">
      <w:pPr>
        <w:pStyle w:val="a9"/>
        <w:rPr>
          <w:rtl/>
          <w:lang w:val="en-US"/>
        </w:rPr>
      </w:pPr>
    </w:p>
    <w:p w:rsidR="00703E3D" w:rsidRDefault="00703E3D" w:rsidP="00703E3D">
      <w:pPr>
        <w:pStyle w:val="3"/>
        <w:rPr>
          <w:lang w:val="en-US"/>
        </w:rPr>
      </w:pPr>
      <w:r>
        <w:t>2.2.1</w:t>
      </w:r>
      <w:r>
        <w:rPr>
          <w:rtl/>
        </w:rPr>
        <w:t xml:space="preserve"> الوصف السردي لحالات الاستخدام</w:t>
      </w:r>
    </w:p>
    <w:p w:rsidR="00703E3D" w:rsidRDefault="00703E3D" w:rsidP="00703E3D">
      <w:pPr>
        <w:pStyle w:val="4"/>
        <w:numPr>
          <w:ilvl w:val="0"/>
          <w:numId w:val="31"/>
        </w:numPr>
      </w:pPr>
      <w:r>
        <w:rPr>
          <w:rFonts w:hint="cs"/>
          <w:rtl/>
        </w:rPr>
        <w:t xml:space="preserve">    </w:t>
      </w:r>
      <w:r w:rsidRPr="000669BC">
        <w:rPr>
          <w:rFonts w:hint="cs"/>
          <w:rtl/>
        </w:rPr>
        <w:t xml:space="preserve">حالة الاستخدام </w:t>
      </w:r>
      <w:r>
        <w:rPr>
          <w:rFonts w:hint="cs"/>
          <w:rtl/>
        </w:rPr>
        <w:t>استعراض المشاريع ضمن الفعالية</w:t>
      </w:r>
    </w:p>
    <w:p w:rsidR="00703E3D" w:rsidRPr="00620AF9" w:rsidRDefault="00703E3D" w:rsidP="00703E3D">
      <w:pPr>
        <w:pStyle w:val="a9"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991DFD" w:rsidTr="00991DFD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991DFD" w:rsidRDefault="00991DFD" w:rsidP="00991DF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حالة الاستخدام : </w:t>
            </w:r>
            <w:r>
              <w:rPr>
                <w:rFonts w:hint="cs"/>
                <w:sz w:val="28"/>
                <w:szCs w:val="28"/>
                <w:rtl/>
              </w:rPr>
              <w:t>استعراض المشاريع ضمن الفعالية</w:t>
            </w:r>
          </w:p>
        </w:tc>
      </w:tr>
      <w:tr w:rsidR="00991DFD" w:rsidTr="00991DF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991DFD">
            <w:pPr>
              <w:pStyle w:val="a9"/>
            </w:pPr>
            <w:r>
              <w:rPr>
                <w:rtl/>
              </w:rPr>
              <w:t>الفاعلون الأوليون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991DFD">
            <w:pPr>
              <w:pStyle w:val="a9"/>
            </w:pPr>
            <w:r>
              <w:rPr>
                <w:rtl/>
              </w:rPr>
              <w:t xml:space="preserve">رئيس </w:t>
            </w:r>
            <w:r>
              <w:rPr>
                <w:rFonts w:hint="cs"/>
                <w:rtl/>
              </w:rPr>
              <w:t>الفعالية</w:t>
            </w:r>
          </w:p>
        </w:tc>
      </w:tr>
      <w:tr w:rsidR="00991DFD" w:rsidTr="00991DF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991DF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الشروط المسبقة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991DFD">
            <w:pPr>
              <w:pStyle w:val="a"/>
              <w:numPr>
                <w:ilvl w:val="0"/>
                <w:numId w:val="30"/>
              </w:numPr>
              <w:rPr>
                <w:rtl/>
              </w:rPr>
            </w:pPr>
            <w:r>
              <w:rPr>
                <w:rtl/>
              </w:rPr>
              <w:t xml:space="preserve">رئيس </w:t>
            </w:r>
            <w:r>
              <w:rPr>
                <w:rFonts w:hint="cs"/>
                <w:rtl/>
              </w:rPr>
              <w:t>الفعالية</w:t>
            </w:r>
            <w:r>
              <w:rPr>
                <w:rtl/>
              </w:rPr>
              <w:t xml:space="preserve"> مسجل في النظام.</w:t>
            </w:r>
          </w:p>
        </w:tc>
      </w:tr>
      <w:tr w:rsidR="00991DFD" w:rsidTr="00991DF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991DFD">
            <w:pPr>
              <w:pStyle w:val="a9"/>
            </w:pPr>
            <w:r>
              <w:rPr>
                <w:rtl/>
              </w:rPr>
              <w:t>الشروط اللاحقة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991DFD" w:rsidTr="00991DFD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991DF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الوصف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991DFD">
            <w:pPr>
              <w:pStyle w:val="a9"/>
              <w:rPr>
                <w:rtl/>
              </w:rPr>
            </w:pPr>
            <w:r>
              <w:rPr>
                <w:rtl/>
              </w:rPr>
              <w:t xml:space="preserve">يقوم رئيس </w:t>
            </w:r>
            <w:r>
              <w:rPr>
                <w:rFonts w:hint="cs"/>
                <w:rtl/>
              </w:rPr>
              <w:t xml:space="preserve">الفعالية </w:t>
            </w:r>
            <w:r>
              <w:rPr>
                <w:rtl/>
              </w:rPr>
              <w:t>بإصدار تقرير</w:t>
            </w:r>
            <w:r>
              <w:rPr>
                <w:rFonts w:hint="cs"/>
                <w:rtl/>
              </w:rPr>
              <w:t xml:space="preserve"> بالمشاريع ضمن الفعالية االتي يرأسها</w:t>
            </w:r>
            <w:r>
              <w:rPr>
                <w:rtl/>
              </w:rPr>
              <w:t>.</w:t>
            </w:r>
          </w:p>
        </w:tc>
      </w:tr>
    </w:tbl>
    <w:p w:rsidR="00A41572" w:rsidRDefault="00A41572" w:rsidP="00991DFD">
      <w:pPr>
        <w:pStyle w:val="af4"/>
        <w:rPr>
          <w:u w:val="single"/>
          <w:rtl/>
        </w:rPr>
      </w:pPr>
    </w:p>
    <w:p w:rsidR="00A41572" w:rsidRDefault="00A41572" w:rsidP="00991DFD">
      <w:pPr>
        <w:pStyle w:val="af4"/>
        <w:rPr>
          <w:u w:val="single"/>
          <w:rtl/>
        </w:rPr>
      </w:pPr>
    </w:p>
    <w:p w:rsidR="00991DFD" w:rsidRDefault="00991DFD" w:rsidP="00991DFD">
      <w:pPr>
        <w:pStyle w:val="af4"/>
        <w:rPr>
          <w:u w:val="single"/>
          <w:rtl/>
        </w:rPr>
      </w:pPr>
      <w:r>
        <w:rPr>
          <w:u w:val="single"/>
          <w:rtl/>
        </w:rPr>
        <w:lastRenderedPageBreak/>
        <w:t>سير الأحاث</w:t>
      </w:r>
    </w:p>
    <w:p w:rsidR="00991DFD" w:rsidRDefault="00991DFD" w:rsidP="00703E3D">
      <w:pPr>
        <w:pStyle w:val="af4"/>
        <w:rPr>
          <w:rtl/>
          <w:lang w:val="en-US"/>
        </w:rPr>
      </w:pPr>
      <w:r>
        <w:rPr>
          <w:rtl/>
        </w:rPr>
        <w:t xml:space="preserve">السيناريو الرئيسي الناجح – </w:t>
      </w:r>
      <w:r>
        <w:rPr>
          <w:lang w:val="en-US"/>
        </w:rPr>
        <w:t>Main Success scenario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991DFD" w:rsidRDefault="00991DF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النظام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991DFD" w:rsidRDefault="00991DFD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>رئيس فريق العمل</w:t>
            </w: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991DFD" w:rsidRDefault="00991DF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8D7778">
            <w:pPr>
              <w:pStyle w:val="a"/>
              <w:numPr>
                <w:ilvl w:val="0"/>
                <w:numId w:val="43"/>
              </w:numPr>
              <w:rPr>
                <w:rtl/>
              </w:rPr>
            </w:pPr>
            <w:r>
              <w:rPr>
                <w:rFonts w:hint="cs"/>
                <w:rtl/>
              </w:rPr>
              <w:t>يقوم بطلب عملية استعراض ا</w:t>
            </w:r>
            <w:r>
              <w:rPr>
                <w:rtl/>
              </w:rPr>
              <w:t>لمش</w:t>
            </w:r>
            <w:r>
              <w:rPr>
                <w:rFonts w:hint="cs"/>
                <w:rtl/>
              </w:rPr>
              <w:t>اريع</w:t>
            </w: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8D7778" w:rsidP="008D7778">
            <w:pPr>
              <w:pStyle w:val="a9"/>
              <w:numPr>
                <w:ilvl w:val="0"/>
                <w:numId w:val="43"/>
              </w:numPr>
              <w:rPr>
                <w:rtl/>
              </w:rPr>
            </w:pPr>
            <w:r>
              <w:rPr>
                <w:rtl/>
              </w:rPr>
              <w:t>يرسل</w:t>
            </w:r>
            <w:r>
              <w:rPr>
                <w:rFonts w:hint="cs"/>
                <w:rtl/>
              </w:rPr>
              <w:t xml:space="preserve"> </w:t>
            </w:r>
            <w:r w:rsidR="00991DFD">
              <w:rPr>
                <w:rtl/>
              </w:rPr>
              <w:t xml:space="preserve">النظام قائمة </w:t>
            </w:r>
            <w:r w:rsidR="00991DFD">
              <w:rPr>
                <w:rFonts w:hint="cs"/>
                <w:rtl/>
              </w:rPr>
              <w:t>بالمشاريع ضمن الفعالية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991DFD" w:rsidRDefault="00991DFD">
            <w:pPr>
              <w:pStyle w:val="a"/>
              <w:numPr>
                <w:ilvl w:val="0"/>
                <w:numId w:val="0"/>
              </w:numPr>
              <w:ind w:left="720"/>
              <w:rPr>
                <w:rtl/>
              </w:rPr>
            </w:pP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991DFD" w:rsidRDefault="00991DFD">
            <w:pPr>
              <w:pStyle w:val="a9"/>
              <w:ind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8D7778">
            <w:pPr>
              <w:pStyle w:val="a"/>
              <w:numPr>
                <w:ilvl w:val="0"/>
                <w:numId w:val="43"/>
              </w:numPr>
              <w:rPr>
                <w:rtl/>
              </w:rPr>
            </w:pPr>
            <w:r>
              <w:rPr>
                <w:rtl/>
              </w:rPr>
              <w:t xml:space="preserve">يختار </w:t>
            </w:r>
            <w:r>
              <w:rPr>
                <w:rFonts w:hint="cs"/>
                <w:rtl/>
              </w:rPr>
              <w:t>المشروع الذي سيطلع على حالته</w:t>
            </w: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703E3D" w:rsidP="008D7778">
            <w:pPr>
              <w:pStyle w:val="a9"/>
              <w:numPr>
                <w:ilvl w:val="0"/>
                <w:numId w:val="43"/>
              </w:numPr>
              <w:rPr>
                <w:rtl/>
              </w:rPr>
            </w:pPr>
            <w:r>
              <w:rPr>
                <w:rFonts w:hint="cs"/>
                <w:rtl/>
              </w:rPr>
              <w:t>يسجل عملية الإصدار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991DFD" w:rsidRDefault="00991DFD">
            <w:pPr>
              <w:pStyle w:val="a9"/>
              <w:ind w:left="720" w:firstLine="720"/>
              <w:rPr>
                <w:rtl/>
              </w:rPr>
            </w:pP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991DFD" w:rsidRDefault="00703E3D" w:rsidP="008D7778">
            <w:pPr>
              <w:pStyle w:val="a9"/>
              <w:numPr>
                <w:ilvl w:val="0"/>
                <w:numId w:val="43"/>
              </w:numPr>
              <w:rPr>
                <w:rtl/>
              </w:rPr>
            </w:pPr>
            <w:r>
              <w:rPr>
                <w:rtl/>
              </w:rPr>
              <w:t>يرسل التقرير ال</w:t>
            </w:r>
            <w:r>
              <w:rPr>
                <w:rFonts w:hint="cs"/>
                <w:rtl/>
              </w:rPr>
              <w:t>مطلوب مع المرفقات.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991DFD" w:rsidRDefault="00991DFD">
            <w:pPr>
              <w:pStyle w:val="a9"/>
              <w:ind w:left="720" w:firstLine="720"/>
              <w:rPr>
                <w:rtl/>
              </w:rPr>
            </w:pP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991DFD" w:rsidRDefault="00991DFD">
            <w:pPr>
              <w:pStyle w:val="a9"/>
              <w:ind w:left="720" w:firstLine="720"/>
              <w:rPr>
                <w:rtl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8D7778">
            <w:pPr>
              <w:pStyle w:val="a9"/>
              <w:numPr>
                <w:ilvl w:val="0"/>
                <w:numId w:val="43"/>
              </w:numPr>
              <w:rPr>
                <w:rtl/>
              </w:rPr>
            </w:pPr>
            <w:r>
              <w:rPr>
                <w:rtl/>
              </w:rPr>
              <w:t xml:space="preserve">يطلب إنهاء </w:t>
            </w:r>
            <w:r w:rsidR="00703E3D">
              <w:rPr>
                <w:rFonts w:hint="cs"/>
                <w:rtl/>
              </w:rPr>
              <w:t>ال</w:t>
            </w:r>
            <w:r>
              <w:rPr>
                <w:rtl/>
              </w:rPr>
              <w:t>عملية.</w:t>
            </w:r>
          </w:p>
        </w:tc>
      </w:tr>
      <w:tr w:rsidR="00991DFD" w:rsidTr="00991DFD"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991DFD" w:rsidRDefault="00991DFD" w:rsidP="008D7778">
            <w:pPr>
              <w:pStyle w:val="a9"/>
              <w:numPr>
                <w:ilvl w:val="0"/>
                <w:numId w:val="43"/>
              </w:numPr>
              <w:rPr>
                <w:rtl/>
              </w:rPr>
            </w:pPr>
            <w:r>
              <w:rPr>
                <w:rtl/>
              </w:rPr>
              <w:t xml:space="preserve">يعلم رئيس </w:t>
            </w:r>
            <w:r w:rsidR="00703E3D">
              <w:rPr>
                <w:rFonts w:hint="cs"/>
                <w:rtl/>
              </w:rPr>
              <w:t xml:space="preserve">الفعالية </w:t>
            </w:r>
            <w:r>
              <w:rPr>
                <w:rtl/>
              </w:rPr>
              <w:t>بنجاح العملية.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</w:tcPr>
          <w:p w:rsidR="00991DFD" w:rsidRDefault="00991DFD">
            <w:pPr>
              <w:pStyle w:val="a9"/>
              <w:ind w:left="360" w:firstLine="720"/>
              <w:rPr>
                <w:rtl/>
              </w:rPr>
            </w:pPr>
          </w:p>
        </w:tc>
      </w:tr>
    </w:tbl>
    <w:p w:rsidR="00991DFD" w:rsidRDefault="00991DFD" w:rsidP="00991DFD">
      <w:pPr>
        <w:pStyle w:val="af4"/>
        <w:rPr>
          <w:rtl/>
        </w:rPr>
      </w:pPr>
      <w:r>
        <w:rPr>
          <w:rtl/>
        </w:rPr>
        <w:t>المسارات البديلة</w:t>
      </w:r>
    </w:p>
    <w:p w:rsidR="00991DFD" w:rsidRDefault="00703E3D" w:rsidP="00703E3D">
      <w:pPr>
        <w:pStyle w:val="a9"/>
        <w:rPr>
          <w:rtl/>
          <w:lang w:val="en-US"/>
        </w:rPr>
      </w:pPr>
      <w:r>
        <w:rPr>
          <w:rFonts w:hint="cs"/>
          <w:rtl/>
          <w:lang w:val="en-US"/>
        </w:rPr>
        <w:t>لايوجد.</w:t>
      </w:r>
    </w:p>
    <w:p w:rsidR="00991DFD" w:rsidRDefault="00991DFD" w:rsidP="00991DFD">
      <w:pPr>
        <w:pStyle w:val="af4"/>
        <w:rPr>
          <w:rtl/>
        </w:rPr>
      </w:pPr>
      <w:r>
        <w:rPr>
          <w:rtl/>
        </w:rPr>
        <w:t>المسارات الخاطئة</w:t>
      </w:r>
    </w:p>
    <w:p w:rsidR="00510BDD" w:rsidRDefault="00991DFD" w:rsidP="00703E3D">
      <w:pPr>
        <w:pStyle w:val="a9"/>
        <w:rPr>
          <w:rtl/>
        </w:rPr>
      </w:pPr>
      <w:r>
        <w:rPr>
          <w:rtl/>
        </w:rPr>
        <w:t>لايوجد.</w:t>
      </w:r>
    </w:p>
    <w:p w:rsidR="00A41572" w:rsidRDefault="00A41572" w:rsidP="00703E3D">
      <w:pPr>
        <w:pStyle w:val="a9"/>
        <w:rPr>
          <w:rtl/>
        </w:rPr>
      </w:pPr>
    </w:p>
    <w:p w:rsidR="00A41572" w:rsidRDefault="00A41572" w:rsidP="00703E3D">
      <w:pPr>
        <w:pStyle w:val="a9"/>
        <w:rPr>
          <w:rtl/>
        </w:rPr>
      </w:pPr>
    </w:p>
    <w:p w:rsidR="00A41572" w:rsidRDefault="00A41572" w:rsidP="00703E3D">
      <w:pPr>
        <w:pStyle w:val="a9"/>
        <w:rPr>
          <w:rtl/>
        </w:rPr>
      </w:pPr>
    </w:p>
    <w:p w:rsidR="00A41572" w:rsidRDefault="00A41572" w:rsidP="00703E3D">
      <w:pPr>
        <w:pStyle w:val="a9"/>
        <w:rPr>
          <w:rtl/>
        </w:rPr>
      </w:pPr>
    </w:p>
    <w:p w:rsidR="00A41572" w:rsidRDefault="00A41572" w:rsidP="00703E3D">
      <w:pPr>
        <w:pStyle w:val="a9"/>
        <w:rPr>
          <w:rtl/>
        </w:rPr>
      </w:pPr>
    </w:p>
    <w:p w:rsidR="00A41572" w:rsidRPr="00703E3D" w:rsidRDefault="00A41572" w:rsidP="00703E3D">
      <w:pPr>
        <w:pStyle w:val="a9"/>
        <w:rPr>
          <w:rtl/>
        </w:rPr>
      </w:pPr>
    </w:p>
    <w:p w:rsidR="00DA7360" w:rsidRDefault="00DA7360" w:rsidP="00DA7360">
      <w:pPr>
        <w:pStyle w:val="1"/>
        <w:rPr>
          <w:rtl/>
        </w:rPr>
      </w:pPr>
      <w:r>
        <w:lastRenderedPageBreak/>
        <w:t>-2.1</w:t>
      </w:r>
      <w:r>
        <w:rPr>
          <w:rtl/>
        </w:rPr>
        <w:t xml:space="preserve"> </w:t>
      </w:r>
      <w:r>
        <w:rPr>
          <w:rFonts w:hint="cs"/>
          <w:rtl/>
        </w:rPr>
        <w:t>العلاقات بين الفاعلين</w:t>
      </w:r>
    </w:p>
    <w:p w:rsidR="00075899" w:rsidRDefault="00075899" w:rsidP="0091349E">
      <w:pPr>
        <w:pStyle w:val="af9"/>
        <w:rPr>
          <w:rtl/>
          <w:lang w:val="fr-FR"/>
        </w:rPr>
      </w:pPr>
    </w:p>
    <w:p w:rsidR="00510BDD" w:rsidRPr="00DA7360" w:rsidRDefault="00DA7360" w:rsidP="0091349E">
      <w:pPr>
        <w:pStyle w:val="af9"/>
      </w:pPr>
      <w:r w:rsidRPr="00DA7360">
        <w:rPr>
          <w:noProof/>
          <w:rtl/>
          <w:lang w:bidi="ar-SA"/>
        </w:rPr>
        <w:drawing>
          <wp:inline distT="0" distB="0" distL="0" distR="0" wp14:anchorId="746F677D" wp14:editId="6F5AB507">
            <wp:extent cx="5943600" cy="49580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5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BDD" w:rsidRDefault="00510BDD" w:rsidP="0091349E">
      <w:pPr>
        <w:pStyle w:val="af9"/>
        <w:rPr>
          <w:rtl/>
          <w:lang w:val="fr-FR"/>
        </w:rPr>
      </w:pPr>
    </w:p>
    <w:p w:rsidR="00510BDD" w:rsidRDefault="00510BDD" w:rsidP="0091349E">
      <w:pPr>
        <w:pStyle w:val="af9"/>
        <w:rPr>
          <w:rtl/>
          <w:lang w:val="fr-FR"/>
        </w:rPr>
      </w:pPr>
    </w:p>
    <w:p w:rsidR="00510BDD" w:rsidRDefault="00510BDD" w:rsidP="0091349E">
      <w:pPr>
        <w:pStyle w:val="af9"/>
        <w:rPr>
          <w:rtl/>
          <w:lang w:val="fr-FR"/>
        </w:rPr>
      </w:pPr>
    </w:p>
    <w:p w:rsidR="00510BDD" w:rsidRDefault="00510BDD" w:rsidP="0091349E">
      <w:pPr>
        <w:pStyle w:val="af9"/>
        <w:rPr>
          <w:rtl/>
          <w:lang w:val="fr-FR"/>
        </w:rPr>
      </w:pPr>
    </w:p>
    <w:p w:rsidR="00075899" w:rsidRDefault="00075899" w:rsidP="0091349E">
      <w:pPr>
        <w:pStyle w:val="af9"/>
        <w:rPr>
          <w:rtl/>
          <w:lang w:val="fr-FR"/>
        </w:rPr>
      </w:pPr>
    </w:p>
    <w:p w:rsidR="00075899" w:rsidRDefault="00075899" w:rsidP="0091349E">
      <w:pPr>
        <w:pStyle w:val="af9"/>
        <w:rPr>
          <w:rtl/>
          <w:lang w:val="fr-FR"/>
        </w:rPr>
      </w:pPr>
    </w:p>
    <w:p w:rsidR="0068031F" w:rsidRDefault="0068031F" w:rsidP="0068031F">
      <w:pPr>
        <w:pStyle w:val="2"/>
      </w:pPr>
      <w:r>
        <w:lastRenderedPageBreak/>
        <w:t>6.5</w:t>
      </w:r>
      <w:r>
        <w:rPr>
          <w:rtl/>
        </w:rPr>
        <w:t xml:space="preserve"> مخططات التتالي لبعض حالات الاستخدام</w:t>
      </w:r>
    </w:p>
    <w:p w:rsidR="0068031F" w:rsidRDefault="0068031F" w:rsidP="0068031F">
      <w:pPr>
        <w:pStyle w:val="3"/>
        <w:rPr>
          <w:rtl/>
        </w:rPr>
      </w:pPr>
      <w:proofErr w:type="gramStart"/>
      <w:r>
        <w:rPr>
          <w:lang w:val="en-US"/>
        </w:rPr>
        <w:t>1.6.5</w:t>
      </w:r>
      <w:r>
        <w:t xml:space="preserve"> </w:t>
      </w:r>
      <w:r>
        <w:rPr>
          <w:rtl/>
        </w:rPr>
        <w:t xml:space="preserve"> مخطط</w:t>
      </w:r>
      <w:proofErr w:type="gramEnd"/>
      <w:r>
        <w:rPr>
          <w:rtl/>
        </w:rPr>
        <w:t xml:space="preserve"> التتالي لحالة الاستخدام متابعة مشروع</w:t>
      </w:r>
    </w:p>
    <w:p w:rsidR="0068031F" w:rsidRDefault="0068031F" w:rsidP="0068031F">
      <w:pPr>
        <w:pStyle w:val="a9"/>
        <w:keepNext/>
        <w:jc w:val="center"/>
        <w:rPr>
          <w:rtl/>
        </w:rPr>
      </w:pPr>
      <w:r>
        <w:rPr>
          <w:noProof/>
          <w:lang w:val="en-US" w:bidi="ar-SA"/>
        </w:rPr>
        <w:drawing>
          <wp:inline distT="0" distB="0" distL="0" distR="0">
            <wp:extent cx="4253865" cy="58521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5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31F" w:rsidRDefault="0068031F" w:rsidP="0068031F">
      <w:pPr>
        <w:pStyle w:val="Caption"/>
      </w:pPr>
      <w:r>
        <w:rPr>
          <w:rtl/>
        </w:rPr>
        <w:t xml:space="preserve">الشكل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Figure \* 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1</w:t>
      </w:r>
      <w:r>
        <w:rPr>
          <w:rtl/>
        </w:rPr>
        <w:fldChar w:fldCharType="end"/>
      </w:r>
      <w:r>
        <w:rPr>
          <w:rtl/>
        </w:rPr>
        <w:t xml:space="preserve"> : </w:t>
      </w:r>
      <w:r>
        <w:rPr>
          <w:noProof/>
          <w:rtl/>
        </w:rPr>
        <w:t>مخطط التتالي لحالة الاستخدام متابعة مشروع</w:t>
      </w:r>
    </w:p>
    <w:p w:rsidR="0068031F" w:rsidRDefault="0068031F" w:rsidP="0068031F">
      <w:pPr>
        <w:pStyle w:val="a9"/>
        <w:keepNext/>
      </w:pPr>
    </w:p>
    <w:p w:rsidR="0068031F" w:rsidRDefault="0068031F" w:rsidP="0068031F">
      <w:pPr>
        <w:pStyle w:val="3"/>
        <w:rPr>
          <w:rtl/>
        </w:rPr>
      </w:pPr>
      <w:r>
        <w:t>2.6.5</w:t>
      </w:r>
      <w:r>
        <w:rPr>
          <w:rtl/>
        </w:rPr>
        <w:t xml:space="preserve"> مخطط التتالي لحالة الاستخدام تخطيط مشروع </w:t>
      </w:r>
    </w:p>
    <w:p w:rsidR="0068031F" w:rsidRDefault="0068031F" w:rsidP="0068031F">
      <w:pPr>
        <w:pStyle w:val="af9"/>
        <w:keepNext/>
        <w:jc w:val="center"/>
        <w:rPr>
          <w:rtl/>
        </w:rPr>
      </w:pPr>
      <w:r>
        <w:rPr>
          <w:noProof/>
          <w:lang w:bidi="ar-SA"/>
        </w:rPr>
        <w:drawing>
          <wp:inline distT="0" distB="0" distL="0" distR="0">
            <wp:extent cx="4969510" cy="5534025"/>
            <wp:effectExtent l="0" t="0" r="254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31F" w:rsidRDefault="0068031F" w:rsidP="0068031F">
      <w:pPr>
        <w:pStyle w:val="Caption"/>
        <w:rPr>
          <w:lang w:val="fr-FR"/>
        </w:rPr>
      </w:pPr>
      <w:r>
        <w:rPr>
          <w:rtl/>
          <w:lang w:val="fr-FR"/>
        </w:rPr>
        <w:t xml:space="preserve">الشكل </w:t>
      </w:r>
      <w:r>
        <w:rPr>
          <w:rtl/>
          <w:lang w:val="fr-FR"/>
        </w:rPr>
        <w:fldChar w:fldCharType="begin"/>
      </w:r>
      <w:r>
        <w:rPr>
          <w:rtl/>
          <w:lang w:val="fr-FR"/>
        </w:rPr>
        <w:instrText xml:space="preserve"> </w:instrText>
      </w:r>
      <w:r>
        <w:rPr>
          <w:lang w:val="fr-FR"/>
        </w:rPr>
        <w:instrText>SEQ</w:instrText>
      </w:r>
      <w:r>
        <w:rPr>
          <w:rtl/>
          <w:lang w:val="fr-FR"/>
        </w:rPr>
        <w:instrText xml:space="preserve"> </w:instrText>
      </w:r>
      <w:r>
        <w:rPr>
          <w:lang w:val="fr-FR"/>
        </w:rPr>
        <w:instrText>Figure \* ARABIC</w:instrText>
      </w:r>
      <w:r>
        <w:rPr>
          <w:rtl/>
          <w:lang w:val="fr-FR"/>
        </w:rPr>
        <w:instrText xml:space="preserve"> </w:instrText>
      </w:r>
      <w:r>
        <w:rPr>
          <w:rtl/>
          <w:lang w:val="fr-FR"/>
        </w:rPr>
        <w:fldChar w:fldCharType="separate"/>
      </w:r>
      <w:r>
        <w:rPr>
          <w:noProof/>
          <w:rtl/>
          <w:lang w:val="fr-FR"/>
        </w:rPr>
        <w:t>2</w:t>
      </w:r>
      <w:r>
        <w:rPr>
          <w:rtl/>
          <w:lang w:val="fr-FR"/>
        </w:rPr>
        <w:fldChar w:fldCharType="end"/>
      </w:r>
      <w:r>
        <w:rPr>
          <w:rtl/>
          <w:lang w:val="fr-FR"/>
        </w:rPr>
        <w:t xml:space="preserve"> : مخطط التتالي لحالة الستخدام تخطيط مشروع.</w:t>
      </w:r>
    </w:p>
    <w:p w:rsidR="0068031F" w:rsidRDefault="0068031F" w:rsidP="0068031F">
      <w:pPr>
        <w:pStyle w:val="a9"/>
        <w:rPr>
          <w:rtl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2"/>
        <w:rPr>
          <w:rtl/>
        </w:rPr>
      </w:pPr>
      <w:r>
        <w:lastRenderedPageBreak/>
        <w:t>7.5</w:t>
      </w:r>
      <w:r>
        <w:rPr>
          <w:rtl/>
        </w:rPr>
        <w:t xml:space="preserve"> </w:t>
      </w:r>
      <w:r>
        <w:rPr>
          <w:rFonts w:hint="cs"/>
          <w:rtl/>
        </w:rPr>
        <w:t>عقود عمليات حالة الاستخدام متابعة مشروع</w:t>
      </w:r>
    </w:p>
    <w:p w:rsidR="0068031F" w:rsidRDefault="0068031F" w:rsidP="0068031F">
      <w:pPr>
        <w:pStyle w:val="a9"/>
        <w:rPr>
          <w:rFonts w:hint="cs"/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68031F" w:rsidTr="0068031F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031F" w:rsidRDefault="0068031F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العملية : </w:t>
            </w:r>
            <w:r>
              <w:rPr>
                <w:sz w:val="28"/>
                <w:szCs w:val="28"/>
              </w:rPr>
              <w:t>StartNewTrack( projectId )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</w:pPr>
            <w:r>
              <w:t>Responsibilities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</w:pPr>
            <w:r>
              <w:t xml:space="preserve"> </w:t>
            </w:r>
            <w:r>
              <w:rPr>
                <w:rtl/>
              </w:rPr>
              <w:t>بدء عملية متابعة جديدة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Exception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  <w:ind w:left="540" w:hanging="360"/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Precondition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</w:pPr>
            <w:r>
              <w:rPr>
                <w:rtl/>
              </w:rPr>
              <w:t>الستخددم (رئيس فريق العمل ) مسجل لدى النظام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Postcondition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</w:rPr>
              <w:t xml:space="preserve">عملية متابعة جديدة </w:t>
            </w:r>
            <w:r>
              <w:rPr>
                <w:lang w:val="en-US"/>
              </w:rPr>
              <w:t xml:space="preserve">T </w:t>
            </w:r>
            <w:r>
              <w:rPr>
                <w:rtl/>
                <w:lang w:val="en-US"/>
              </w:rPr>
              <w:t xml:space="preserve"> أنشئت.</w:t>
            </w:r>
          </w:p>
          <w:p w:rsidR="0068031F" w:rsidRDefault="0068031F">
            <w:pPr>
              <w:pStyle w:val="a9"/>
              <w:rPr>
                <w:lang w:val="en-US"/>
              </w:rPr>
            </w:pPr>
            <w:r>
              <w:rPr>
                <w:rtl/>
                <w:lang w:val="en-US"/>
              </w:rPr>
              <w:t xml:space="preserve">نسخة من المشروع </w:t>
            </w:r>
            <w:r>
              <w:rPr>
                <w:lang w:val="en-US"/>
              </w:rPr>
              <w:t xml:space="preserve">P </w:t>
            </w:r>
            <w:r>
              <w:rPr>
                <w:rtl/>
                <w:lang w:val="en-US"/>
              </w:rPr>
              <w:t xml:space="preserve"> أنشئت .</w:t>
            </w:r>
          </w:p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  <w:lang w:val="en-US"/>
              </w:rPr>
              <w:t xml:space="preserve">عملية المتابعة </w:t>
            </w:r>
            <w:r>
              <w:rPr>
                <w:lang w:val="en-US"/>
              </w:rPr>
              <w:t xml:space="preserve">T </w:t>
            </w:r>
            <w:r>
              <w:rPr>
                <w:rtl/>
                <w:lang w:val="en-US"/>
              </w:rPr>
              <w:t xml:space="preserve"> أضيفت إلى المشروع </w:t>
            </w:r>
            <w:r>
              <w:rPr>
                <w:lang w:val="en-US"/>
              </w:rPr>
              <w:t>P</w:t>
            </w:r>
            <w:r>
              <w:rPr>
                <w:rtl/>
                <w:lang w:val="en-US"/>
              </w:rPr>
              <w:t>.</w:t>
            </w:r>
          </w:p>
        </w:tc>
      </w:tr>
    </w:tbl>
    <w:p w:rsidR="0068031F" w:rsidRDefault="0068031F" w:rsidP="0068031F">
      <w:pPr>
        <w:pStyle w:val="af9"/>
        <w:rPr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68031F" w:rsidTr="0068031F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031F" w:rsidRDefault="0068031F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العملية : </w:t>
            </w:r>
            <w:r>
              <w:rPr>
                <w:sz w:val="28"/>
                <w:szCs w:val="28"/>
                <w:lang w:val="en-US"/>
              </w:rPr>
              <w:t>AddStepTrack</w:t>
            </w:r>
            <w:r>
              <w:rPr>
                <w:sz w:val="28"/>
                <w:szCs w:val="28"/>
              </w:rPr>
              <w:t>( StepId , completionRatio )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</w:pPr>
            <w:r>
              <w:t>Responsibilities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</w:pPr>
            <w:r>
              <w:rPr>
                <w:rtl/>
              </w:rPr>
              <w:t>إضافة متابعة مرحلة لعملية المتابعة.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Exception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  <w:ind w:left="540" w:hanging="360"/>
              <w:rPr>
                <w:rtl/>
              </w:rPr>
            </w:pPr>
            <w:r>
              <w:rPr>
                <w:rtl/>
              </w:rPr>
              <w:t>نسبة الانجاز لاتتوافق مع النسبة الحالية.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Precondition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</w:pPr>
            <w:r>
              <w:rPr>
                <w:rtl/>
              </w:rPr>
              <w:t>الستخددم (رئيس فريق العمل ) مسجل لدى النظام</w:t>
            </w:r>
          </w:p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 xml:space="preserve">عملية المتابعة </w:t>
            </w:r>
            <w:r>
              <w:t xml:space="preserve">Track </w:t>
            </w:r>
            <w:r>
              <w:rPr>
                <w:rtl/>
              </w:rPr>
              <w:t xml:space="preserve"> التي ستضاف إليها معروفة لدى النظام.</w:t>
            </w:r>
          </w:p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 xml:space="preserve">المرحلة </w:t>
            </w:r>
            <w:r>
              <w:t xml:space="preserve">Step </w:t>
            </w:r>
            <w:r>
              <w:rPr>
                <w:rtl/>
              </w:rPr>
              <w:t xml:space="preserve"> التي ستتابع معروفة لدى النظام.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Postcondition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</w:rPr>
              <w:t xml:space="preserve">متابعة مرحلة </w:t>
            </w:r>
            <w:r>
              <w:rPr>
                <w:lang w:val="en-US"/>
              </w:rPr>
              <w:t>StepTrack</w:t>
            </w:r>
            <w:r>
              <w:rPr>
                <w:rtl/>
                <w:lang w:val="en-US"/>
              </w:rPr>
              <w:t xml:space="preserve"> أنشئت .</w:t>
            </w:r>
          </w:p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  <w:lang w:val="en-US"/>
              </w:rPr>
              <w:t xml:space="preserve">متابعة المرحلة </w:t>
            </w:r>
            <w:r>
              <w:rPr>
                <w:lang w:val="en-US"/>
              </w:rPr>
              <w:t xml:space="preserve">StepTrack </w:t>
            </w:r>
            <w:r>
              <w:rPr>
                <w:rtl/>
                <w:lang w:val="en-US"/>
              </w:rPr>
              <w:t xml:space="preserve"> أضيفت لعملية المتابعة</w:t>
            </w:r>
            <w:r>
              <w:rPr>
                <w:lang w:val="en-US"/>
              </w:rPr>
              <w:t xml:space="preserve"> Tack </w:t>
            </w:r>
            <w:r>
              <w:rPr>
                <w:rtl/>
                <w:lang w:val="en-US"/>
              </w:rPr>
              <w:t>.</w:t>
            </w:r>
          </w:p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  <w:lang w:val="en-US"/>
              </w:rPr>
              <w:t xml:space="preserve">نسبة الانجاز للمرحلة </w:t>
            </w:r>
            <w:r>
              <w:rPr>
                <w:lang w:val="en-US"/>
              </w:rPr>
              <w:t>Step</w:t>
            </w:r>
            <w:r>
              <w:rPr>
                <w:rtl/>
                <w:lang w:val="en-US"/>
              </w:rPr>
              <w:t xml:space="preserve">  أضيف أليه النسبة الجديدة </w:t>
            </w:r>
            <w:r>
              <w:rPr>
                <w:lang w:val="en-US"/>
              </w:rPr>
              <w:t>completionrRatio</w:t>
            </w:r>
            <w:r>
              <w:rPr>
                <w:rtl/>
                <w:lang w:val="en-US"/>
              </w:rPr>
              <w:t xml:space="preserve"> .</w:t>
            </w:r>
          </w:p>
        </w:tc>
      </w:tr>
    </w:tbl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68031F" w:rsidTr="0068031F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031F" w:rsidRDefault="0068031F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rtl/>
              </w:rPr>
              <w:lastRenderedPageBreak/>
              <w:t xml:space="preserve">اسم العملية : </w:t>
            </w:r>
            <w:r>
              <w:rPr>
                <w:sz w:val="28"/>
                <w:szCs w:val="28"/>
              </w:rPr>
              <w:t>AddParticipantTrack( participantId,workHours )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</w:pPr>
            <w:r>
              <w:t>Responsibilities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</w:pPr>
            <w:r>
              <w:t xml:space="preserve"> </w:t>
            </w:r>
            <w:r>
              <w:rPr>
                <w:rtl/>
              </w:rPr>
              <w:t>إضافة عملية متابعة مشارك 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Exception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  <w:ind w:left="540" w:hanging="360"/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Precondition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</w:pPr>
            <w:r>
              <w:rPr>
                <w:rtl/>
              </w:rPr>
              <w:t>الستخدم (رئيس فريق العمل ) مسجل لدى النظام</w:t>
            </w:r>
          </w:p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 xml:space="preserve">المشارك </w:t>
            </w:r>
            <w:r>
              <w:t xml:space="preserve">Participant </w:t>
            </w:r>
            <w:r>
              <w:rPr>
                <w:rtl/>
              </w:rPr>
              <w:t xml:space="preserve"> معرف لدى النظام.</w:t>
            </w:r>
          </w:p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 xml:space="preserve">عمبية المتابعة </w:t>
            </w:r>
            <w:r>
              <w:t xml:space="preserve">Track </w:t>
            </w:r>
            <w:r>
              <w:rPr>
                <w:rtl/>
              </w:rPr>
              <w:t xml:space="preserve"> معروفة لدى النظام.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Postcondition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</w:rPr>
              <w:t xml:space="preserve">متابعة مشارك </w:t>
            </w:r>
            <w:r>
              <w:rPr>
                <w:lang w:val="en-US"/>
              </w:rPr>
              <w:t>ParticiapantTrack</w:t>
            </w:r>
            <w:r>
              <w:rPr>
                <w:rtl/>
                <w:lang w:val="en-US"/>
              </w:rPr>
              <w:t xml:space="preserve"> أنشئت.</w:t>
            </w:r>
          </w:p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  <w:lang w:val="en-US"/>
              </w:rPr>
              <w:t xml:space="preserve">نسبة ساعات العمل أسندت إلى متابعة المشارك </w:t>
            </w:r>
            <w:r>
              <w:rPr>
                <w:lang w:val="en-US"/>
              </w:rPr>
              <w:t>ParticipantTrack</w:t>
            </w:r>
            <w:r>
              <w:rPr>
                <w:rtl/>
                <w:lang w:val="en-US"/>
              </w:rPr>
              <w:t>.</w:t>
            </w:r>
          </w:p>
          <w:p w:rsidR="0068031F" w:rsidRDefault="0068031F">
            <w:pPr>
              <w:pStyle w:val="a9"/>
              <w:rPr>
                <w:lang w:val="en-US"/>
              </w:rPr>
            </w:pPr>
            <w:r>
              <w:rPr>
                <w:rtl/>
                <w:lang w:val="en-US"/>
              </w:rPr>
              <w:t xml:space="preserve">متابعة المشارك </w:t>
            </w:r>
            <w:r>
              <w:rPr>
                <w:lang w:val="en-US"/>
              </w:rPr>
              <w:t>ParticipantTrack</w:t>
            </w:r>
            <w:r>
              <w:rPr>
                <w:rtl/>
                <w:lang w:val="en-US"/>
              </w:rPr>
              <w:t xml:space="preserve"> أضيفت إلى عملية المتابعة</w:t>
            </w:r>
            <w:r>
              <w:rPr>
                <w:lang w:val="en-US"/>
              </w:rPr>
              <w:t xml:space="preserve">. Track </w:t>
            </w:r>
            <w:r>
              <w:rPr>
                <w:rtl/>
              </w:rPr>
              <w:t xml:space="preserve"> </w:t>
            </w:r>
          </w:p>
        </w:tc>
      </w:tr>
    </w:tbl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63"/>
        <w:gridCol w:w="6387"/>
      </w:tblGrid>
      <w:tr w:rsidR="0068031F" w:rsidTr="0068031F"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031F" w:rsidRDefault="0068031F">
            <w:pPr>
              <w:pStyle w:val="af4"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rtl/>
              </w:rPr>
              <w:t xml:space="preserve">اسم العملية : </w:t>
            </w:r>
            <w:r>
              <w:rPr>
                <w:sz w:val="28"/>
                <w:szCs w:val="28"/>
              </w:rPr>
              <w:t>CompleteTrack()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</w:pPr>
            <w:r>
              <w:t>Responsibilities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</w:pPr>
            <w:r>
              <w:t xml:space="preserve"> </w:t>
            </w:r>
            <w:r>
              <w:rPr>
                <w:rtl/>
              </w:rPr>
              <w:t>إنهاء عملية المتابعة.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</w:pPr>
            <w:r>
              <w:t>Exception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  <w:ind w:left="540" w:hanging="360"/>
              <w:rPr>
                <w:rtl/>
              </w:rPr>
            </w:pPr>
            <w:r>
              <w:rPr>
                <w:rtl/>
              </w:rPr>
              <w:t>لايوجد.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Precondition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>الستخددم (رئيس فريق العمل ) مسجل لدى النظام</w:t>
            </w:r>
          </w:p>
          <w:p w:rsidR="0068031F" w:rsidRDefault="0068031F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>
              <w:rPr>
                <w:rtl/>
              </w:rPr>
              <w:t xml:space="preserve">عملية المتابعة </w:t>
            </w:r>
            <w:r>
              <w:t xml:space="preserve">Track </w:t>
            </w:r>
            <w:r>
              <w:rPr>
                <w:rtl/>
              </w:rPr>
              <w:t>معروفة لدى النظام.</w:t>
            </w:r>
          </w:p>
        </w:tc>
      </w:tr>
      <w:tr w:rsidR="0068031F" w:rsidTr="0068031F"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031F" w:rsidRDefault="0068031F">
            <w:pPr>
              <w:pStyle w:val="a9"/>
              <w:rPr>
                <w:rtl/>
              </w:rPr>
            </w:pPr>
            <w:r>
              <w:t>Postcondition</w:t>
            </w:r>
            <w:r>
              <w:rPr>
                <w:rtl/>
              </w:rPr>
              <w:t xml:space="preserve"> </w:t>
            </w:r>
          </w:p>
        </w:tc>
        <w:tc>
          <w:tcPr>
            <w:tcW w:w="6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:rsidR="0068031F" w:rsidRDefault="0068031F">
            <w:pPr>
              <w:pStyle w:val="a9"/>
              <w:rPr>
                <w:rtl/>
                <w:lang w:val="en-US"/>
              </w:rPr>
            </w:pPr>
            <w:r>
              <w:rPr>
                <w:rtl/>
              </w:rPr>
              <w:t>لايوجد.</w:t>
            </w:r>
          </w:p>
        </w:tc>
      </w:tr>
    </w:tbl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af9"/>
        <w:rPr>
          <w:rtl/>
          <w:lang w:val="fr-FR"/>
        </w:rPr>
      </w:pPr>
    </w:p>
    <w:p w:rsidR="0068031F" w:rsidRDefault="0068031F" w:rsidP="0068031F">
      <w:pPr>
        <w:pStyle w:val="2"/>
        <w:rPr>
          <w:rtl/>
        </w:rPr>
      </w:pPr>
      <w:bookmarkStart w:id="17" w:name="_Toc174120969"/>
      <w:r>
        <w:lastRenderedPageBreak/>
        <w:t>8.5</w:t>
      </w:r>
      <w:r>
        <w:rPr>
          <w:rtl/>
        </w:rPr>
        <w:t xml:space="preserve"> </w:t>
      </w:r>
      <w:r>
        <w:rPr>
          <w:rFonts w:hint="cs"/>
          <w:rtl/>
        </w:rPr>
        <w:t>مخطط</w:t>
      </w:r>
      <w:bookmarkEnd w:id="17"/>
      <w:r>
        <w:rPr>
          <w:rtl/>
        </w:rPr>
        <w:t xml:space="preserve"> الصفوف</w:t>
      </w:r>
    </w:p>
    <w:p w:rsidR="0068031F" w:rsidRDefault="0068031F" w:rsidP="0068031F">
      <w:pPr>
        <w:pStyle w:val="a9"/>
        <w:keepNext/>
        <w:rPr>
          <w:rtl/>
        </w:rPr>
      </w:pPr>
      <w:r>
        <w:rPr>
          <w:noProof/>
          <w:lang w:val="en-US" w:bidi="ar-SA"/>
        </w:rPr>
        <w:drawing>
          <wp:inline distT="0" distB="0" distL="0" distR="0">
            <wp:extent cx="5947410" cy="49060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490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31F" w:rsidRDefault="0068031F" w:rsidP="0068031F">
      <w:pPr>
        <w:pStyle w:val="af"/>
      </w:pPr>
      <w:bookmarkStart w:id="18" w:name="_Toc174612232"/>
      <w:r>
        <w:rPr>
          <w:rtl/>
        </w:rPr>
        <w:t xml:space="preserve">الشكل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Figure \* 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rtl/>
        </w:rPr>
        <w:t>3</w:t>
      </w:r>
      <w:r>
        <w:rPr>
          <w:rtl/>
        </w:rPr>
        <w:fldChar w:fldCharType="end"/>
      </w:r>
      <w:r>
        <w:rPr>
          <w:rtl/>
        </w:rPr>
        <w:t xml:space="preserve"> : </w:t>
      </w:r>
      <w:r>
        <w:rPr>
          <w:szCs w:val="28"/>
          <w:rtl/>
          <w:lang w:bidi="ar-SY"/>
        </w:rPr>
        <w:t>مخطط الصفوف</w:t>
      </w:r>
      <w:bookmarkEnd w:id="18"/>
    </w:p>
    <w:p w:rsidR="00075899" w:rsidRPr="0091349E" w:rsidRDefault="00075899" w:rsidP="0091349E">
      <w:pPr>
        <w:pStyle w:val="af9"/>
        <w:rPr>
          <w:rtl/>
          <w:lang w:val="fr-FR"/>
        </w:rPr>
      </w:pPr>
      <w:bookmarkStart w:id="19" w:name="_GoBack"/>
      <w:bookmarkEnd w:id="19"/>
    </w:p>
    <w:sectPr w:rsidR="00075899" w:rsidRPr="0091349E" w:rsidSect="00C00557">
      <w:pgSz w:w="12240" w:h="15840"/>
      <w:pgMar w:top="1440" w:right="1440" w:bottom="1588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B4C" w:rsidRDefault="00E27B4C" w:rsidP="006C5768">
      <w:r>
        <w:separator/>
      </w:r>
    </w:p>
  </w:endnote>
  <w:endnote w:type="continuationSeparator" w:id="0">
    <w:p w:rsidR="00E27B4C" w:rsidRDefault="00E27B4C" w:rsidP="006C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52563447"/>
      <w:docPartObj>
        <w:docPartGallery w:val="Page Numbers (Bottom of Page)"/>
        <w:docPartUnique/>
      </w:docPartObj>
    </w:sdtPr>
    <w:sdtEndPr/>
    <w:sdtContent>
      <w:p w:rsidR="00A02426" w:rsidRPr="00A53C88" w:rsidRDefault="00A024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31F">
          <w:rPr>
            <w:noProof/>
            <w:rtl/>
          </w:rPr>
          <w:t>23</w:t>
        </w:r>
        <w:r>
          <w:rPr>
            <w:noProof/>
          </w:rPr>
          <w:fldChar w:fldCharType="end"/>
        </w:r>
      </w:p>
    </w:sdtContent>
  </w:sdt>
  <w:p w:rsidR="00A02426" w:rsidRDefault="00A02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B4C" w:rsidRDefault="00E27B4C" w:rsidP="006C5768">
      <w:r>
        <w:separator/>
      </w:r>
    </w:p>
  </w:footnote>
  <w:footnote w:type="continuationSeparator" w:id="0">
    <w:p w:rsidR="00E27B4C" w:rsidRDefault="00E27B4C" w:rsidP="006C5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FA3"/>
    <w:multiLevelType w:val="hybridMultilevel"/>
    <w:tmpl w:val="D688B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3CEC"/>
    <w:multiLevelType w:val="hybridMultilevel"/>
    <w:tmpl w:val="C2885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14F1F"/>
    <w:multiLevelType w:val="hybridMultilevel"/>
    <w:tmpl w:val="D6ECCC74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F5B46"/>
    <w:multiLevelType w:val="multilevel"/>
    <w:tmpl w:val="45CE85E8"/>
    <w:lvl w:ilvl="0">
      <w:start w:val="1"/>
      <w:numFmt w:val="arabicAlpha"/>
      <w:pStyle w:val="a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0" w:hanging="1440"/>
      </w:pPr>
      <w:rPr>
        <w:rFonts w:hint="default"/>
      </w:rPr>
    </w:lvl>
  </w:abstractNum>
  <w:abstractNum w:abstractNumId="4" w15:restartNumberingAfterBreak="0">
    <w:nsid w:val="117563B1"/>
    <w:multiLevelType w:val="hybridMultilevel"/>
    <w:tmpl w:val="C2885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3CA1"/>
    <w:multiLevelType w:val="hybridMultilevel"/>
    <w:tmpl w:val="554A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2804"/>
    <w:multiLevelType w:val="hybridMultilevel"/>
    <w:tmpl w:val="CD68A5FA"/>
    <w:lvl w:ilvl="0" w:tplc="472024C0">
      <w:start w:val="1"/>
      <w:numFmt w:val="arabicAlpha"/>
      <w:pStyle w:val="4"/>
      <w:lvlText w:val="%1-"/>
      <w:lvlJc w:val="left"/>
      <w:pPr>
        <w:ind w:left="72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2E786648"/>
    <w:multiLevelType w:val="hybridMultilevel"/>
    <w:tmpl w:val="31AAAACE"/>
    <w:lvl w:ilvl="0" w:tplc="6F1E6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12AE"/>
    <w:multiLevelType w:val="multilevel"/>
    <w:tmpl w:val="8DE4CAEC"/>
    <w:styleLink w:val="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3D5B4E"/>
    <w:multiLevelType w:val="hybridMultilevel"/>
    <w:tmpl w:val="F3A6B59E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7238A"/>
    <w:multiLevelType w:val="hybridMultilevel"/>
    <w:tmpl w:val="7938D80A"/>
    <w:lvl w:ilvl="0" w:tplc="3DD43D78">
      <w:start w:val="1"/>
      <w:numFmt w:val="arabicAlpha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1314693"/>
    <w:multiLevelType w:val="hybridMultilevel"/>
    <w:tmpl w:val="6FD80FD0"/>
    <w:lvl w:ilvl="0" w:tplc="E8268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45AAE"/>
    <w:multiLevelType w:val="hybridMultilevel"/>
    <w:tmpl w:val="FF9A5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3E81"/>
    <w:multiLevelType w:val="hybridMultilevel"/>
    <w:tmpl w:val="51AEE92A"/>
    <w:lvl w:ilvl="0" w:tplc="55DE8A4E">
      <w:start w:val="1"/>
      <w:numFmt w:val="arabicAlpha"/>
      <w:lvlText w:val="%1."/>
      <w:lvlJc w:val="left"/>
      <w:pPr>
        <w:ind w:left="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4" w15:restartNumberingAfterBreak="0">
    <w:nsid w:val="48662D9C"/>
    <w:multiLevelType w:val="hybridMultilevel"/>
    <w:tmpl w:val="B4F0F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2105E"/>
    <w:multiLevelType w:val="hybridMultilevel"/>
    <w:tmpl w:val="7342157A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485"/>
    <w:multiLevelType w:val="hybridMultilevel"/>
    <w:tmpl w:val="98CEAC94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33544"/>
    <w:multiLevelType w:val="multilevel"/>
    <w:tmpl w:val="0409001D"/>
    <w:styleLink w:val="a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raditional Arabic" w:hint="default"/>
        <w:bCs/>
        <w:color w:val="auto"/>
        <w:sz w:val="50"/>
        <w:szCs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CA5EA4"/>
    <w:multiLevelType w:val="hybridMultilevel"/>
    <w:tmpl w:val="2FF8A77C"/>
    <w:lvl w:ilvl="0" w:tplc="55DE8A4E">
      <w:start w:val="1"/>
      <w:numFmt w:val="arabicAlpha"/>
      <w:lvlText w:val="%1."/>
      <w:lvlJc w:val="left"/>
      <w:pPr>
        <w:ind w:left="1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4" w:hanging="360"/>
      </w:pPr>
    </w:lvl>
    <w:lvl w:ilvl="2" w:tplc="0409001B" w:tentative="1">
      <w:start w:val="1"/>
      <w:numFmt w:val="lowerRoman"/>
      <w:lvlText w:val="%3."/>
      <w:lvlJc w:val="right"/>
      <w:pPr>
        <w:ind w:left="2884" w:hanging="180"/>
      </w:pPr>
    </w:lvl>
    <w:lvl w:ilvl="3" w:tplc="0409000F" w:tentative="1">
      <w:start w:val="1"/>
      <w:numFmt w:val="decimal"/>
      <w:lvlText w:val="%4."/>
      <w:lvlJc w:val="left"/>
      <w:pPr>
        <w:ind w:left="3604" w:hanging="360"/>
      </w:pPr>
    </w:lvl>
    <w:lvl w:ilvl="4" w:tplc="04090019" w:tentative="1">
      <w:start w:val="1"/>
      <w:numFmt w:val="lowerLetter"/>
      <w:lvlText w:val="%5."/>
      <w:lvlJc w:val="left"/>
      <w:pPr>
        <w:ind w:left="4324" w:hanging="360"/>
      </w:pPr>
    </w:lvl>
    <w:lvl w:ilvl="5" w:tplc="0409001B" w:tentative="1">
      <w:start w:val="1"/>
      <w:numFmt w:val="lowerRoman"/>
      <w:lvlText w:val="%6."/>
      <w:lvlJc w:val="right"/>
      <w:pPr>
        <w:ind w:left="5044" w:hanging="180"/>
      </w:pPr>
    </w:lvl>
    <w:lvl w:ilvl="6" w:tplc="0409000F" w:tentative="1">
      <w:start w:val="1"/>
      <w:numFmt w:val="decimal"/>
      <w:lvlText w:val="%7."/>
      <w:lvlJc w:val="left"/>
      <w:pPr>
        <w:ind w:left="5764" w:hanging="360"/>
      </w:pPr>
    </w:lvl>
    <w:lvl w:ilvl="7" w:tplc="04090019" w:tentative="1">
      <w:start w:val="1"/>
      <w:numFmt w:val="lowerLetter"/>
      <w:lvlText w:val="%8."/>
      <w:lvlJc w:val="left"/>
      <w:pPr>
        <w:ind w:left="6484" w:hanging="360"/>
      </w:pPr>
    </w:lvl>
    <w:lvl w:ilvl="8" w:tplc="040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9" w15:restartNumberingAfterBreak="0">
    <w:nsid w:val="576D27A5"/>
    <w:multiLevelType w:val="hybridMultilevel"/>
    <w:tmpl w:val="A7D07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0552B"/>
    <w:multiLevelType w:val="hybridMultilevel"/>
    <w:tmpl w:val="6FD80FD0"/>
    <w:lvl w:ilvl="0" w:tplc="E8268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2F5"/>
    <w:multiLevelType w:val="hybridMultilevel"/>
    <w:tmpl w:val="7194DB66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45C9E"/>
    <w:multiLevelType w:val="hybridMultilevel"/>
    <w:tmpl w:val="8F80AF9C"/>
    <w:lvl w:ilvl="0" w:tplc="FD764B7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5A0"/>
    <w:multiLevelType w:val="hybridMultilevel"/>
    <w:tmpl w:val="0712BD08"/>
    <w:lvl w:ilvl="0" w:tplc="782467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A2CF7"/>
    <w:multiLevelType w:val="hybridMultilevel"/>
    <w:tmpl w:val="E766EAFE"/>
    <w:lvl w:ilvl="0" w:tplc="89C25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E126B"/>
    <w:multiLevelType w:val="hybridMultilevel"/>
    <w:tmpl w:val="AB7C57B2"/>
    <w:lvl w:ilvl="0" w:tplc="5D3C3BAC">
      <w:start w:val="1"/>
      <w:numFmt w:val="arabicAlpha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A8E0807"/>
    <w:multiLevelType w:val="hybridMultilevel"/>
    <w:tmpl w:val="E7CE7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74D8F"/>
    <w:multiLevelType w:val="hybridMultilevel"/>
    <w:tmpl w:val="61C07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E5E2D"/>
    <w:multiLevelType w:val="hybridMultilevel"/>
    <w:tmpl w:val="C6765854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44CEE"/>
    <w:multiLevelType w:val="hybridMultilevel"/>
    <w:tmpl w:val="DE367A1A"/>
    <w:lvl w:ilvl="0" w:tplc="EDC42654">
      <w:start w:val="1"/>
      <w:numFmt w:val="arabicAlpha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DB67F80"/>
    <w:multiLevelType w:val="hybridMultilevel"/>
    <w:tmpl w:val="5E4A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6"/>
  </w:num>
  <w:num w:numId="5">
    <w:abstractNumId w:val="30"/>
  </w:num>
  <w:num w:numId="6">
    <w:abstractNumId w:val="26"/>
  </w:num>
  <w:num w:numId="7">
    <w:abstractNumId w:val="9"/>
  </w:num>
  <w:num w:numId="8">
    <w:abstractNumId w:val="5"/>
  </w:num>
  <w:num w:numId="9">
    <w:abstractNumId w:val="19"/>
  </w:num>
  <w:num w:numId="10">
    <w:abstractNumId w:val="1"/>
  </w:num>
  <w:num w:numId="11">
    <w:abstractNumId w:val="4"/>
  </w:num>
  <w:num w:numId="12">
    <w:abstractNumId w:val="12"/>
  </w:num>
  <w:num w:numId="13">
    <w:abstractNumId w:val="23"/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13"/>
  </w:num>
  <w:num w:numId="20">
    <w:abstractNumId w:val="18"/>
  </w:num>
  <w:num w:numId="21">
    <w:abstractNumId w:val="3"/>
  </w:num>
  <w:num w:numId="22">
    <w:abstractNumId w:val="24"/>
  </w:num>
  <w:num w:numId="23">
    <w:abstractNumId w:val="20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</w:num>
  <w:num w:numId="28">
    <w:abstractNumId w:val="1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6"/>
    <w:lvlOverride w:ilvl="0">
      <w:startOverride w:val="1"/>
    </w:lvlOverride>
  </w:num>
  <w:num w:numId="32">
    <w:abstractNumId w:val="28"/>
  </w:num>
  <w:num w:numId="33">
    <w:abstractNumId w:val="2"/>
  </w:num>
  <w:num w:numId="34">
    <w:abstractNumId w:val="21"/>
  </w:num>
  <w:num w:numId="35">
    <w:abstractNumId w:val="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29"/>
  </w:num>
  <w:num w:numId="39">
    <w:abstractNumId w:val="25"/>
  </w:num>
  <w:num w:numId="40">
    <w:abstractNumId w:val="10"/>
  </w:num>
  <w:num w:numId="41">
    <w:abstractNumId w:val="22"/>
  </w:num>
  <w:num w:numId="42">
    <w:abstractNumId w:val="0"/>
  </w:num>
  <w:num w:numId="43">
    <w:abstractNumId w:val="14"/>
  </w:num>
  <w:num w:numId="44">
    <w:abstractNumId w:val="27"/>
  </w:num>
  <w:num w:numId="4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57"/>
    <w:rsid w:val="000048E0"/>
    <w:rsid w:val="00014E5D"/>
    <w:rsid w:val="00015F92"/>
    <w:rsid w:val="00024CCD"/>
    <w:rsid w:val="00031DFB"/>
    <w:rsid w:val="00035DB3"/>
    <w:rsid w:val="000370F6"/>
    <w:rsid w:val="000403D5"/>
    <w:rsid w:val="00040CD6"/>
    <w:rsid w:val="0004106A"/>
    <w:rsid w:val="0004245F"/>
    <w:rsid w:val="00050051"/>
    <w:rsid w:val="00050957"/>
    <w:rsid w:val="00052B76"/>
    <w:rsid w:val="0006044F"/>
    <w:rsid w:val="00062C0B"/>
    <w:rsid w:val="000669BC"/>
    <w:rsid w:val="0007001E"/>
    <w:rsid w:val="00071DC5"/>
    <w:rsid w:val="00075899"/>
    <w:rsid w:val="0008049F"/>
    <w:rsid w:val="00080906"/>
    <w:rsid w:val="00081F2C"/>
    <w:rsid w:val="0008293A"/>
    <w:rsid w:val="00082C25"/>
    <w:rsid w:val="00086CF3"/>
    <w:rsid w:val="00091206"/>
    <w:rsid w:val="0009756C"/>
    <w:rsid w:val="00097ABC"/>
    <w:rsid w:val="000B48EF"/>
    <w:rsid w:val="000C0593"/>
    <w:rsid w:val="000D10E9"/>
    <w:rsid w:val="000D1F33"/>
    <w:rsid w:val="000D1F96"/>
    <w:rsid w:val="000D5440"/>
    <w:rsid w:val="000D5DD1"/>
    <w:rsid w:val="000D6D69"/>
    <w:rsid w:val="000E2199"/>
    <w:rsid w:val="000E3A89"/>
    <w:rsid w:val="000E58DE"/>
    <w:rsid w:val="000E7F48"/>
    <w:rsid w:val="000F0ED0"/>
    <w:rsid w:val="00103340"/>
    <w:rsid w:val="001105B4"/>
    <w:rsid w:val="00116D5B"/>
    <w:rsid w:val="00117086"/>
    <w:rsid w:val="00130F5C"/>
    <w:rsid w:val="0013167D"/>
    <w:rsid w:val="00133D09"/>
    <w:rsid w:val="00140013"/>
    <w:rsid w:val="001406FA"/>
    <w:rsid w:val="00142035"/>
    <w:rsid w:val="001437E9"/>
    <w:rsid w:val="0015081C"/>
    <w:rsid w:val="001513C8"/>
    <w:rsid w:val="00152E46"/>
    <w:rsid w:val="00154DDD"/>
    <w:rsid w:val="0015754E"/>
    <w:rsid w:val="00162E6E"/>
    <w:rsid w:val="001668E6"/>
    <w:rsid w:val="00176E50"/>
    <w:rsid w:val="00177442"/>
    <w:rsid w:val="00194FDC"/>
    <w:rsid w:val="001A4965"/>
    <w:rsid w:val="001A7302"/>
    <w:rsid w:val="001B4E30"/>
    <w:rsid w:val="001B7B85"/>
    <w:rsid w:val="001C4EA5"/>
    <w:rsid w:val="001C5170"/>
    <w:rsid w:val="001D11D7"/>
    <w:rsid w:val="001D2DAB"/>
    <w:rsid w:val="001E1D59"/>
    <w:rsid w:val="001E227C"/>
    <w:rsid w:val="001E3B3A"/>
    <w:rsid w:val="001E767F"/>
    <w:rsid w:val="001F5FB4"/>
    <w:rsid w:val="001F6042"/>
    <w:rsid w:val="00200428"/>
    <w:rsid w:val="00201348"/>
    <w:rsid w:val="00201D55"/>
    <w:rsid w:val="00204142"/>
    <w:rsid w:val="002048C5"/>
    <w:rsid w:val="0020497A"/>
    <w:rsid w:val="0020711E"/>
    <w:rsid w:val="0021513C"/>
    <w:rsid w:val="002156CF"/>
    <w:rsid w:val="0022205A"/>
    <w:rsid w:val="00225EAE"/>
    <w:rsid w:val="00235D5C"/>
    <w:rsid w:val="00237EF4"/>
    <w:rsid w:val="00241BB5"/>
    <w:rsid w:val="00244256"/>
    <w:rsid w:val="00247E4A"/>
    <w:rsid w:val="00251B08"/>
    <w:rsid w:val="00256A5C"/>
    <w:rsid w:val="00260863"/>
    <w:rsid w:val="00260A34"/>
    <w:rsid w:val="00263748"/>
    <w:rsid w:val="00263EFD"/>
    <w:rsid w:val="002661A6"/>
    <w:rsid w:val="00281019"/>
    <w:rsid w:val="00283F47"/>
    <w:rsid w:val="00287973"/>
    <w:rsid w:val="00293239"/>
    <w:rsid w:val="00293D84"/>
    <w:rsid w:val="002956CE"/>
    <w:rsid w:val="00295B67"/>
    <w:rsid w:val="0029610D"/>
    <w:rsid w:val="002A7735"/>
    <w:rsid w:val="002B0499"/>
    <w:rsid w:val="002B3164"/>
    <w:rsid w:val="002B56BF"/>
    <w:rsid w:val="002C4834"/>
    <w:rsid w:val="002C5CAD"/>
    <w:rsid w:val="002C61F7"/>
    <w:rsid w:val="002D1C56"/>
    <w:rsid w:val="002D4529"/>
    <w:rsid w:val="002D523C"/>
    <w:rsid w:val="002D7D9A"/>
    <w:rsid w:val="002E12DF"/>
    <w:rsid w:val="002E17FC"/>
    <w:rsid w:val="002E4020"/>
    <w:rsid w:val="002F0BA5"/>
    <w:rsid w:val="002F1D12"/>
    <w:rsid w:val="002F3DF1"/>
    <w:rsid w:val="002F7CFA"/>
    <w:rsid w:val="0031058C"/>
    <w:rsid w:val="0031148E"/>
    <w:rsid w:val="00312A8D"/>
    <w:rsid w:val="00312D3E"/>
    <w:rsid w:val="00313C58"/>
    <w:rsid w:val="003159D0"/>
    <w:rsid w:val="00315B3B"/>
    <w:rsid w:val="00315D84"/>
    <w:rsid w:val="003161D7"/>
    <w:rsid w:val="00316C7F"/>
    <w:rsid w:val="00325D58"/>
    <w:rsid w:val="003304B4"/>
    <w:rsid w:val="0033224A"/>
    <w:rsid w:val="00332393"/>
    <w:rsid w:val="0033383D"/>
    <w:rsid w:val="00334068"/>
    <w:rsid w:val="00334833"/>
    <w:rsid w:val="00334EA2"/>
    <w:rsid w:val="00337F36"/>
    <w:rsid w:val="003430C2"/>
    <w:rsid w:val="00356103"/>
    <w:rsid w:val="00360E0C"/>
    <w:rsid w:val="00363BCE"/>
    <w:rsid w:val="0036610F"/>
    <w:rsid w:val="003668F1"/>
    <w:rsid w:val="00367EDA"/>
    <w:rsid w:val="00370F25"/>
    <w:rsid w:val="00372780"/>
    <w:rsid w:val="00376DB0"/>
    <w:rsid w:val="003832EC"/>
    <w:rsid w:val="00383878"/>
    <w:rsid w:val="0038552A"/>
    <w:rsid w:val="00391FFC"/>
    <w:rsid w:val="00392E39"/>
    <w:rsid w:val="00394625"/>
    <w:rsid w:val="00394AB2"/>
    <w:rsid w:val="00397AF1"/>
    <w:rsid w:val="003A2F58"/>
    <w:rsid w:val="003B0CF8"/>
    <w:rsid w:val="003B7DD6"/>
    <w:rsid w:val="003C5CBD"/>
    <w:rsid w:val="003D02CA"/>
    <w:rsid w:val="003D4747"/>
    <w:rsid w:val="003E0175"/>
    <w:rsid w:val="003E49F8"/>
    <w:rsid w:val="003E520E"/>
    <w:rsid w:val="003F3A79"/>
    <w:rsid w:val="003F4E96"/>
    <w:rsid w:val="003F5EEC"/>
    <w:rsid w:val="0040712B"/>
    <w:rsid w:val="00412005"/>
    <w:rsid w:val="004130CC"/>
    <w:rsid w:val="00415262"/>
    <w:rsid w:val="004163E5"/>
    <w:rsid w:val="00421FA9"/>
    <w:rsid w:val="004250CD"/>
    <w:rsid w:val="00431D06"/>
    <w:rsid w:val="00435D0B"/>
    <w:rsid w:val="0043706A"/>
    <w:rsid w:val="00437C02"/>
    <w:rsid w:val="00440FBB"/>
    <w:rsid w:val="004446A1"/>
    <w:rsid w:val="00452AFD"/>
    <w:rsid w:val="00457204"/>
    <w:rsid w:val="004808B8"/>
    <w:rsid w:val="004823BD"/>
    <w:rsid w:val="0049579F"/>
    <w:rsid w:val="004960AD"/>
    <w:rsid w:val="004A0695"/>
    <w:rsid w:val="004B2D53"/>
    <w:rsid w:val="004C0175"/>
    <w:rsid w:val="004C4937"/>
    <w:rsid w:val="004C6331"/>
    <w:rsid w:val="004D246D"/>
    <w:rsid w:val="004D24AF"/>
    <w:rsid w:val="004D34C0"/>
    <w:rsid w:val="004D6085"/>
    <w:rsid w:val="004D7B63"/>
    <w:rsid w:val="004E5BD3"/>
    <w:rsid w:val="004E7A01"/>
    <w:rsid w:val="004F57DD"/>
    <w:rsid w:val="004F5F70"/>
    <w:rsid w:val="004F73DE"/>
    <w:rsid w:val="005058C2"/>
    <w:rsid w:val="00506C25"/>
    <w:rsid w:val="00510BDD"/>
    <w:rsid w:val="00511249"/>
    <w:rsid w:val="00512E23"/>
    <w:rsid w:val="005132DE"/>
    <w:rsid w:val="0051786F"/>
    <w:rsid w:val="00520B22"/>
    <w:rsid w:val="00520F62"/>
    <w:rsid w:val="00533121"/>
    <w:rsid w:val="00542436"/>
    <w:rsid w:val="00544181"/>
    <w:rsid w:val="00551B1B"/>
    <w:rsid w:val="0055697C"/>
    <w:rsid w:val="00560143"/>
    <w:rsid w:val="00562D62"/>
    <w:rsid w:val="00575AA7"/>
    <w:rsid w:val="00577DB6"/>
    <w:rsid w:val="005812E9"/>
    <w:rsid w:val="00583221"/>
    <w:rsid w:val="005846B1"/>
    <w:rsid w:val="00587BD7"/>
    <w:rsid w:val="005A2EA2"/>
    <w:rsid w:val="005A3CB2"/>
    <w:rsid w:val="005A7ADA"/>
    <w:rsid w:val="005B4F83"/>
    <w:rsid w:val="005B5205"/>
    <w:rsid w:val="005B5D8B"/>
    <w:rsid w:val="005C5439"/>
    <w:rsid w:val="005D1EEA"/>
    <w:rsid w:val="005D53B5"/>
    <w:rsid w:val="005E0443"/>
    <w:rsid w:val="005E27F0"/>
    <w:rsid w:val="005F2B9D"/>
    <w:rsid w:val="005F6B4F"/>
    <w:rsid w:val="00600BA6"/>
    <w:rsid w:val="006063D6"/>
    <w:rsid w:val="006077DA"/>
    <w:rsid w:val="0061097E"/>
    <w:rsid w:val="00611EA6"/>
    <w:rsid w:val="00612EA9"/>
    <w:rsid w:val="00616E07"/>
    <w:rsid w:val="0061796A"/>
    <w:rsid w:val="00620AF9"/>
    <w:rsid w:val="006210F5"/>
    <w:rsid w:val="00621A27"/>
    <w:rsid w:val="00626A5C"/>
    <w:rsid w:val="00632BBF"/>
    <w:rsid w:val="006341AB"/>
    <w:rsid w:val="006367A4"/>
    <w:rsid w:val="0064051A"/>
    <w:rsid w:val="00642AF8"/>
    <w:rsid w:val="00650026"/>
    <w:rsid w:val="006502FD"/>
    <w:rsid w:val="006508EA"/>
    <w:rsid w:val="006512F1"/>
    <w:rsid w:val="00652065"/>
    <w:rsid w:val="00655299"/>
    <w:rsid w:val="00664A71"/>
    <w:rsid w:val="00672024"/>
    <w:rsid w:val="006729FC"/>
    <w:rsid w:val="006747A8"/>
    <w:rsid w:val="00680308"/>
    <w:rsid w:val="0068031F"/>
    <w:rsid w:val="00680CE5"/>
    <w:rsid w:val="00684323"/>
    <w:rsid w:val="0068468D"/>
    <w:rsid w:val="00684F84"/>
    <w:rsid w:val="00686068"/>
    <w:rsid w:val="00694BCC"/>
    <w:rsid w:val="006A0154"/>
    <w:rsid w:val="006A2299"/>
    <w:rsid w:val="006A3E39"/>
    <w:rsid w:val="006B29C9"/>
    <w:rsid w:val="006B4C75"/>
    <w:rsid w:val="006C14AF"/>
    <w:rsid w:val="006C5768"/>
    <w:rsid w:val="006D28D4"/>
    <w:rsid w:val="006E17B2"/>
    <w:rsid w:val="006E5981"/>
    <w:rsid w:val="006E6446"/>
    <w:rsid w:val="006F7FC2"/>
    <w:rsid w:val="007018F7"/>
    <w:rsid w:val="00702107"/>
    <w:rsid w:val="00703E3D"/>
    <w:rsid w:val="0071157E"/>
    <w:rsid w:val="00716576"/>
    <w:rsid w:val="00717487"/>
    <w:rsid w:val="007177ED"/>
    <w:rsid w:val="00723AC6"/>
    <w:rsid w:val="0072712D"/>
    <w:rsid w:val="00732DAB"/>
    <w:rsid w:val="00735178"/>
    <w:rsid w:val="0074345C"/>
    <w:rsid w:val="00744B20"/>
    <w:rsid w:val="00747045"/>
    <w:rsid w:val="00750595"/>
    <w:rsid w:val="00751052"/>
    <w:rsid w:val="0075378C"/>
    <w:rsid w:val="00753C17"/>
    <w:rsid w:val="00753CE8"/>
    <w:rsid w:val="00754CB9"/>
    <w:rsid w:val="00756F0F"/>
    <w:rsid w:val="00757093"/>
    <w:rsid w:val="0075731D"/>
    <w:rsid w:val="00762C6D"/>
    <w:rsid w:val="00771A2C"/>
    <w:rsid w:val="00785B2D"/>
    <w:rsid w:val="0079185E"/>
    <w:rsid w:val="00791B9E"/>
    <w:rsid w:val="007A0D12"/>
    <w:rsid w:val="007A4C53"/>
    <w:rsid w:val="007A50D7"/>
    <w:rsid w:val="007B49FB"/>
    <w:rsid w:val="007B6699"/>
    <w:rsid w:val="007C1489"/>
    <w:rsid w:val="007C4C18"/>
    <w:rsid w:val="007C623B"/>
    <w:rsid w:val="007D181A"/>
    <w:rsid w:val="007D222C"/>
    <w:rsid w:val="007D4E10"/>
    <w:rsid w:val="007D6B33"/>
    <w:rsid w:val="007E449C"/>
    <w:rsid w:val="007E739E"/>
    <w:rsid w:val="007F02F4"/>
    <w:rsid w:val="007F0F11"/>
    <w:rsid w:val="0080085F"/>
    <w:rsid w:val="008039DB"/>
    <w:rsid w:val="0081492B"/>
    <w:rsid w:val="008156FE"/>
    <w:rsid w:val="00817266"/>
    <w:rsid w:val="0082020C"/>
    <w:rsid w:val="00820CF1"/>
    <w:rsid w:val="00821736"/>
    <w:rsid w:val="00823663"/>
    <w:rsid w:val="0082528E"/>
    <w:rsid w:val="008360B7"/>
    <w:rsid w:val="00854907"/>
    <w:rsid w:val="00861DFF"/>
    <w:rsid w:val="00872DE7"/>
    <w:rsid w:val="00875CB9"/>
    <w:rsid w:val="00883C87"/>
    <w:rsid w:val="008918FD"/>
    <w:rsid w:val="00897A2D"/>
    <w:rsid w:val="008A1078"/>
    <w:rsid w:val="008A4E9F"/>
    <w:rsid w:val="008A4F27"/>
    <w:rsid w:val="008A7245"/>
    <w:rsid w:val="008B4833"/>
    <w:rsid w:val="008B6C34"/>
    <w:rsid w:val="008C1EDD"/>
    <w:rsid w:val="008C4281"/>
    <w:rsid w:val="008D6261"/>
    <w:rsid w:val="008D7778"/>
    <w:rsid w:val="008E0287"/>
    <w:rsid w:val="008E366C"/>
    <w:rsid w:val="008E48AD"/>
    <w:rsid w:val="008F1E2D"/>
    <w:rsid w:val="0091064B"/>
    <w:rsid w:val="00911ECB"/>
    <w:rsid w:val="0091214D"/>
    <w:rsid w:val="0091349E"/>
    <w:rsid w:val="009155BA"/>
    <w:rsid w:val="009156F8"/>
    <w:rsid w:val="009169D4"/>
    <w:rsid w:val="00917FDC"/>
    <w:rsid w:val="00925F0B"/>
    <w:rsid w:val="00927E2D"/>
    <w:rsid w:val="00930D0C"/>
    <w:rsid w:val="00933930"/>
    <w:rsid w:val="00933CB3"/>
    <w:rsid w:val="0094038D"/>
    <w:rsid w:val="00940D6C"/>
    <w:rsid w:val="009425BF"/>
    <w:rsid w:val="00943A56"/>
    <w:rsid w:val="00944E32"/>
    <w:rsid w:val="0094501D"/>
    <w:rsid w:val="0095367A"/>
    <w:rsid w:val="00954BE5"/>
    <w:rsid w:val="0095648D"/>
    <w:rsid w:val="0096292B"/>
    <w:rsid w:val="00975417"/>
    <w:rsid w:val="00987157"/>
    <w:rsid w:val="00990A57"/>
    <w:rsid w:val="00991DFD"/>
    <w:rsid w:val="009954A3"/>
    <w:rsid w:val="0099695D"/>
    <w:rsid w:val="009B0D8F"/>
    <w:rsid w:val="009B4499"/>
    <w:rsid w:val="009B4973"/>
    <w:rsid w:val="009C1EDE"/>
    <w:rsid w:val="009C62F6"/>
    <w:rsid w:val="009C69B2"/>
    <w:rsid w:val="009D55E5"/>
    <w:rsid w:val="009E3996"/>
    <w:rsid w:val="009E5367"/>
    <w:rsid w:val="009F2C6E"/>
    <w:rsid w:val="009F4B6D"/>
    <w:rsid w:val="009F5A80"/>
    <w:rsid w:val="00A02426"/>
    <w:rsid w:val="00A037CF"/>
    <w:rsid w:val="00A03D95"/>
    <w:rsid w:val="00A04D97"/>
    <w:rsid w:val="00A052CF"/>
    <w:rsid w:val="00A10B84"/>
    <w:rsid w:val="00A13803"/>
    <w:rsid w:val="00A1419B"/>
    <w:rsid w:val="00A14835"/>
    <w:rsid w:val="00A252CF"/>
    <w:rsid w:val="00A3193B"/>
    <w:rsid w:val="00A33FCA"/>
    <w:rsid w:val="00A36D03"/>
    <w:rsid w:val="00A41572"/>
    <w:rsid w:val="00A416E0"/>
    <w:rsid w:val="00A43C61"/>
    <w:rsid w:val="00A45527"/>
    <w:rsid w:val="00A51811"/>
    <w:rsid w:val="00A52D9F"/>
    <w:rsid w:val="00A539A3"/>
    <w:rsid w:val="00A53C88"/>
    <w:rsid w:val="00A57F40"/>
    <w:rsid w:val="00A603E2"/>
    <w:rsid w:val="00A60CF9"/>
    <w:rsid w:val="00A610A3"/>
    <w:rsid w:val="00A64354"/>
    <w:rsid w:val="00A7003A"/>
    <w:rsid w:val="00A71488"/>
    <w:rsid w:val="00A72AD7"/>
    <w:rsid w:val="00A7309F"/>
    <w:rsid w:val="00A73219"/>
    <w:rsid w:val="00A743DB"/>
    <w:rsid w:val="00A81D68"/>
    <w:rsid w:val="00A8400D"/>
    <w:rsid w:val="00A878BF"/>
    <w:rsid w:val="00A87900"/>
    <w:rsid w:val="00A87E28"/>
    <w:rsid w:val="00A95D14"/>
    <w:rsid w:val="00AB0BE1"/>
    <w:rsid w:val="00AB5999"/>
    <w:rsid w:val="00AB5DE4"/>
    <w:rsid w:val="00AD38C9"/>
    <w:rsid w:val="00AF152E"/>
    <w:rsid w:val="00AF1AAD"/>
    <w:rsid w:val="00AF34EC"/>
    <w:rsid w:val="00AF5653"/>
    <w:rsid w:val="00B02BAC"/>
    <w:rsid w:val="00B03400"/>
    <w:rsid w:val="00B03EC3"/>
    <w:rsid w:val="00B04B32"/>
    <w:rsid w:val="00B07C15"/>
    <w:rsid w:val="00B10EBF"/>
    <w:rsid w:val="00B12E7F"/>
    <w:rsid w:val="00B160C8"/>
    <w:rsid w:val="00B1651F"/>
    <w:rsid w:val="00B166B7"/>
    <w:rsid w:val="00B25920"/>
    <w:rsid w:val="00B27BE4"/>
    <w:rsid w:val="00B372DD"/>
    <w:rsid w:val="00B45D74"/>
    <w:rsid w:val="00B500C7"/>
    <w:rsid w:val="00B5028C"/>
    <w:rsid w:val="00B51FA2"/>
    <w:rsid w:val="00B5241B"/>
    <w:rsid w:val="00B622FA"/>
    <w:rsid w:val="00B71557"/>
    <w:rsid w:val="00B7319E"/>
    <w:rsid w:val="00B75DBB"/>
    <w:rsid w:val="00B77EC9"/>
    <w:rsid w:val="00B912B7"/>
    <w:rsid w:val="00B945AA"/>
    <w:rsid w:val="00BA16A3"/>
    <w:rsid w:val="00BA4BAE"/>
    <w:rsid w:val="00BA73BE"/>
    <w:rsid w:val="00BB1B22"/>
    <w:rsid w:val="00BB54E8"/>
    <w:rsid w:val="00BC2F51"/>
    <w:rsid w:val="00BC5C66"/>
    <w:rsid w:val="00BD2A2D"/>
    <w:rsid w:val="00BD4AD0"/>
    <w:rsid w:val="00BD738F"/>
    <w:rsid w:val="00BE1855"/>
    <w:rsid w:val="00BE704B"/>
    <w:rsid w:val="00BF19FB"/>
    <w:rsid w:val="00C00557"/>
    <w:rsid w:val="00C01AEB"/>
    <w:rsid w:val="00C023A7"/>
    <w:rsid w:val="00C173CE"/>
    <w:rsid w:val="00C202AE"/>
    <w:rsid w:val="00C21E05"/>
    <w:rsid w:val="00C21F01"/>
    <w:rsid w:val="00C223F4"/>
    <w:rsid w:val="00C318DD"/>
    <w:rsid w:val="00C342CD"/>
    <w:rsid w:val="00C363C2"/>
    <w:rsid w:val="00C423FF"/>
    <w:rsid w:val="00C54793"/>
    <w:rsid w:val="00C54A2B"/>
    <w:rsid w:val="00C56C0F"/>
    <w:rsid w:val="00C60053"/>
    <w:rsid w:val="00C64223"/>
    <w:rsid w:val="00C64AA7"/>
    <w:rsid w:val="00C64C69"/>
    <w:rsid w:val="00C764FC"/>
    <w:rsid w:val="00C83657"/>
    <w:rsid w:val="00C84453"/>
    <w:rsid w:val="00CA02EF"/>
    <w:rsid w:val="00CA6BE9"/>
    <w:rsid w:val="00CB06FE"/>
    <w:rsid w:val="00CB0E93"/>
    <w:rsid w:val="00CD2B56"/>
    <w:rsid w:val="00CD5126"/>
    <w:rsid w:val="00CD6E6F"/>
    <w:rsid w:val="00CE4BB8"/>
    <w:rsid w:val="00CE60BF"/>
    <w:rsid w:val="00CF29D2"/>
    <w:rsid w:val="00CF3EAE"/>
    <w:rsid w:val="00D00643"/>
    <w:rsid w:val="00D01AA5"/>
    <w:rsid w:val="00D03B40"/>
    <w:rsid w:val="00D04723"/>
    <w:rsid w:val="00D07352"/>
    <w:rsid w:val="00D10F8D"/>
    <w:rsid w:val="00D12108"/>
    <w:rsid w:val="00D125BE"/>
    <w:rsid w:val="00D144B0"/>
    <w:rsid w:val="00D2583B"/>
    <w:rsid w:val="00D25CCB"/>
    <w:rsid w:val="00D25FDB"/>
    <w:rsid w:val="00D278AE"/>
    <w:rsid w:val="00D40B1B"/>
    <w:rsid w:val="00D4203E"/>
    <w:rsid w:val="00D442DA"/>
    <w:rsid w:val="00D45D09"/>
    <w:rsid w:val="00D4731B"/>
    <w:rsid w:val="00D52564"/>
    <w:rsid w:val="00D5437E"/>
    <w:rsid w:val="00D54510"/>
    <w:rsid w:val="00D54D94"/>
    <w:rsid w:val="00D568BA"/>
    <w:rsid w:val="00D57523"/>
    <w:rsid w:val="00D57979"/>
    <w:rsid w:val="00D62C1E"/>
    <w:rsid w:val="00D77416"/>
    <w:rsid w:val="00D807A9"/>
    <w:rsid w:val="00D83739"/>
    <w:rsid w:val="00D84721"/>
    <w:rsid w:val="00D84CDD"/>
    <w:rsid w:val="00D911DB"/>
    <w:rsid w:val="00DA7360"/>
    <w:rsid w:val="00DB0EEF"/>
    <w:rsid w:val="00DE2A5B"/>
    <w:rsid w:val="00DE2B2E"/>
    <w:rsid w:val="00DE55F6"/>
    <w:rsid w:val="00DE563D"/>
    <w:rsid w:val="00DF10EC"/>
    <w:rsid w:val="00DF1A0E"/>
    <w:rsid w:val="00DF3E33"/>
    <w:rsid w:val="00DF5045"/>
    <w:rsid w:val="00E002C2"/>
    <w:rsid w:val="00E00C69"/>
    <w:rsid w:val="00E00E9B"/>
    <w:rsid w:val="00E04A0C"/>
    <w:rsid w:val="00E101CE"/>
    <w:rsid w:val="00E10C18"/>
    <w:rsid w:val="00E1296F"/>
    <w:rsid w:val="00E12AB7"/>
    <w:rsid w:val="00E17003"/>
    <w:rsid w:val="00E20B3E"/>
    <w:rsid w:val="00E22C5F"/>
    <w:rsid w:val="00E25973"/>
    <w:rsid w:val="00E25C08"/>
    <w:rsid w:val="00E27B4C"/>
    <w:rsid w:val="00E47734"/>
    <w:rsid w:val="00E5135D"/>
    <w:rsid w:val="00E52921"/>
    <w:rsid w:val="00E553AB"/>
    <w:rsid w:val="00E55A9E"/>
    <w:rsid w:val="00E574EE"/>
    <w:rsid w:val="00E57C37"/>
    <w:rsid w:val="00E66023"/>
    <w:rsid w:val="00E67F01"/>
    <w:rsid w:val="00E80401"/>
    <w:rsid w:val="00E8530B"/>
    <w:rsid w:val="00E86510"/>
    <w:rsid w:val="00E92D72"/>
    <w:rsid w:val="00E9411D"/>
    <w:rsid w:val="00E96707"/>
    <w:rsid w:val="00EA1A33"/>
    <w:rsid w:val="00EA5880"/>
    <w:rsid w:val="00EA6154"/>
    <w:rsid w:val="00EA63C2"/>
    <w:rsid w:val="00EB65F2"/>
    <w:rsid w:val="00EB69D3"/>
    <w:rsid w:val="00EC0A67"/>
    <w:rsid w:val="00EC2A89"/>
    <w:rsid w:val="00ED2840"/>
    <w:rsid w:val="00ED3DB8"/>
    <w:rsid w:val="00EE5584"/>
    <w:rsid w:val="00EF02F7"/>
    <w:rsid w:val="00EF1C82"/>
    <w:rsid w:val="00EF1DB3"/>
    <w:rsid w:val="00EF1DF7"/>
    <w:rsid w:val="00EF3C63"/>
    <w:rsid w:val="00EF48A1"/>
    <w:rsid w:val="00F00948"/>
    <w:rsid w:val="00F01729"/>
    <w:rsid w:val="00F05D18"/>
    <w:rsid w:val="00F12BAB"/>
    <w:rsid w:val="00F130E5"/>
    <w:rsid w:val="00F14B55"/>
    <w:rsid w:val="00F15380"/>
    <w:rsid w:val="00F164C6"/>
    <w:rsid w:val="00F1737D"/>
    <w:rsid w:val="00F17559"/>
    <w:rsid w:val="00F26A0D"/>
    <w:rsid w:val="00F26A92"/>
    <w:rsid w:val="00F3171F"/>
    <w:rsid w:val="00F32582"/>
    <w:rsid w:val="00F364EA"/>
    <w:rsid w:val="00F37CC1"/>
    <w:rsid w:val="00F45B0B"/>
    <w:rsid w:val="00F51DF1"/>
    <w:rsid w:val="00F52905"/>
    <w:rsid w:val="00F5304A"/>
    <w:rsid w:val="00F54BF9"/>
    <w:rsid w:val="00F66E41"/>
    <w:rsid w:val="00F6794A"/>
    <w:rsid w:val="00F70BBE"/>
    <w:rsid w:val="00F764F8"/>
    <w:rsid w:val="00F802A0"/>
    <w:rsid w:val="00F85A8D"/>
    <w:rsid w:val="00F92EC8"/>
    <w:rsid w:val="00F94FA7"/>
    <w:rsid w:val="00F9774C"/>
    <w:rsid w:val="00FA175F"/>
    <w:rsid w:val="00FA530C"/>
    <w:rsid w:val="00FA5E02"/>
    <w:rsid w:val="00FA6957"/>
    <w:rsid w:val="00FA6D54"/>
    <w:rsid w:val="00FB23DE"/>
    <w:rsid w:val="00FC1E65"/>
    <w:rsid w:val="00FC2E52"/>
    <w:rsid w:val="00FC4A37"/>
    <w:rsid w:val="00FE668A"/>
    <w:rsid w:val="00FE7936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BDC24"/>
  <w15:docId w15:val="{36C02A20-3D26-41E1-AB80-C07F58D0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raditional Arabic"/>
        <w:sz w:val="24"/>
        <w:szCs w:val="30"/>
        <w:lang w:val="en-US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D7778"/>
    <w:pPr>
      <w:bidi/>
      <w:spacing w:after="0" w:line="240" w:lineRule="auto"/>
      <w:ind w:firstLine="0"/>
      <w:jc w:val="left"/>
    </w:pPr>
    <w:rPr>
      <w:rFonts w:ascii="Times New Roman" w:eastAsia="Times New Roman" w:hAnsi="Times New Roman"/>
      <w:lang w:bidi="ar-SY"/>
    </w:rPr>
  </w:style>
  <w:style w:type="paragraph" w:styleId="Heading1">
    <w:name w:val="heading 1"/>
    <w:basedOn w:val="Normal"/>
    <w:next w:val="Normal"/>
    <w:link w:val="Heading1Char"/>
    <w:uiPriority w:val="9"/>
    <w:rsid w:val="00C1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1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1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C69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173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173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C69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Y"/>
    </w:rPr>
  </w:style>
  <w:style w:type="paragraph" w:styleId="NoSpacing">
    <w:name w:val="No Spacing"/>
    <w:uiPriority w:val="1"/>
    <w:rsid w:val="00C173CE"/>
    <w:pPr>
      <w:spacing w:after="0" w:line="240" w:lineRule="auto"/>
    </w:pPr>
  </w:style>
  <w:style w:type="character" w:styleId="BookTitle">
    <w:name w:val="Book Title"/>
    <w:basedOn w:val="DefaultParagraphFont"/>
    <w:uiPriority w:val="33"/>
    <w:rsid w:val="00C173CE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9C69B2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rsid w:val="009C69B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C69B2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bidi="ar-SY"/>
    </w:rPr>
  </w:style>
  <w:style w:type="paragraph" w:styleId="Subtitle">
    <w:name w:val="Subtitle"/>
    <w:basedOn w:val="Normal"/>
    <w:next w:val="Normal"/>
    <w:link w:val="SubtitleChar"/>
    <w:uiPriority w:val="11"/>
    <w:rsid w:val="009C69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69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Y"/>
    </w:rPr>
  </w:style>
  <w:style w:type="character" w:styleId="Strong">
    <w:name w:val="Strong"/>
    <w:basedOn w:val="DefaultParagraphFont"/>
    <w:uiPriority w:val="22"/>
    <w:rsid w:val="009C69B2"/>
    <w:rPr>
      <w:b/>
      <w:bCs/>
    </w:rPr>
  </w:style>
  <w:style w:type="character" w:styleId="IntenseReference">
    <w:name w:val="Intense Reference"/>
    <w:basedOn w:val="DefaultParagraphFont"/>
    <w:uiPriority w:val="32"/>
    <w:rsid w:val="009C69B2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rsid w:val="009C69B2"/>
    <w:pPr>
      <w:ind w:left="720"/>
      <w:contextualSpacing/>
    </w:pPr>
  </w:style>
  <w:style w:type="character" w:styleId="Emphasis">
    <w:name w:val="Emphasis"/>
    <w:basedOn w:val="DefaultParagraphFont"/>
    <w:uiPriority w:val="20"/>
    <w:rsid w:val="009C69B2"/>
    <w:rPr>
      <w:i/>
      <w:iCs/>
    </w:rPr>
  </w:style>
  <w:style w:type="paragraph" w:customStyle="1" w:styleId="a2">
    <w:name w:val="ترويسة الواجهة"/>
    <w:basedOn w:val="Normal"/>
    <w:link w:val="Char"/>
    <w:qFormat/>
    <w:rsid w:val="0015754E"/>
    <w:rPr>
      <w:b/>
      <w:bCs/>
      <w:noProof/>
      <w:lang w:bidi="ar-SA"/>
    </w:rPr>
  </w:style>
  <w:style w:type="character" w:customStyle="1" w:styleId="Char">
    <w:name w:val="ترويسة الواجهة Char"/>
    <w:basedOn w:val="DefaultParagraphFont"/>
    <w:link w:val="a2"/>
    <w:rsid w:val="0015754E"/>
    <w:rPr>
      <w:rFonts w:ascii="Times New Roman" w:eastAsia="Times New Roman" w:hAnsi="Times New Roman" w:cs="Traditional Arabic"/>
      <w:b/>
      <w:bCs/>
      <w:noProof/>
      <w:sz w:val="24"/>
      <w:szCs w:val="30"/>
    </w:rPr>
  </w:style>
  <w:style w:type="paragraph" w:customStyle="1" w:styleId="a3">
    <w:name w:val="نوع التقرير"/>
    <w:basedOn w:val="Normal"/>
    <w:link w:val="Char0"/>
    <w:qFormat/>
    <w:rsid w:val="00394AB2"/>
    <w:pPr>
      <w:jc w:val="center"/>
    </w:pPr>
    <w:rPr>
      <w:sz w:val="30"/>
      <w:szCs w:val="36"/>
    </w:rPr>
  </w:style>
  <w:style w:type="character" w:customStyle="1" w:styleId="Char0">
    <w:name w:val="نوع التقرير Char"/>
    <w:basedOn w:val="DefaultParagraphFont"/>
    <w:link w:val="a3"/>
    <w:rsid w:val="00394AB2"/>
    <w:rPr>
      <w:rFonts w:ascii="Times New Roman" w:eastAsia="Times New Roman" w:hAnsi="Times New Roman" w:cs="Traditional Arabic"/>
      <w:sz w:val="30"/>
      <w:szCs w:val="36"/>
      <w:lang w:bidi="ar-SY"/>
    </w:rPr>
  </w:style>
  <w:style w:type="paragraph" w:customStyle="1" w:styleId="a4">
    <w:name w:val="عنوان التقرير"/>
    <w:basedOn w:val="Normal"/>
    <w:link w:val="Char1"/>
    <w:qFormat/>
    <w:rsid w:val="0038552A"/>
    <w:pPr>
      <w:ind w:left="720" w:right="720"/>
      <w:jc w:val="center"/>
    </w:pPr>
    <w:rPr>
      <w:sz w:val="50"/>
      <w:szCs w:val="56"/>
    </w:rPr>
  </w:style>
  <w:style w:type="character" w:customStyle="1" w:styleId="Char1">
    <w:name w:val="عنوان التقرير Char"/>
    <w:basedOn w:val="DefaultParagraphFont"/>
    <w:link w:val="a4"/>
    <w:rsid w:val="0038552A"/>
    <w:rPr>
      <w:rFonts w:ascii="Times New Roman" w:eastAsia="Times New Roman" w:hAnsi="Times New Roman"/>
      <w:sz w:val="50"/>
      <w:szCs w:val="56"/>
      <w:lang w:bidi="ar-SY"/>
    </w:rPr>
  </w:style>
  <w:style w:type="paragraph" w:customStyle="1" w:styleId="a5">
    <w:name w:val="الأسماء"/>
    <w:basedOn w:val="Normal"/>
    <w:link w:val="Char2"/>
    <w:qFormat/>
    <w:rsid w:val="00394AB2"/>
    <w:pPr>
      <w:jc w:val="center"/>
    </w:pPr>
    <w:rPr>
      <w:b/>
      <w:bCs/>
      <w:sz w:val="36"/>
      <w:szCs w:val="36"/>
    </w:rPr>
  </w:style>
  <w:style w:type="character" w:customStyle="1" w:styleId="Char2">
    <w:name w:val="الأسماء Char"/>
    <w:basedOn w:val="DefaultParagraphFont"/>
    <w:link w:val="a5"/>
    <w:rsid w:val="00394AB2"/>
    <w:rPr>
      <w:rFonts w:ascii="Times New Roman" w:eastAsia="Times New Roman" w:hAnsi="Times New Roman" w:cs="Traditional Arabic"/>
      <w:b/>
      <w:bCs/>
      <w:sz w:val="36"/>
      <w:szCs w:val="36"/>
      <w:lang w:bidi="ar-SY"/>
    </w:rPr>
  </w:style>
  <w:style w:type="paragraph" w:customStyle="1" w:styleId="a6">
    <w:name w:val="الإهداء"/>
    <w:basedOn w:val="Normal"/>
    <w:link w:val="Char3"/>
    <w:qFormat/>
    <w:rsid w:val="000370F6"/>
    <w:pPr>
      <w:spacing w:after="120"/>
      <w:ind w:left="446" w:right="720"/>
      <w:jc w:val="both"/>
    </w:pPr>
    <w:rPr>
      <w:b/>
      <w:bCs/>
    </w:rPr>
  </w:style>
  <w:style w:type="character" w:customStyle="1" w:styleId="Char3">
    <w:name w:val="الإهداء Char"/>
    <w:basedOn w:val="DefaultParagraphFont"/>
    <w:link w:val="a6"/>
    <w:rsid w:val="000370F6"/>
    <w:rPr>
      <w:rFonts w:ascii="Times New Roman" w:eastAsia="Times New Roman" w:hAnsi="Times New Roman"/>
      <w:b/>
      <w:bCs/>
      <w:lang w:bidi="ar-SY"/>
    </w:rPr>
  </w:style>
  <w:style w:type="paragraph" w:customStyle="1" w:styleId="chapterTitle">
    <w:name w:val="chapter Title"/>
    <w:basedOn w:val="Normal"/>
    <w:link w:val="chapterTitleChar"/>
    <w:rsid w:val="00A13803"/>
    <w:pPr>
      <w:spacing w:after="480"/>
      <w:jc w:val="center"/>
    </w:pPr>
    <w:rPr>
      <w:b/>
      <w:bCs/>
      <w:sz w:val="56"/>
      <w:szCs w:val="56"/>
    </w:rPr>
  </w:style>
  <w:style w:type="character" w:customStyle="1" w:styleId="chapterTitleChar">
    <w:name w:val="chapter Title Char"/>
    <w:basedOn w:val="DefaultParagraphFont"/>
    <w:link w:val="chapterTitle"/>
    <w:rsid w:val="00A13803"/>
    <w:rPr>
      <w:rFonts w:ascii="Times New Roman" w:eastAsia="Times New Roman" w:hAnsi="Times New Roman" w:cs="Traditional Arabic"/>
      <w:b/>
      <w:bCs/>
      <w:sz w:val="56"/>
      <w:szCs w:val="56"/>
      <w:lang w:bidi="ar-SY"/>
    </w:rPr>
  </w:style>
  <w:style w:type="paragraph" w:customStyle="1" w:styleId="a7">
    <w:name w:val="الشكر"/>
    <w:basedOn w:val="Normal"/>
    <w:link w:val="Char4"/>
    <w:qFormat/>
    <w:rsid w:val="00A71488"/>
    <w:pPr>
      <w:spacing w:after="120"/>
      <w:jc w:val="both"/>
    </w:pPr>
    <w:rPr>
      <w:b/>
      <w:bCs/>
    </w:rPr>
  </w:style>
  <w:style w:type="character" w:customStyle="1" w:styleId="Char4">
    <w:name w:val="الشكر Char"/>
    <w:basedOn w:val="DefaultParagraphFont"/>
    <w:link w:val="a7"/>
    <w:rsid w:val="00A71488"/>
    <w:rPr>
      <w:rFonts w:ascii="Times New Roman" w:eastAsia="Times New Roman" w:hAnsi="Times New Roman" w:cs="Traditional Arabic"/>
      <w:b/>
      <w:bCs/>
      <w:sz w:val="24"/>
      <w:szCs w:val="30"/>
      <w:lang w:bidi="ar-SY"/>
    </w:rPr>
  </w:style>
  <w:style w:type="paragraph" w:customStyle="1" w:styleId="paragraph">
    <w:name w:val="paragraph"/>
    <w:basedOn w:val="Normal"/>
    <w:link w:val="paragraphChar"/>
    <w:autoRedefine/>
    <w:rsid w:val="00CE4BB8"/>
    <w:pPr>
      <w:spacing w:after="120"/>
      <w:jc w:val="both"/>
    </w:pPr>
    <w:rPr>
      <w:rFonts w:ascii="Traditional Arabic" w:hAnsi="Traditional Arabic"/>
      <w:sz w:val="30"/>
    </w:rPr>
  </w:style>
  <w:style w:type="character" w:customStyle="1" w:styleId="paragraphChar">
    <w:name w:val="paragraph Char"/>
    <w:basedOn w:val="DefaultParagraphFont"/>
    <w:link w:val="paragraph"/>
    <w:rsid w:val="00CE4BB8"/>
    <w:rPr>
      <w:rFonts w:ascii="Traditional Arabic" w:eastAsia="Times New Roman" w:hAnsi="Traditional Arabic" w:cs="Traditional Arabic"/>
      <w:sz w:val="30"/>
      <w:szCs w:val="30"/>
      <w:lang w:bidi="ar-SY"/>
    </w:rPr>
  </w:style>
  <w:style w:type="paragraph" w:customStyle="1" w:styleId="a8">
    <w:name w:val="عنوان موسط"/>
    <w:basedOn w:val="Normal"/>
    <w:next w:val="a9"/>
    <w:link w:val="Char5"/>
    <w:qFormat/>
    <w:rsid w:val="00817266"/>
    <w:pPr>
      <w:spacing w:after="480"/>
      <w:jc w:val="center"/>
    </w:pPr>
    <w:rPr>
      <w:b/>
      <w:bCs/>
      <w:sz w:val="42"/>
      <w:szCs w:val="48"/>
    </w:rPr>
  </w:style>
  <w:style w:type="character" w:customStyle="1" w:styleId="Char5">
    <w:name w:val="عنوان موسط Char"/>
    <w:basedOn w:val="DefaultParagraphFont"/>
    <w:link w:val="a8"/>
    <w:rsid w:val="00817266"/>
    <w:rPr>
      <w:rFonts w:ascii="Times New Roman" w:eastAsia="Times New Roman" w:hAnsi="Times New Roman" w:cs="Traditional Arabic"/>
      <w:b/>
      <w:bCs/>
      <w:sz w:val="42"/>
      <w:szCs w:val="48"/>
      <w:lang w:bidi="ar-SY"/>
    </w:rPr>
  </w:style>
  <w:style w:type="paragraph" w:customStyle="1" w:styleId="a9">
    <w:name w:val="فقرة"/>
    <w:basedOn w:val="Normal"/>
    <w:link w:val="Char6"/>
    <w:qFormat/>
    <w:rsid w:val="00B10EBF"/>
    <w:pPr>
      <w:spacing w:after="120"/>
      <w:jc w:val="both"/>
    </w:pPr>
    <w:rPr>
      <w:lang w:val="fr-FR"/>
    </w:rPr>
  </w:style>
  <w:style w:type="character" w:customStyle="1" w:styleId="Char6">
    <w:name w:val="فقرة Char"/>
    <w:basedOn w:val="DefaultParagraphFont"/>
    <w:link w:val="a9"/>
    <w:rsid w:val="00B10EBF"/>
    <w:rPr>
      <w:rFonts w:ascii="Times New Roman" w:eastAsia="Times New Roman" w:hAnsi="Times New Roman"/>
      <w:lang w:val="fr-FR" w:bidi="ar-SY"/>
    </w:rPr>
  </w:style>
  <w:style w:type="character" w:styleId="PlaceholderText">
    <w:name w:val="Placeholder Text"/>
    <w:basedOn w:val="DefaultParagraphFont"/>
    <w:uiPriority w:val="99"/>
    <w:semiHidden/>
    <w:rsid w:val="00312D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D3E"/>
    <w:rPr>
      <w:rFonts w:ascii="Tahoma" w:eastAsia="Times New Roman" w:hAnsi="Tahoma" w:cs="Tahoma"/>
      <w:sz w:val="16"/>
      <w:szCs w:val="16"/>
      <w:lang w:bidi="ar-SY"/>
    </w:rPr>
  </w:style>
  <w:style w:type="paragraph" w:styleId="TOCHeading">
    <w:name w:val="TOC Heading"/>
    <w:basedOn w:val="Heading1"/>
    <w:next w:val="Normal"/>
    <w:uiPriority w:val="39"/>
    <w:unhideWhenUsed/>
    <w:rsid w:val="00B51FA2"/>
    <w:pPr>
      <w:bidi w:val="0"/>
      <w:spacing w:line="276" w:lineRule="auto"/>
      <w:outlineLvl w:val="9"/>
    </w:pPr>
    <w:rPr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B04B32"/>
    <w:pPr>
      <w:tabs>
        <w:tab w:val="right" w:leader="dot" w:pos="9350"/>
      </w:tabs>
      <w:ind w:firstLine="429"/>
    </w:pPr>
    <w:rPr>
      <w:rFonts w:ascii="Traditional Arabic" w:hAnsi="Traditional Arabic"/>
      <w:noProof/>
      <w:sz w:val="30"/>
    </w:rPr>
  </w:style>
  <w:style w:type="paragraph" w:styleId="TOC1">
    <w:name w:val="toc 1"/>
    <w:basedOn w:val="Normal"/>
    <w:next w:val="Normal"/>
    <w:autoRedefine/>
    <w:uiPriority w:val="39"/>
    <w:unhideWhenUsed/>
    <w:rsid w:val="006367A4"/>
    <w:pPr>
      <w:tabs>
        <w:tab w:val="right" w:leader="dot" w:pos="9350"/>
      </w:tabs>
    </w:pPr>
    <w:rPr>
      <w:rFonts w:ascii="Traditional Arabic" w:hAnsi="Traditional Arabic"/>
      <w:b/>
      <w:bCs/>
      <w:caps/>
      <w:noProof/>
      <w:sz w:val="30"/>
    </w:rPr>
  </w:style>
  <w:style w:type="paragraph" w:styleId="TOC3">
    <w:name w:val="toc 3"/>
    <w:basedOn w:val="Normal"/>
    <w:next w:val="Normal"/>
    <w:autoRedefine/>
    <w:uiPriority w:val="39"/>
    <w:unhideWhenUsed/>
    <w:rsid w:val="00B04B32"/>
    <w:pPr>
      <w:tabs>
        <w:tab w:val="right" w:leader="dot" w:pos="9350"/>
      </w:tabs>
      <w:ind w:left="240" w:firstLine="898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B51FA2"/>
    <w:rPr>
      <w:color w:val="0000FF" w:themeColor="hyperlink"/>
      <w:u w:val="single"/>
    </w:rPr>
  </w:style>
  <w:style w:type="paragraph" w:customStyle="1" w:styleId="Latin">
    <w:name w:val="Latin"/>
    <w:basedOn w:val="Normal"/>
    <w:link w:val="LatinChar"/>
    <w:rsid w:val="00612EA9"/>
    <w:pPr>
      <w:tabs>
        <w:tab w:val="right" w:pos="8486"/>
      </w:tabs>
      <w:ind w:firstLine="720"/>
    </w:pPr>
    <w:rPr>
      <w:rFonts w:cs="Times New Roman"/>
      <w:szCs w:val="24"/>
    </w:rPr>
  </w:style>
  <w:style w:type="character" w:customStyle="1" w:styleId="LatinChar">
    <w:name w:val="Latin Char"/>
    <w:basedOn w:val="DefaultParagraphFont"/>
    <w:link w:val="Latin"/>
    <w:rsid w:val="00612EA9"/>
    <w:rPr>
      <w:rFonts w:ascii="Times New Roman" w:eastAsia="Times New Roman" w:hAnsi="Times New Roman" w:cs="Times New Roman"/>
      <w:sz w:val="24"/>
      <w:szCs w:val="24"/>
      <w:lang w:bidi="ar-SY"/>
    </w:rPr>
  </w:style>
  <w:style w:type="paragraph" w:customStyle="1" w:styleId="aa">
    <w:name w:val="المحتويات"/>
    <w:basedOn w:val="Normal"/>
    <w:link w:val="Char7"/>
    <w:qFormat/>
    <w:rsid w:val="00237EF4"/>
  </w:style>
  <w:style w:type="character" w:customStyle="1" w:styleId="Char7">
    <w:name w:val="المحتويات Char"/>
    <w:basedOn w:val="DefaultParagraphFont"/>
    <w:link w:val="aa"/>
    <w:rsid w:val="00237EF4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customStyle="1" w:styleId="ab">
    <w:name w:val="قائمة الأشكال"/>
    <w:basedOn w:val="Normal"/>
    <w:link w:val="Char8"/>
    <w:qFormat/>
    <w:rsid w:val="00237EF4"/>
  </w:style>
  <w:style w:type="character" w:customStyle="1" w:styleId="Char8">
    <w:name w:val="قائمة الأشكال Char"/>
    <w:basedOn w:val="Char6"/>
    <w:link w:val="ab"/>
    <w:rsid w:val="00664A71"/>
    <w:rPr>
      <w:rFonts w:ascii="Times New Roman" w:eastAsia="Times New Roman" w:hAnsi="Times New Roman"/>
      <w:lang w:val="fr-FR" w:bidi="ar-SY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38552A"/>
  </w:style>
  <w:style w:type="numbering" w:customStyle="1" w:styleId="a1">
    <w:name w:val="عنوان فصل مؤقت"/>
    <w:basedOn w:val="NoList"/>
    <w:uiPriority w:val="99"/>
    <w:rsid w:val="00626A5C"/>
    <w:pPr>
      <w:numPr>
        <w:numId w:val="3"/>
      </w:numPr>
    </w:pPr>
  </w:style>
  <w:style w:type="paragraph" w:customStyle="1" w:styleId="ChapterTitle0">
    <w:name w:val="Chapter Title"/>
    <w:basedOn w:val="Normal"/>
    <w:link w:val="ChapterTitleChar0"/>
    <w:rsid w:val="00097ABC"/>
    <w:pPr>
      <w:jc w:val="center"/>
    </w:pPr>
    <w:rPr>
      <w:b/>
      <w:bCs/>
      <w:sz w:val="56"/>
      <w:szCs w:val="56"/>
    </w:rPr>
  </w:style>
  <w:style w:type="character" w:customStyle="1" w:styleId="ChapterTitleChar0">
    <w:name w:val="Chapter Title Char"/>
    <w:basedOn w:val="DefaultParagraphFont"/>
    <w:link w:val="ChapterTitle0"/>
    <w:rsid w:val="00097ABC"/>
    <w:rPr>
      <w:rFonts w:ascii="Times New Roman" w:eastAsia="Times New Roman" w:hAnsi="Times New Roman" w:cs="Traditional Arabic"/>
      <w:b/>
      <w:bCs/>
      <w:sz w:val="56"/>
      <w:szCs w:val="56"/>
      <w:lang w:bidi="ar-SY"/>
    </w:rPr>
  </w:style>
  <w:style w:type="paragraph" w:customStyle="1" w:styleId="ac">
    <w:name w:val="ملخص الفصل"/>
    <w:basedOn w:val="Normal"/>
    <w:next w:val="1"/>
    <w:link w:val="Char9"/>
    <w:qFormat/>
    <w:rsid w:val="003F3A79"/>
    <w:pPr>
      <w:spacing w:after="720"/>
      <w:ind w:left="1109" w:right="1080"/>
      <w:jc w:val="both"/>
      <w:outlineLvl w:val="0"/>
    </w:pPr>
    <w:rPr>
      <w:rFonts w:ascii="Traditional Arabic" w:hAnsi="Traditional Arabic"/>
      <w:i/>
      <w:iCs/>
      <w:sz w:val="30"/>
    </w:rPr>
  </w:style>
  <w:style w:type="character" w:customStyle="1" w:styleId="Char9">
    <w:name w:val="ملخص الفصل Char"/>
    <w:basedOn w:val="DefaultParagraphFont"/>
    <w:link w:val="ac"/>
    <w:rsid w:val="003F3A79"/>
    <w:rPr>
      <w:rFonts w:ascii="Traditional Arabic" w:eastAsia="Times New Roman" w:hAnsi="Traditional Arabic" w:cs="Traditional Arabic"/>
      <w:i/>
      <w:iCs/>
      <w:sz w:val="30"/>
      <w:szCs w:val="30"/>
      <w:lang w:bidi="ar-SY"/>
    </w:rPr>
  </w:style>
  <w:style w:type="character" w:customStyle="1" w:styleId="SalutationChar">
    <w:name w:val="Salutation Char"/>
    <w:basedOn w:val="DefaultParagraphFont"/>
    <w:link w:val="Salutation"/>
    <w:uiPriority w:val="99"/>
    <w:rsid w:val="0038552A"/>
    <w:rPr>
      <w:rFonts w:ascii="Times New Roman" w:eastAsia="Times New Roman" w:hAnsi="Times New Roman"/>
      <w:lang w:bidi="ar-SY"/>
    </w:rPr>
  </w:style>
  <w:style w:type="paragraph" w:styleId="Signature">
    <w:name w:val="Signature"/>
    <w:basedOn w:val="Normal"/>
    <w:link w:val="SignatureChar"/>
    <w:uiPriority w:val="99"/>
    <w:unhideWhenUsed/>
    <w:rsid w:val="0038552A"/>
    <w:pPr>
      <w:ind w:left="4320"/>
    </w:pPr>
  </w:style>
  <w:style w:type="paragraph" w:customStyle="1" w:styleId="a">
    <w:name w:val="قائمة"/>
    <w:basedOn w:val="Normal"/>
    <w:link w:val="Chara"/>
    <w:qFormat/>
    <w:rsid w:val="00F05D18"/>
    <w:pPr>
      <w:numPr>
        <w:numId w:val="21"/>
      </w:numPr>
      <w:tabs>
        <w:tab w:val="right" w:pos="360"/>
      </w:tabs>
      <w:spacing w:after="120"/>
      <w:jc w:val="both"/>
    </w:pPr>
  </w:style>
  <w:style w:type="character" w:customStyle="1" w:styleId="Chara">
    <w:name w:val="قائمة Char"/>
    <w:basedOn w:val="paragraphChar"/>
    <w:link w:val="a"/>
    <w:rsid w:val="00F05D18"/>
    <w:rPr>
      <w:rFonts w:ascii="Times New Roman" w:eastAsia="Times New Roman" w:hAnsi="Times New Roman" w:cs="Traditional Arabic"/>
      <w:sz w:val="30"/>
      <w:szCs w:val="30"/>
      <w:lang w:bidi="ar-SY"/>
    </w:rPr>
  </w:style>
  <w:style w:type="paragraph" w:styleId="Header">
    <w:name w:val="header"/>
    <w:basedOn w:val="Normal"/>
    <w:link w:val="HeaderChar"/>
    <w:uiPriority w:val="99"/>
    <w:semiHidden/>
    <w:unhideWhenUsed/>
    <w:rsid w:val="006C57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68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styleId="Footer">
    <w:name w:val="footer"/>
    <w:basedOn w:val="Normal"/>
    <w:link w:val="FooterChar"/>
    <w:uiPriority w:val="99"/>
    <w:unhideWhenUsed/>
    <w:rsid w:val="006C57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768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styleId="Title">
    <w:name w:val="Title"/>
    <w:basedOn w:val="Normal"/>
    <w:next w:val="Normal"/>
    <w:link w:val="TitleChar"/>
    <w:rsid w:val="00EF4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4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Y"/>
    </w:rPr>
  </w:style>
  <w:style w:type="paragraph" w:styleId="TOAHeading">
    <w:name w:val="toa heading"/>
    <w:basedOn w:val="Normal"/>
    <w:next w:val="Normal"/>
    <w:uiPriority w:val="99"/>
    <w:unhideWhenUsed/>
    <w:rsid w:val="00EF48A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E227C"/>
    <w:pPr>
      <w:bidi w:val="0"/>
      <w:ind w:left="480"/>
    </w:pPr>
    <w:rPr>
      <w:rFonts w:asciiTheme="minorHAnsi" w:hAnsiTheme="minorHAnsi" w:cs="Times New Roman"/>
      <w:sz w:val="2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1E227C"/>
    <w:pPr>
      <w:bidi w:val="0"/>
      <w:ind w:left="720"/>
    </w:pPr>
    <w:rPr>
      <w:rFonts w:asciiTheme="minorHAnsi" w:hAnsiTheme="minorHAnsi"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E227C"/>
    <w:pPr>
      <w:bidi w:val="0"/>
      <w:ind w:left="960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1E227C"/>
    <w:pPr>
      <w:bidi w:val="0"/>
      <w:ind w:left="1200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1E227C"/>
    <w:pPr>
      <w:bidi w:val="0"/>
      <w:ind w:left="1440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1E227C"/>
    <w:pPr>
      <w:bidi w:val="0"/>
      <w:ind w:left="1680"/>
    </w:pPr>
    <w:rPr>
      <w:rFonts w:asciiTheme="minorHAnsi" w:hAnsiTheme="minorHAnsi" w:cs="Times New Roman"/>
      <w:sz w:val="20"/>
      <w:szCs w:val="24"/>
    </w:rPr>
  </w:style>
  <w:style w:type="paragraph" w:styleId="Caption">
    <w:name w:val="caption"/>
    <w:aliases w:val="عنوان شكل"/>
    <w:basedOn w:val="Normal"/>
    <w:next w:val="a9"/>
    <w:link w:val="CaptionChar"/>
    <w:uiPriority w:val="35"/>
    <w:unhideWhenUsed/>
    <w:qFormat/>
    <w:rsid w:val="000048E0"/>
    <w:pPr>
      <w:spacing w:after="320"/>
      <w:jc w:val="center"/>
    </w:pPr>
    <w:rPr>
      <w:b/>
      <w:sz w:val="22"/>
      <w:szCs w:val="28"/>
    </w:rPr>
  </w:style>
  <w:style w:type="paragraph" w:customStyle="1" w:styleId="ad">
    <w:name w:val="رقم الفصل"/>
    <w:basedOn w:val="Normal"/>
    <w:next w:val="ae"/>
    <w:link w:val="Charb"/>
    <w:qFormat/>
    <w:rsid w:val="007C1489"/>
    <w:pPr>
      <w:spacing w:after="240"/>
      <w:jc w:val="center"/>
      <w:outlineLvl w:val="0"/>
    </w:pPr>
    <w:rPr>
      <w:sz w:val="44"/>
      <w:szCs w:val="44"/>
    </w:rPr>
  </w:style>
  <w:style w:type="character" w:customStyle="1" w:styleId="Charb">
    <w:name w:val="رقم الفصل Char"/>
    <w:basedOn w:val="DefaultParagraphFont"/>
    <w:link w:val="ad"/>
    <w:rsid w:val="00050051"/>
    <w:rPr>
      <w:rFonts w:ascii="Times New Roman" w:eastAsia="Times New Roman" w:hAnsi="Times New Roman" w:cs="Traditional Arabic"/>
      <w:b/>
      <w:bCs/>
      <w:sz w:val="44"/>
      <w:szCs w:val="44"/>
      <w:lang w:bidi="ar-SY"/>
    </w:rPr>
  </w:style>
  <w:style w:type="character" w:customStyle="1" w:styleId="SignatureChar">
    <w:name w:val="Signature Char"/>
    <w:basedOn w:val="DefaultParagraphFont"/>
    <w:link w:val="Signature"/>
    <w:uiPriority w:val="99"/>
    <w:rsid w:val="0038552A"/>
    <w:rPr>
      <w:rFonts w:ascii="Times New Roman" w:eastAsia="Times New Roman" w:hAnsi="Times New Roman"/>
      <w:lang w:bidi="ar-SY"/>
    </w:rPr>
  </w:style>
  <w:style w:type="paragraph" w:styleId="PlainText">
    <w:name w:val="Plain Text"/>
    <w:basedOn w:val="Normal"/>
    <w:link w:val="PlainTextChar"/>
    <w:uiPriority w:val="99"/>
    <w:unhideWhenUsed/>
    <w:rsid w:val="0038552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552A"/>
    <w:rPr>
      <w:rFonts w:ascii="Consolas" w:eastAsia="Times New Roman" w:hAnsi="Consolas"/>
      <w:sz w:val="21"/>
      <w:szCs w:val="21"/>
      <w:lang w:bidi="ar-SY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38552A"/>
  </w:style>
  <w:style w:type="character" w:customStyle="1" w:styleId="NoteHeadingChar">
    <w:name w:val="Note Heading Char"/>
    <w:basedOn w:val="DefaultParagraphFont"/>
    <w:link w:val="NoteHeading"/>
    <w:uiPriority w:val="99"/>
    <w:rsid w:val="0038552A"/>
    <w:rPr>
      <w:rFonts w:ascii="Times New Roman" w:eastAsia="Times New Roman" w:hAnsi="Times New Roman"/>
      <w:lang w:bidi="ar-SY"/>
    </w:rPr>
  </w:style>
  <w:style w:type="paragraph" w:styleId="TableofFigures">
    <w:name w:val="table of figures"/>
    <w:basedOn w:val="Normal"/>
    <w:next w:val="Normal"/>
    <w:uiPriority w:val="99"/>
    <w:unhideWhenUsed/>
    <w:rsid w:val="0038552A"/>
  </w:style>
  <w:style w:type="paragraph" w:styleId="ListContinue">
    <w:name w:val="List Continue"/>
    <w:basedOn w:val="Normal"/>
    <w:uiPriority w:val="99"/>
    <w:unhideWhenUsed/>
    <w:rsid w:val="0038552A"/>
    <w:pPr>
      <w:spacing w:after="120"/>
      <w:ind w:left="360"/>
      <w:contextualSpacing/>
    </w:pPr>
  </w:style>
  <w:style w:type="paragraph" w:styleId="Index7">
    <w:name w:val="index 7"/>
    <w:basedOn w:val="Normal"/>
    <w:next w:val="Normal"/>
    <w:autoRedefine/>
    <w:uiPriority w:val="99"/>
    <w:unhideWhenUsed/>
    <w:rsid w:val="0038552A"/>
    <w:pPr>
      <w:ind w:left="1680" w:hanging="240"/>
    </w:pPr>
  </w:style>
  <w:style w:type="numbering" w:customStyle="1" w:styleId="a0">
    <w:name w:val="فصل مؤقت"/>
    <w:basedOn w:val="NoList"/>
    <w:uiPriority w:val="99"/>
    <w:rsid w:val="00050051"/>
    <w:pPr>
      <w:numPr>
        <w:numId w:val="1"/>
      </w:numPr>
    </w:pPr>
  </w:style>
  <w:style w:type="paragraph" w:styleId="List">
    <w:name w:val="List"/>
    <w:basedOn w:val="Normal"/>
    <w:uiPriority w:val="99"/>
    <w:unhideWhenUsed/>
    <w:rsid w:val="0038552A"/>
    <w:pPr>
      <w:ind w:left="360" w:hanging="360"/>
      <w:contextualSpacing/>
    </w:pPr>
  </w:style>
  <w:style w:type="character" w:styleId="HTMLSample">
    <w:name w:val="HTML Sample"/>
    <w:basedOn w:val="DefaultParagraphFont"/>
    <w:uiPriority w:val="99"/>
    <w:unhideWhenUsed/>
    <w:rsid w:val="0038552A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552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552A"/>
    <w:rPr>
      <w:rFonts w:ascii="Consolas" w:eastAsia="Times New Roman" w:hAnsi="Consolas"/>
      <w:sz w:val="20"/>
      <w:szCs w:val="20"/>
      <w:lang w:bidi="ar-SY"/>
    </w:rPr>
  </w:style>
  <w:style w:type="character" w:styleId="HTMLVariable">
    <w:name w:val="HTML Variable"/>
    <w:basedOn w:val="DefaultParagraphFont"/>
    <w:uiPriority w:val="99"/>
    <w:unhideWhenUsed/>
    <w:rsid w:val="0038552A"/>
    <w:rPr>
      <w:i/>
      <w:iCs/>
    </w:rPr>
  </w:style>
  <w:style w:type="character" w:styleId="HTMLCite">
    <w:name w:val="HTML Cite"/>
    <w:basedOn w:val="DefaultParagraphFont"/>
    <w:uiPriority w:val="99"/>
    <w:unhideWhenUsed/>
    <w:rsid w:val="0038552A"/>
    <w:rPr>
      <w:i/>
      <w:iCs/>
    </w:rPr>
  </w:style>
  <w:style w:type="paragraph" w:customStyle="1" w:styleId="ae">
    <w:name w:val="عنوان الفصل"/>
    <w:basedOn w:val="Normal"/>
    <w:next w:val="ac"/>
    <w:link w:val="Charc"/>
    <w:qFormat/>
    <w:rsid w:val="0004245F"/>
    <w:pPr>
      <w:spacing w:before="120" w:after="360"/>
      <w:ind w:left="855" w:right="720"/>
      <w:jc w:val="center"/>
    </w:pPr>
    <w:rPr>
      <w:b/>
      <w:bCs/>
      <w:sz w:val="58"/>
      <w:szCs w:val="64"/>
    </w:rPr>
  </w:style>
  <w:style w:type="paragraph" w:customStyle="1" w:styleId="1">
    <w:name w:val="عنوان 1"/>
    <w:basedOn w:val="Normal"/>
    <w:next w:val="a9"/>
    <w:link w:val="1Char"/>
    <w:qFormat/>
    <w:rsid w:val="00632BBF"/>
    <w:pPr>
      <w:keepNext/>
      <w:spacing w:before="360" w:after="120"/>
    </w:pPr>
    <w:rPr>
      <w:b/>
      <w:bCs/>
      <w:sz w:val="38"/>
      <w:szCs w:val="44"/>
      <w:lang w:val="fr-FR"/>
    </w:rPr>
  </w:style>
  <w:style w:type="character" w:customStyle="1" w:styleId="Charc">
    <w:name w:val="عنوان الفصل Char"/>
    <w:basedOn w:val="DefaultParagraphFont"/>
    <w:link w:val="ae"/>
    <w:rsid w:val="0004245F"/>
    <w:rPr>
      <w:rFonts w:ascii="Times New Roman" w:eastAsia="Times New Roman" w:hAnsi="Times New Roman"/>
      <w:b/>
      <w:bCs/>
      <w:sz w:val="58"/>
      <w:szCs w:val="64"/>
      <w:lang w:bidi="ar-SY"/>
    </w:rPr>
  </w:style>
  <w:style w:type="character" w:customStyle="1" w:styleId="CaptionChar">
    <w:name w:val="Caption Char"/>
    <w:aliases w:val="عنوان شكل Char"/>
    <w:basedOn w:val="DefaultParagraphFont"/>
    <w:link w:val="Caption"/>
    <w:uiPriority w:val="35"/>
    <w:rsid w:val="000048E0"/>
    <w:rPr>
      <w:rFonts w:ascii="Times New Roman" w:eastAsia="Times New Roman" w:hAnsi="Times New Roman"/>
      <w:b/>
      <w:sz w:val="22"/>
      <w:szCs w:val="28"/>
      <w:lang w:bidi="ar-SY"/>
    </w:rPr>
  </w:style>
  <w:style w:type="character" w:customStyle="1" w:styleId="1Char">
    <w:name w:val="عنوان 1 Char"/>
    <w:basedOn w:val="DefaultParagraphFont"/>
    <w:link w:val="1"/>
    <w:rsid w:val="00632BBF"/>
    <w:rPr>
      <w:rFonts w:ascii="Times New Roman" w:eastAsia="Times New Roman" w:hAnsi="Times New Roman"/>
      <w:b/>
      <w:bCs/>
      <w:sz w:val="38"/>
      <w:szCs w:val="44"/>
      <w:lang w:val="fr-FR" w:bidi="ar-SY"/>
    </w:rPr>
  </w:style>
  <w:style w:type="paragraph" w:customStyle="1" w:styleId="af">
    <w:name w:val="شكل موسط"/>
    <w:basedOn w:val="Normal"/>
    <w:link w:val="Chard"/>
    <w:qFormat/>
    <w:rsid w:val="000048E0"/>
    <w:pPr>
      <w:keepNext/>
      <w:spacing w:before="240" w:after="120"/>
      <w:jc w:val="center"/>
    </w:pPr>
    <w:rPr>
      <w:noProof/>
      <w:lang w:val="fr-FR" w:eastAsia="fr-FR" w:bidi="ar-SA"/>
    </w:rPr>
  </w:style>
  <w:style w:type="paragraph" w:customStyle="1" w:styleId="2">
    <w:name w:val="عنوان 2"/>
    <w:basedOn w:val="Normal"/>
    <w:next w:val="a9"/>
    <w:link w:val="2Char"/>
    <w:qFormat/>
    <w:rsid w:val="00201D55"/>
    <w:pPr>
      <w:keepNext/>
      <w:spacing w:before="240" w:after="120"/>
    </w:pPr>
    <w:rPr>
      <w:b/>
      <w:bCs/>
      <w:sz w:val="28"/>
      <w:szCs w:val="34"/>
    </w:rPr>
  </w:style>
  <w:style w:type="character" w:customStyle="1" w:styleId="Chard">
    <w:name w:val="شكل موسط Char"/>
    <w:basedOn w:val="DefaultParagraphFont"/>
    <w:link w:val="af"/>
    <w:rsid w:val="000048E0"/>
    <w:rPr>
      <w:rFonts w:ascii="Times New Roman" w:eastAsia="Times New Roman" w:hAnsi="Times New Roman"/>
      <w:noProof/>
      <w:lang w:val="fr-FR" w:eastAsia="fr-FR"/>
    </w:rPr>
  </w:style>
  <w:style w:type="paragraph" w:customStyle="1" w:styleId="3">
    <w:name w:val="عنوان 3"/>
    <w:basedOn w:val="Normal"/>
    <w:next w:val="a9"/>
    <w:link w:val="3Char"/>
    <w:qFormat/>
    <w:rsid w:val="00201D55"/>
    <w:pPr>
      <w:keepNext/>
      <w:spacing w:before="240" w:after="120"/>
    </w:pPr>
    <w:rPr>
      <w:b/>
      <w:bCs/>
      <w:sz w:val="26"/>
      <w:szCs w:val="32"/>
      <w:lang w:val="fr-FR"/>
    </w:rPr>
  </w:style>
  <w:style w:type="character" w:customStyle="1" w:styleId="2Char">
    <w:name w:val="عنوان 2 Char"/>
    <w:basedOn w:val="DefaultParagraphFont"/>
    <w:link w:val="2"/>
    <w:rsid w:val="00201D55"/>
    <w:rPr>
      <w:rFonts w:ascii="Times New Roman" w:eastAsia="Times New Roman" w:hAnsi="Times New Roman"/>
      <w:b/>
      <w:bCs/>
      <w:sz w:val="28"/>
      <w:szCs w:val="34"/>
      <w:lang w:bidi="ar-SY"/>
    </w:rPr>
  </w:style>
  <w:style w:type="character" w:customStyle="1" w:styleId="3Char">
    <w:name w:val="عنوان 3 Char"/>
    <w:basedOn w:val="DefaultParagraphFont"/>
    <w:link w:val="3"/>
    <w:rsid w:val="00201D55"/>
    <w:rPr>
      <w:rFonts w:ascii="Times New Roman" w:eastAsia="Times New Roman" w:hAnsi="Times New Roman"/>
      <w:b/>
      <w:bCs/>
      <w:sz w:val="26"/>
      <w:szCs w:val="32"/>
      <w:lang w:val="fr-FR" w:bidi="ar-SY"/>
    </w:rPr>
  </w:style>
  <w:style w:type="table" w:styleId="TableGrid">
    <w:name w:val="Table Grid"/>
    <w:basedOn w:val="TableNormal"/>
    <w:uiPriority w:val="59"/>
    <w:rsid w:val="00D006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0">
    <w:name w:val="عنوان جدول"/>
    <w:basedOn w:val="Normal"/>
    <w:link w:val="Chare"/>
    <w:qFormat/>
    <w:rsid w:val="003F4E96"/>
    <w:pPr>
      <w:keepNext/>
      <w:spacing w:before="120" w:after="120"/>
      <w:jc w:val="center"/>
    </w:pPr>
    <w:rPr>
      <w:noProof/>
    </w:rPr>
  </w:style>
  <w:style w:type="character" w:customStyle="1" w:styleId="Chare">
    <w:name w:val="عنوان جدول Char"/>
    <w:basedOn w:val="DefaultParagraphFont"/>
    <w:link w:val="af0"/>
    <w:rsid w:val="003F4E96"/>
    <w:rPr>
      <w:rFonts w:ascii="Times New Roman" w:eastAsia="Times New Roman" w:hAnsi="Times New Roman"/>
      <w:noProof/>
      <w:lang w:bidi="ar-SY"/>
    </w:rPr>
  </w:style>
  <w:style w:type="paragraph" w:customStyle="1" w:styleId="af1">
    <w:name w:val="رموز معادلة مرقمة"/>
    <w:basedOn w:val="Normal"/>
    <w:next w:val="a9"/>
    <w:link w:val="Charf"/>
    <w:qFormat/>
    <w:rsid w:val="008918FD"/>
    <w:rPr>
      <w:rFonts w:ascii="Cambria Math" w:hAnsi="Cambria Math" w:cs="Times New Roman"/>
      <w:i/>
      <w:iCs/>
      <w:sz w:val="32"/>
      <w:szCs w:val="32"/>
    </w:rPr>
  </w:style>
  <w:style w:type="paragraph" w:customStyle="1" w:styleId="af2">
    <w:name w:val="رقم معادلة مرقمة"/>
    <w:basedOn w:val="Normal"/>
    <w:next w:val="a9"/>
    <w:link w:val="Charf0"/>
    <w:qFormat/>
    <w:rsid w:val="008918FD"/>
    <w:pPr>
      <w:spacing w:after="200"/>
      <w:ind w:firstLine="147"/>
    </w:pPr>
    <w:rPr>
      <w:sz w:val="28"/>
    </w:rPr>
  </w:style>
  <w:style w:type="character" w:customStyle="1" w:styleId="Charf">
    <w:name w:val="رموز معادلة مرقمة Char"/>
    <w:basedOn w:val="DefaultParagraphFont"/>
    <w:link w:val="af1"/>
    <w:rsid w:val="008918FD"/>
    <w:rPr>
      <w:rFonts w:ascii="Cambria Math" w:eastAsia="Times New Roman" w:hAnsi="Cambria Math" w:cs="Times New Roman"/>
      <w:i/>
      <w:iCs/>
      <w:sz w:val="32"/>
      <w:szCs w:val="32"/>
      <w:lang w:bidi="ar-SY"/>
    </w:rPr>
  </w:style>
  <w:style w:type="character" w:customStyle="1" w:styleId="Charf0">
    <w:name w:val="رقم معادلة مرقمة Char"/>
    <w:basedOn w:val="DefaultParagraphFont"/>
    <w:link w:val="af2"/>
    <w:rsid w:val="008918FD"/>
    <w:rPr>
      <w:rFonts w:ascii="Times New Roman" w:eastAsia="Times New Roman" w:hAnsi="Times New Roman"/>
      <w:sz w:val="28"/>
      <w:lang w:bidi="ar-SY"/>
    </w:rPr>
  </w:style>
  <w:style w:type="paragraph" w:customStyle="1" w:styleId="af3">
    <w:name w:val="معادلة داخل النص"/>
    <w:basedOn w:val="a9"/>
    <w:link w:val="Charf1"/>
    <w:qFormat/>
    <w:rsid w:val="00154DDD"/>
    <w:rPr>
      <w:sz w:val="28"/>
      <w:szCs w:val="28"/>
    </w:rPr>
  </w:style>
  <w:style w:type="character" w:customStyle="1" w:styleId="Charf1">
    <w:name w:val="معادلة داخل النص Char"/>
    <w:basedOn w:val="Char6"/>
    <w:link w:val="af3"/>
    <w:rsid w:val="00154DDD"/>
    <w:rPr>
      <w:rFonts w:ascii="Times New Roman" w:eastAsia="Times New Roman" w:hAnsi="Times New Roman"/>
      <w:sz w:val="28"/>
      <w:szCs w:val="28"/>
      <w:lang w:val="fr-FR" w:bidi="ar-SY"/>
    </w:rPr>
  </w:style>
  <w:style w:type="paragraph" w:customStyle="1" w:styleId="af4">
    <w:name w:val="جملة هامة"/>
    <w:basedOn w:val="a9"/>
    <w:next w:val="a9"/>
    <w:link w:val="Charf2"/>
    <w:qFormat/>
    <w:rsid w:val="00360E0C"/>
    <w:rPr>
      <w:b/>
      <w:bCs/>
    </w:rPr>
  </w:style>
  <w:style w:type="character" w:customStyle="1" w:styleId="Charf2">
    <w:name w:val="جملة هامة Char"/>
    <w:basedOn w:val="Char6"/>
    <w:link w:val="af4"/>
    <w:rsid w:val="00360E0C"/>
    <w:rPr>
      <w:rFonts w:ascii="Times New Roman" w:eastAsia="Times New Roman" w:hAnsi="Times New Roman"/>
      <w:b/>
      <w:bCs/>
      <w:lang w:val="fr-FR" w:bidi="ar-SY"/>
    </w:rPr>
  </w:style>
  <w:style w:type="paragraph" w:customStyle="1" w:styleId="af5">
    <w:name w:val="الملاحق"/>
    <w:basedOn w:val="Normal"/>
    <w:next w:val="Normal"/>
    <w:link w:val="Charf3"/>
    <w:qFormat/>
    <w:rsid w:val="001C4EA5"/>
    <w:pPr>
      <w:jc w:val="center"/>
    </w:pPr>
    <w:rPr>
      <w:b/>
      <w:bCs/>
      <w:sz w:val="56"/>
      <w:szCs w:val="96"/>
    </w:rPr>
  </w:style>
  <w:style w:type="paragraph" w:customStyle="1" w:styleId="af6">
    <w:name w:val="عنوان الملحق"/>
    <w:basedOn w:val="Normal"/>
    <w:next w:val="a9"/>
    <w:link w:val="Charf4"/>
    <w:qFormat/>
    <w:rsid w:val="001C4EA5"/>
    <w:pPr>
      <w:jc w:val="center"/>
    </w:pPr>
    <w:rPr>
      <w:b/>
      <w:bCs/>
      <w:sz w:val="64"/>
      <w:szCs w:val="64"/>
    </w:rPr>
  </w:style>
  <w:style w:type="character" w:customStyle="1" w:styleId="Charf3">
    <w:name w:val="الملاحق Char"/>
    <w:basedOn w:val="Char1"/>
    <w:link w:val="af5"/>
    <w:rsid w:val="001C4EA5"/>
    <w:rPr>
      <w:rFonts w:ascii="Times New Roman" w:eastAsia="Times New Roman" w:hAnsi="Times New Roman"/>
      <w:b/>
      <w:bCs/>
      <w:sz w:val="56"/>
      <w:szCs w:val="96"/>
      <w:lang w:bidi="ar-SY"/>
    </w:rPr>
  </w:style>
  <w:style w:type="paragraph" w:customStyle="1" w:styleId="af7">
    <w:name w:val="رقم الملحق"/>
    <w:basedOn w:val="Normal"/>
    <w:next w:val="af6"/>
    <w:link w:val="Charf5"/>
    <w:qFormat/>
    <w:rsid w:val="000D1F96"/>
    <w:pPr>
      <w:jc w:val="center"/>
    </w:pPr>
    <w:rPr>
      <w:sz w:val="40"/>
      <w:szCs w:val="44"/>
    </w:rPr>
  </w:style>
  <w:style w:type="character" w:customStyle="1" w:styleId="Charf4">
    <w:name w:val="عنوان الملحق Char"/>
    <w:basedOn w:val="Charc"/>
    <w:link w:val="af6"/>
    <w:rsid w:val="001C4EA5"/>
    <w:rPr>
      <w:rFonts w:ascii="Times New Roman" w:eastAsia="Times New Roman" w:hAnsi="Times New Roman"/>
      <w:b/>
      <w:bCs/>
      <w:sz w:val="64"/>
      <w:szCs w:val="64"/>
      <w:lang w:bidi="ar-SY"/>
    </w:rPr>
  </w:style>
  <w:style w:type="paragraph" w:customStyle="1" w:styleId="af8">
    <w:name w:val="رماز برنامج"/>
    <w:basedOn w:val="Normal"/>
    <w:link w:val="Charf6"/>
    <w:qFormat/>
    <w:rsid w:val="007A0D12"/>
    <w:pPr>
      <w:bidi w:val="0"/>
    </w:pPr>
    <w:rPr>
      <w:rFonts w:ascii="Cambria" w:eastAsiaTheme="minorHAnsi" w:hAnsi="Cambria" w:cstheme="minorBidi"/>
      <w:szCs w:val="28"/>
    </w:rPr>
  </w:style>
  <w:style w:type="character" w:customStyle="1" w:styleId="Charf5">
    <w:name w:val="رقم الملحق Char"/>
    <w:basedOn w:val="DefaultParagraphFont"/>
    <w:link w:val="af7"/>
    <w:rsid w:val="000D1F96"/>
    <w:rPr>
      <w:rFonts w:ascii="Times New Roman" w:eastAsia="Times New Roman" w:hAnsi="Times New Roman"/>
      <w:sz w:val="40"/>
      <w:szCs w:val="44"/>
      <w:lang w:bidi="ar-SY"/>
    </w:rPr>
  </w:style>
  <w:style w:type="paragraph" w:customStyle="1" w:styleId="af9">
    <w:name w:val="المراجع"/>
    <w:basedOn w:val="Normal"/>
    <w:link w:val="Charf7"/>
    <w:qFormat/>
    <w:rsid w:val="006F7FC2"/>
    <w:pPr>
      <w:tabs>
        <w:tab w:val="left" w:pos="426"/>
      </w:tabs>
      <w:spacing w:after="120"/>
    </w:pPr>
  </w:style>
  <w:style w:type="character" w:customStyle="1" w:styleId="Charf6">
    <w:name w:val="رماز برنامج Char"/>
    <w:basedOn w:val="DefaultParagraphFont"/>
    <w:link w:val="af8"/>
    <w:rsid w:val="007A0D12"/>
    <w:rPr>
      <w:rFonts w:ascii="Cambria" w:hAnsi="Cambria" w:cstheme="minorBidi"/>
      <w:szCs w:val="28"/>
      <w:lang w:bidi="ar-SY"/>
    </w:rPr>
  </w:style>
  <w:style w:type="character" w:customStyle="1" w:styleId="Charf7">
    <w:name w:val="المراجع Char"/>
    <w:basedOn w:val="DefaultParagraphFont"/>
    <w:link w:val="af9"/>
    <w:rsid w:val="006F7FC2"/>
    <w:rPr>
      <w:rFonts w:ascii="Times New Roman" w:eastAsia="Times New Roman" w:hAnsi="Times New Roman"/>
      <w:lang w:bidi="ar-SY"/>
    </w:rPr>
  </w:style>
  <w:style w:type="paragraph" w:customStyle="1" w:styleId="4">
    <w:name w:val="عنوان 4"/>
    <w:basedOn w:val="a9"/>
    <w:next w:val="a9"/>
    <w:link w:val="4Char"/>
    <w:qFormat/>
    <w:rsid w:val="00201D55"/>
    <w:pPr>
      <w:numPr>
        <w:numId w:val="4"/>
      </w:numPr>
      <w:spacing w:before="120" w:after="0"/>
    </w:pPr>
    <w:rPr>
      <w:b/>
      <w:bCs/>
      <w:sz w:val="30"/>
    </w:rPr>
  </w:style>
  <w:style w:type="character" w:customStyle="1" w:styleId="4Char">
    <w:name w:val="عنوان 4 Char"/>
    <w:basedOn w:val="3Char"/>
    <w:link w:val="4"/>
    <w:rsid w:val="00201D55"/>
    <w:rPr>
      <w:rFonts w:ascii="Times New Roman" w:eastAsia="Times New Roman" w:hAnsi="Times New Roman"/>
      <w:b/>
      <w:bCs/>
      <w:sz w:val="30"/>
      <w:szCs w:val="32"/>
      <w:lang w:val="fr-FR"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SAN\Desktop\Hiast%20Student%20report%20template%20v14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B3C4C-5391-47C2-984D-95A287F0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Hiast Student report template v14 (3).dotx</Template>
  <TotalTime>830</TotalTime>
  <Pages>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Hiast-Telecom</Company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HASAN</cp:lastModifiedBy>
  <cp:revision>24</cp:revision>
  <cp:lastPrinted>2024-08-18T20:12:00Z</cp:lastPrinted>
  <dcterms:created xsi:type="dcterms:W3CDTF">2024-08-04T10:06:00Z</dcterms:created>
  <dcterms:modified xsi:type="dcterms:W3CDTF">2024-08-18T20:12:00Z</dcterms:modified>
</cp:coreProperties>
</file>